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elha"/>
        <w:tblW w:w="9925" w:type="dxa"/>
        <w:tblInd w:w="-1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one" w:sz="0" w:space="0" w:color="auto"/>
          <w:insideV w:val="single" w:sz="4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454"/>
        <w:gridCol w:w="113"/>
        <w:gridCol w:w="312"/>
        <w:gridCol w:w="113"/>
        <w:gridCol w:w="2536"/>
        <w:gridCol w:w="724"/>
        <w:gridCol w:w="5129"/>
      </w:tblGrid>
      <w:tr w:rsidR="0064548D" w:rsidRPr="0064548D" w14:paraId="56533C87" w14:textId="77777777" w:rsidTr="0064548D">
        <w:trPr>
          <w:trHeight w:val="284"/>
        </w:trPr>
        <w:tc>
          <w:tcPr>
            <w:tcW w:w="4072" w:type="dxa"/>
            <w:gridSpan w:val="6"/>
            <w:shd w:val="clear" w:color="auto" w:fill="F8F8F8"/>
            <w:vAlign w:val="center"/>
          </w:tcPr>
          <w:p w14:paraId="0AEEFE15" w14:textId="77777777" w:rsidR="0064548D" w:rsidRPr="00B77E96" w:rsidRDefault="0064548D" w:rsidP="006C0B8D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45305D">
              <w:rPr>
                <w:rFonts w:ascii="Arial Narrow" w:hAnsi="Arial Narrow" w:cs="Arial"/>
                <w:sz w:val="20"/>
                <w:lang w:val="pt-PT"/>
              </w:rPr>
              <w:br w:type="page"/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Identificação da travessia </w:t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e especialidade </w:t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(Linha/</w:t>
            </w:r>
            <w:proofErr w:type="spellStart"/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Pk</w:t>
            </w:r>
            <w:proofErr w:type="spellEnd"/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/Sinalização/RCT+TP/…</w:t>
            </w:r>
            <w:r w:rsidRPr="003938ED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):</w:t>
            </w:r>
          </w:p>
        </w:tc>
        <w:tc>
          <w:tcPr>
            <w:tcW w:w="5853" w:type="dxa"/>
            <w:gridSpan w:val="2"/>
            <w:shd w:val="clear" w:color="auto" w:fill="auto"/>
            <w:vAlign w:val="center"/>
          </w:tcPr>
          <w:p w14:paraId="0D9633F0" w14:textId="77777777" w:rsidR="0064548D" w:rsidRPr="00B77E96" w:rsidRDefault="0064548D" w:rsidP="0045305D">
            <w:pPr>
              <w:pStyle w:val="AllCapsHeading"/>
              <w:ind w:left="360"/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</w:p>
        </w:tc>
      </w:tr>
      <w:tr w:rsidR="0064548D" w:rsidRPr="0064548D" w14:paraId="5E89077F" w14:textId="77777777" w:rsidTr="00382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9925" w:type="dxa"/>
            <w:gridSpan w:val="8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8F8F8"/>
            <w:vAlign w:val="center"/>
          </w:tcPr>
          <w:p w14:paraId="5245E5AD" w14:textId="77777777" w:rsidR="0064548D" w:rsidRPr="00B77E96" w:rsidRDefault="0064548D" w:rsidP="0064548D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45305D">
              <w:rPr>
                <w:rFonts w:ascii="Arial Narrow" w:hAnsi="Arial Narrow" w:cs="Arial"/>
                <w:sz w:val="20"/>
                <w:lang w:val="pt-PT"/>
              </w:rPr>
              <w:br w:type="page"/>
            </w:r>
            <w:r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Registo fotográfico das atividades executadas:</w:t>
            </w:r>
          </w:p>
        </w:tc>
      </w:tr>
      <w:tr w:rsidR="00813BB9" w:rsidRPr="00537833" w14:paraId="4E51ACD2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9F17152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E953CFE" w14:textId="77777777" w:rsidR="00813BB9" w:rsidRPr="004360E7" w:rsidRDefault="00813BB9" w:rsidP="00813BB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proofErr w:type="spellStart"/>
            <w:r>
              <w:rPr>
                <w:rFonts w:ascii="Arial" w:hAnsi="Arial" w:cs="Arial"/>
                <w:sz w:val="18"/>
                <w:szCs w:val="16"/>
              </w:rPr>
              <w:t>Monitorizção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 d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os parâmetros geométricos de via </w:t>
            </w:r>
            <w:r>
              <w:rPr>
                <w:rFonts w:ascii="Arial" w:hAnsi="Arial" w:cs="Arial"/>
                <w:sz w:val="18"/>
                <w:szCs w:val="16"/>
              </w:rPr>
              <w:t xml:space="preserve">(antes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da  intervenção</w:t>
            </w:r>
            <w:proofErr w:type="gramEnd"/>
            <w:r>
              <w:rPr>
                <w:rFonts w:ascii="Arial" w:hAnsi="Arial" w:cs="Arial"/>
                <w:sz w:val="18"/>
                <w:szCs w:val="16"/>
              </w:rPr>
              <w:t>) e registo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2650DE">
              <w:rPr>
                <w:rFonts w:ascii="Arial" w:hAnsi="Arial" w:cs="Arial"/>
                <w:sz w:val="18"/>
                <w:szCs w:val="16"/>
              </w:rPr>
              <w:t>d</w:t>
            </w:r>
            <w:r w:rsidRPr="0053679F">
              <w:rPr>
                <w:rFonts w:ascii="Arial" w:hAnsi="Arial" w:cs="Arial"/>
                <w:sz w:val="18"/>
                <w:szCs w:val="16"/>
              </w:rPr>
              <w:t>os</w:t>
            </w:r>
            <w:r>
              <w:rPr>
                <w:rFonts w:ascii="Arial" w:hAnsi="Arial" w:cs="Arial"/>
                <w:sz w:val="18"/>
                <w:szCs w:val="16"/>
              </w:rPr>
              <w:t xml:space="preserve"> valores obtidos no 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formulário </w:t>
            </w:r>
            <w:r w:rsidRPr="00314959">
              <w:rPr>
                <w:rFonts w:ascii="Arial" w:hAnsi="Arial" w:cs="Arial"/>
                <w:i/>
                <w:sz w:val="18"/>
                <w:szCs w:val="16"/>
              </w:rPr>
              <w:t>Ficha Correção Pontual Defeitos Geométricos Via</w:t>
            </w:r>
            <w:r w:rsidRPr="0053679F">
              <w:rPr>
                <w:rFonts w:ascii="Arial" w:hAnsi="Arial" w:cs="Arial"/>
                <w:sz w:val="18"/>
                <w:szCs w:val="16"/>
              </w:rPr>
              <w:t>.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</w:tr>
      <w:tr w:rsidR="00813BB9" w:rsidRPr="00537833" w14:paraId="10FC9907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83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E5FD83F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DF7A834" w14:textId="77777777" w:rsidR="00813BB9" w:rsidRPr="004360E7" w:rsidRDefault="00813BB9" w:rsidP="00813BB9">
            <w:pPr>
              <w:tabs>
                <w:tab w:val="left" w:pos="-1985"/>
              </w:tabs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13BB9" w:rsidRPr="00537833" w14:paraId="50C94DED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587559E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2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3EC7173" w14:textId="77777777" w:rsidR="00813BB9" w:rsidRPr="004360E7" w:rsidRDefault="00813BB9" w:rsidP="002650DE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Coloca</w:t>
            </w:r>
            <w:r>
              <w:rPr>
                <w:rFonts w:ascii="Arial" w:hAnsi="Arial" w:cs="Arial"/>
                <w:sz w:val="18"/>
                <w:szCs w:val="16"/>
              </w:rPr>
              <w:t>ção de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uma manta geotêxtil para proteção e não contaminação do balastro dos materiais utilizados/retirados.</w:t>
            </w:r>
          </w:p>
        </w:tc>
      </w:tr>
      <w:tr w:rsidR="00813BB9" w:rsidRPr="00537833" w14:paraId="5DF3D7C6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5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5BF4E65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72F559B" w14:textId="77777777" w:rsidR="00813BB9" w:rsidRPr="004360E7" w:rsidRDefault="00813BB9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13BB9" w:rsidRPr="00382C98" w14:paraId="0CEDE5F0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EA9B72B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3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FE4F091" w14:textId="77777777" w:rsidR="00813BB9" w:rsidRPr="004360E7" w:rsidRDefault="00813BB9" w:rsidP="00813BB9">
            <w:pPr>
              <w:tabs>
                <w:tab w:val="left" w:pos="-1985"/>
              </w:tabs>
              <w:jc w:val="lef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Desapert</w:t>
            </w:r>
            <w:r>
              <w:rPr>
                <w:rFonts w:ascii="Arial" w:hAnsi="Arial" w:cs="Arial"/>
                <w:sz w:val="18"/>
                <w:szCs w:val="16"/>
              </w:rPr>
              <w:t>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as travessas limites da zona da travessia </w:t>
            </w:r>
            <w:r>
              <w:rPr>
                <w:rFonts w:ascii="Arial" w:hAnsi="Arial" w:cs="Arial"/>
                <w:sz w:val="18"/>
                <w:szCs w:val="16"/>
              </w:rPr>
              <w:t>e afastamento das mesmas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da travessia.</w:t>
            </w:r>
          </w:p>
        </w:tc>
      </w:tr>
      <w:tr w:rsidR="00813BB9" w:rsidRPr="00537833" w14:paraId="2E5F5681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5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D9AD406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FA2973D" w14:textId="77777777" w:rsidR="00813BB9" w:rsidRDefault="00813BB9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016E2952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31377680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57852A0D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02FDD216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3C2A861D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1729564E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6FD1D88D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654AF772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1444BC23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065A1A36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6F23B9BA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2F71D322" w14:textId="77777777" w:rsidR="003D4206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  <w:p w14:paraId="57C4A79F" w14:textId="77777777" w:rsidR="003D4206" w:rsidRPr="004360E7" w:rsidRDefault="003D4206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13BB9" w:rsidRPr="00537833" w14:paraId="1DD780EF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A86613E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lastRenderedPageBreak/>
              <w:t>4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04D3ADA" w14:textId="77777777" w:rsidR="00813BB9" w:rsidRPr="004360E7" w:rsidRDefault="00813BB9" w:rsidP="00813BB9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Re</w:t>
            </w:r>
            <w:r>
              <w:rPr>
                <w:rFonts w:ascii="Arial" w:hAnsi="Arial" w:cs="Arial"/>
                <w:sz w:val="18"/>
                <w:szCs w:val="16"/>
              </w:rPr>
              <w:t>moção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o balastro da travessia </w:t>
            </w:r>
            <w:r>
              <w:rPr>
                <w:rFonts w:ascii="Arial" w:hAnsi="Arial" w:cs="Arial"/>
                <w:sz w:val="18"/>
                <w:szCs w:val="16"/>
              </w:rPr>
              <w:t xml:space="preserve">e </w:t>
            </w:r>
            <w:r w:rsidRPr="004360E7">
              <w:rPr>
                <w:rFonts w:ascii="Arial" w:hAnsi="Arial" w:cs="Arial"/>
                <w:sz w:val="18"/>
                <w:szCs w:val="16"/>
              </w:rPr>
              <w:t>deposit</w:t>
            </w:r>
            <w:r>
              <w:rPr>
                <w:rFonts w:ascii="Arial" w:hAnsi="Arial" w:cs="Arial"/>
                <w:sz w:val="18"/>
                <w:szCs w:val="16"/>
              </w:rPr>
              <w:t xml:space="preserve">o 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sobre a manta geotêxtil para evitar a contaminação </w:t>
            </w:r>
            <w:r>
              <w:rPr>
                <w:rFonts w:ascii="Arial" w:hAnsi="Arial" w:cs="Arial"/>
                <w:sz w:val="18"/>
                <w:szCs w:val="16"/>
              </w:rPr>
              <w:t>e obtenção de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uma inclinação que permita </w:t>
            </w:r>
            <w:r w:rsidR="002650DE">
              <w:rPr>
                <w:rFonts w:ascii="Arial" w:hAnsi="Arial" w:cs="Arial"/>
                <w:sz w:val="18"/>
                <w:szCs w:val="16"/>
              </w:rPr>
              <w:t xml:space="preserve">a </w:t>
            </w:r>
            <w:r w:rsidRPr="004360E7">
              <w:rPr>
                <w:rFonts w:ascii="Arial" w:hAnsi="Arial" w:cs="Arial"/>
                <w:sz w:val="18"/>
                <w:szCs w:val="16"/>
              </w:rPr>
              <w:t>escava</w:t>
            </w:r>
            <w:r w:rsidR="002650DE"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813BB9" w:rsidRPr="00537833" w14:paraId="74DCCB1B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5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F7A0C17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82EC232" w14:textId="77777777" w:rsidR="00813BB9" w:rsidRPr="004360E7" w:rsidRDefault="00813BB9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13BB9" w:rsidRPr="00537833" w14:paraId="15FA0AB6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568CDEF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5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0B11EDE" w14:textId="77777777" w:rsidR="00813BB9" w:rsidRPr="004360E7" w:rsidRDefault="00813BB9" w:rsidP="00813BB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Escava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de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terreno </w:t>
            </w:r>
            <w:r w:rsidR="00B161D8">
              <w:rPr>
                <w:rFonts w:ascii="Arial" w:hAnsi="Arial" w:cs="Arial"/>
                <w:sz w:val="18"/>
                <w:szCs w:val="16"/>
              </w:rPr>
              <w:t>(</w:t>
            </w:r>
            <w:r w:rsidRPr="004360E7">
              <w:rPr>
                <w:rFonts w:ascii="Arial" w:hAnsi="Arial" w:cs="Arial"/>
                <w:sz w:val="18"/>
                <w:szCs w:val="16"/>
              </w:rPr>
              <w:t>de qualquer natureza</w:t>
            </w:r>
            <w:r w:rsidR="00B161D8">
              <w:rPr>
                <w:rFonts w:ascii="Arial" w:hAnsi="Arial" w:cs="Arial"/>
                <w:sz w:val="18"/>
                <w:szCs w:val="16"/>
              </w:rPr>
              <w:t>)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e prepara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>a vala à profundidade adequada, incluindo entivação e bombagem</w:t>
            </w:r>
            <w:r w:rsidR="00B161D8">
              <w:rPr>
                <w:rFonts w:ascii="Arial" w:hAnsi="Arial" w:cs="Arial"/>
                <w:sz w:val="18"/>
                <w:szCs w:val="16"/>
              </w:rPr>
              <w:t>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se necessário.</w:t>
            </w:r>
          </w:p>
        </w:tc>
      </w:tr>
      <w:tr w:rsidR="00813BB9" w:rsidRPr="00537833" w14:paraId="3855FADF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5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4799659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789B0F2" w14:textId="77777777" w:rsidR="00813BB9" w:rsidRPr="004360E7" w:rsidRDefault="00813BB9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13BB9" w:rsidRPr="00537833" w14:paraId="4D8E5546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5861760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6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43B99F7" w14:textId="77777777" w:rsidR="00813BB9" w:rsidRPr="004360E7" w:rsidRDefault="00813BB9" w:rsidP="00813BB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Execu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a vala perpendicularmente à </w:t>
            </w:r>
            <w:proofErr w:type="gramStart"/>
            <w:r w:rsidRPr="004360E7">
              <w:rPr>
                <w:rFonts w:ascii="Arial" w:hAnsi="Arial" w:cs="Arial"/>
                <w:sz w:val="18"/>
                <w:szCs w:val="16"/>
              </w:rPr>
              <w:t>via férrea</w:t>
            </w:r>
            <w:proofErr w:type="gramEnd"/>
            <w:r w:rsidRPr="004360E7">
              <w:rPr>
                <w:rFonts w:ascii="Arial" w:hAnsi="Arial" w:cs="Arial"/>
                <w:sz w:val="18"/>
                <w:szCs w:val="16"/>
              </w:rPr>
              <w:t xml:space="preserve"> respeitando a geometria para a instalação de n tubos PEAD 110 mm (de acordo com o projeto de execução).</w:t>
            </w:r>
          </w:p>
        </w:tc>
      </w:tr>
      <w:tr w:rsidR="00813BB9" w:rsidRPr="00537833" w14:paraId="603F092B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3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86A2F46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CA49042" w14:textId="77777777" w:rsidR="00813BB9" w:rsidRPr="004360E7" w:rsidRDefault="00813BB9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813BB9" w:rsidRPr="00537833" w14:paraId="5CFB5C2F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D4FA49D" w14:textId="77777777" w:rsidR="00813BB9" w:rsidRPr="004360E7" w:rsidRDefault="00813BB9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36B0DC1" w14:textId="77777777" w:rsidR="00813BB9" w:rsidRPr="004360E7" w:rsidRDefault="00813BB9" w:rsidP="00AC5EE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27EA684F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vMerge w:val="restart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vAlign w:val="center"/>
          </w:tcPr>
          <w:p w14:paraId="320C6452" w14:textId="77777777" w:rsidR="00AC5EE5" w:rsidRDefault="00AC5EE5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7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0717130" w14:textId="77777777" w:rsidR="00AC5EE5" w:rsidRPr="004360E7" w:rsidRDefault="00AC5EE5" w:rsidP="00AA65BB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</w:t>
            </w:r>
          </w:p>
        </w:tc>
        <w:tc>
          <w:tcPr>
            <w:tcW w:w="425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B0FF848" w14:textId="77777777" w:rsidR="00AC5EE5" w:rsidRDefault="003D4206" w:rsidP="00AA65BB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87326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5EE5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8389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EB4C4AF" w14:textId="77777777" w:rsidR="00AC5EE5" w:rsidRPr="004360E7" w:rsidRDefault="00AC5EE5" w:rsidP="00AC5EE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Regulariza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o fundo </w:t>
            </w:r>
            <w:r>
              <w:rPr>
                <w:rFonts w:ascii="Arial" w:hAnsi="Arial" w:cs="Arial"/>
                <w:sz w:val="18"/>
                <w:szCs w:val="16"/>
              </w:rPr>
              <w:t xml:space="preserve">da vala </w:t>
            </w:r>
            <w:r w:rsidRPr="004360E7">
              <w:rPr>
                <w:rFonts w:ascii="Arial" w:hAnsi="Arial" w:cs="Arial"/>
                <w:sz w:val="18"/>
                <w:szCs w:val="16"/>
              </w:rPr>
              <w:t>e coloca</w:t>
            </w:r>
            <w:r>
              <w:rPr>
                <w:rFonts w:ascii="Arial" w:hAnsi="Arial" w:cs="Arial"/>
                <w:sz w:val="18"/>
                <w:szCs w:val="16"/>
              </w:rPr>
              <w:t>ção solo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selecionado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(</w:t>
            </w:r>
            <w:r w:rsidRPr="004360E7">
              <w:rPr>
                <w:rFonts w:ascii="Arial" w:hAnsi="Arial" w:cs="Arial"/>
                <w:sz w:val="18"/>
                <w:szCs w:val="16"/>
              </w:rPr>
              <w:t>e isent</w:t>
            </w:r>
            <w:r>
              <w:rPr>
                <w:rFonts w:ascii="Arial" w:hAnsi="Arial" w:cs="Arial"/>
                <w:sz w:val="18"/>
                <w:szCs w:val="16"/>
              </w:rPr>
              <w:t>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de pedras</w:t>
            </w:r>
            <w:r>
              <w:rPr>
                <w:rFonts w:ascii="Arial" w:hAnsi="Arial" w:cs="Arial"/>
                <w:sz w:val="18"/>
                <w:szCs w:val="16"/>
              </w:rPr>
              <w:t>)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resultante dos produtos de escavação da vala</w:t>
            </w:r>
            <w:r>
              <w:rPr>
                <w:rFonts w:ascii="Arial" w:hAnsi="Arial" w:cs="Arial"/>
                <w:sz w:val="18"/>
                <w:szCs w:val="16"/>
              </w:rPr>
              <w:t xml:space="preserve"> (caso apresente aptidão para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aterro)/</w:t>
            </w:r>
            <w:proofErr w:type="gramEnd"/>
            <w:r>
              <w:rPr>
                <w:rFonts w:ascii="Arial" w:hAnsi="Arial" w:cs="Arial"/>
                <w:sz w:val="18"/>
                <w:szCs w:val="16"/>
              </w:rPr>
              <w:t xml:space="preserve"> areia</w:t>
            </w:r>
          </w:p>
        </w:tc>
      </w:tr>
      <w:tr w:rsidR="00AC5EE5" w:rsidRPr="00537833" w14:paraId="1F2E2B4B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6B0668E" w14:textId="77777777" w:rsidR="00AC5EE5" w:rsidRDefault="00AC5EE5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85B36D8" w14:textId="77777777" w:rsidR="00AC5EE5" w:rsidRDefault="00AC5EE5" w:rsidP="00AA65BB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B</w:t>
            </w:r>
          </w:p>
        </w:tc>
        <w:tc>
          <w:tcPr>
            <w:tcW w:w="425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E53CD76" w14:textId="77777777" w:rsidR="00AC5EE5" w:rsidRPr="004360E7" w:rsidRDefault="003D4206" w:rsidP="00AA65BB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92786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5EE5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8389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FFE35A1" w14:textId="77777777" w:rsidR="00AC5EE5" w:rsidRPr="00AC5EE5" w:rsidRDefault="00AC5EE5" w:rsidP="00AC5EE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b/>
                <w:sz w:val="18"/>
                <w:szCs w:val="16"/>
                <w:u w:val="single"/>
              </w:rPr>
            </w:pPr>
            <w:r w:rsidRPr="00AC5EE5">
              <w:rPr>
                <w:rFonts w:ascii="Arial" w:hAnsi="Arial" w:cs="Arial"/>
                <w:b/>
                <w:sz w:val="18"/>
                <w:szCs w:val="16"/>
                <w:u w:val="single"/>
              </w:rPr>
              <w:t xml:space="preserve">Aplicável no caso de </w:t>
            </w:r>
            <w:proofErr w:type="spellStart"/>
            <w:r w:rsidRPr="00AC5EE5">
              <w:rPr>
                <w:rFonts w:ascii="Arial" w:hAnsi="Arial" w:cs="Arial"/>
                <w:b/>
                <w:sz w:val="18"/>
                <w:szCs w:val="16"/>
                <w:u w:val="single"/>
              </w:rPr>
              <w:t>niveis</w:t>
            </w:r>
            <w:proofErr w:type="spellEnd"/>
            <w:r w:rsidRPr="00AC5EE5">
              <w:rPr>
                <w:rFonts w:ascii="Arial" w:hAnsi="Arial" w:cs="Arial"/>
                <w:b/>
                <w:sz w:val="18"/>
                <w:szCs w:val="16"/>
                <w:u w:val="single"/>
              </w:rPr>
              <w:t xml:space="preserve"> freáticos elevados</w:t>
            </w:r>
            <w:r>
              <w:rPr>
                <w:rFonts w:ascii="Arial" w:hAnsi="Arial" w:cs="Arial"/>
                <w:b/>
                <w:sz w:val="18"/>
                <w:szCs w:val="16"/>
                <w:u w:val="single"/>
              </w:rPr>
              <w:t>:</w:t>
            </w:r>
          </w:p>
          <w:p w14:paraId="065C54CF" w14:textId="77777777" w:rsidR="00AC5EE5" w:rsidRPr="004360E7" w:rsidRDefault="00AC5EE5" w:rsidP="00AC5EE5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Colocação de geotêxtil em quantidade suficiente para envolver a camada de brita a recobrir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os tubo</w:t>
            </w:r>
            <w:proofErr w:type="gramEnd"/>
            <w:r>
              <w:rPr>
                <w:rFonts w:ascii="Arial" w:hAnsi="Arial" w:cs="Arial"/>
                <w:sz w:val="18"/>
                <w:szCs w:val="16"/>
              </w:rPr>
              <w:t xml:space="preserve"> até à cota do nível freático</w:t>
            </w:r>
          </w:p>
        </w:tc>
      </w:tr>
      <w:tr w:rsidR="00AC5EE5" w:rsidRPr="00537833" w14:paraId="32E9E3F0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45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93FA886" w14:textId="77777777" w:rsidR="00AC5EE5" w:rsidRPr="004360E7" w:rsidRDefault="00AC5EE5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A30F313" w14:textId="77777777" w:rsidR="00AC5EE5" w:rsidRPr="004360E7" w:rsidRDefault="00AC5EE5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1FB6614F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1DA4554" w14:textId="77777777" w:rsidR="00AC5EE5" w:rsidRPr="004360E7" w:rsidRDefault="00AC5EE5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8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DA28ADF" w14:textId="77777777" w:rsidR="00AC5EE5" w:rsidRPr="004360E7" w:rsidRDefault="00AC5EE5" w:rsidP="00813BB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  <w:highlight w:val="yellow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Instala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os n tubos PEAD 110mm 6kg não </w:t>
            </w:r>
            <w:proofErr w:type="spellStart"/>
            <w:r w:rsidRPr="004360E7">
              <w:rPr>
                <w:rFonts w:ascii="Arial" w:hAnsi="Arial" w:cs="Arial"/>
                <w:sz w:val="18"/>
                <w:szCs w:val="16"/>
              </w:rPr>
              <w:t>corrogado</w:t>
            </w:r>
            <w:proofErr w:type="spellEnd"/>
            <w:r w:rsidRPr="004360E7">
              <w:rPr>
                <w:rFonts w:ascii="Arial" w:hAnsi="Arial" w:cs="Arial"/>
                <w:sz w:val="18"/>
                <w:szCs w:val="16"/>
              </w:rPr>
              <w:t xml:space="preserve"> (de acordo com o projeto de execução).</w:t>
            </w:r>
          </w:p>
        </w:tc>
      </w:tr>
      <w:tr w:rsidR="00AC5EE5" w:rsidRPr="00537833" w14:paraId="7EB65EDA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3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2BFD470" w14:textId="77777777" w:rsidR="00AC5EE5" w:rsidRPr="004360E7" w:rsidRDefault="00AC5EE5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445A422" w14:textId="77777777" w:rsidR="00AC5EE5" w:rsidRPr="004360E7" w:rsidRDefault="00AC5EE5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0B7987FB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561BB5F" w14:textId="77777777" w:rsidR="00AC5EE5" w:rsidRPr="004360E7" w:rsidRDefault="00AC5EE5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9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15DEDD4" w14:textId="77777777" w:rsidR="00AC5EE5" w:rsidRPr="004360E7" w:rsidRDefault="00AC5EE5" w:rsidP="00813BB9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Confirma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da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distância mínima entre a base inferior da travessa e o extradorso da tubagem </w:t>
            </w:r>
            <w:r>
              <w:rPr>
                <w:rFonts w:ascii="Arial" w:hAnsi="Arial" w:cs="Arial"/>
                <w:sz w:val="18"/>
                <w:szCs w:val="16"/>
              </w:rPr>
              <w:t>&gt;=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1,30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4360E7">
              <w:rPr>
                <w:rFonts w:ascii="Arial" w:hAnsi="Arial" w:cs="Arial"/>
                <w:sz w:val="18"/>
                <w:szCs w:val="16"/>
              </w:rPr>
              <w:t>m.</w:t>
            </w:r>
          </w:p>
        </w:tc>
      </w:tr>
      <w:tr w:rsidR="00AC5EE5" w:rsidRPr="00537833" w14:paraId="3AEEF56C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30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06250DF" w14:textId="77777777" w:rsidR="00AC5EE5" w:rsidRPr="004360E7" w:rsidRDefault="00AC5EE5" w:rsidP="00813BB9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6C55230" w14:textId="77777777" w:rsidR="00AC5EE5" w:rsidRPr="004360E7" w:rsidRDefault="00AC5EE5" w:rsidP="00813BB9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7E447E60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vMerge w:val="restart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vAlign w:val="center"/>
          </w:tcPr>
          <w:p w14:paraId="7C49FEFB" w14:textId="77777777" w:rsidR="00AC5EE5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lastRenderedPageBreak/>
              <w:t>10</w:t>
            </w:r>
          </w:p>
        </w:tc>
        <w:tc>
          <w:tcPr>
            <w:tcW w:w="4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DC7DFB7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</w:t>
            </w:r>
          </w:p>
        </w:tc>
        <w:tc>
          <w:tcPr>
            <w:tcW w:w="425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7DE4520" w14:textId="77777777" w:rsidR="00AC5EE5" w:rsidRDefault="003D4206" w:rsidP="00B161D8">
            <w:pPr>
              <w:tabs>
                <w:tab w:val="left" w:pos="-1985"/>
              </w:tabs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709722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5EE5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8502" w:type="dxa"/>
            <w:gridSpan w:val="4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50EA7B4" w14:textId="77777777" w:rsidR="00AC5EE5" w:rsidRDefault="00AC5EE5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Coloca</w:t>
            </w:r>
            <w:r>
              <w:rPr>
                <w:rFonts w:ascii="Arial" w:hAnsi="Arial" w:cs="Arial"/>
                <w:sz w:val="18"/>
                <w:szCs w:val="16"/>
              </w:rPr>
              <w:t>ção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 xml:space="preserve">de camada de 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de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 betão pobre (C12/</w:t>
            </w:r>
            <w:proofErr w:type="gramStart"/>
            <w:r w:rsidRPr="004360E7">
              <w:rPr>
                <w:rFonts w:ascii="Arial" w:hAnsi="Arial" w:cs="Arial"/>
                <w:sz w:val="18"/>
                <w:szCs w:val="16"/>
              </w:rPr>
              <w:t>15)</w:t>
            </w:r>
            <w:r>
              <w:rPr>
                <w:rFonts w:ascii="Arial" w:hAnsi="Arial" w:cs="Arial"/>
                <w:sz w:val="18"/>
                <w:szCs w:val="16"/>
              </w:rPr>
              <w:t>/</w:t>
            </w:r>
            <w:proofErr w:type="gramEnd"/>
            <w:r>
              <w:rPr>
                <w:rFonts w:ascii="Arial" w:hAnsi="Arial" w:cs="Arial"/>
                <w:sz w:val="18"/>
                <w:szCs w:val="16"/>
              </w:rPr>
              <w:t xml:space="preserve"> areia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a envolver os </w:t>
            </w:r>
            <w:r>
              <w:rPr>
                <w:rFonts w:ascii="Arial" w:hAnsi="Arial" w:cs="Arial"/>
                <w:sz w:val="18"/>
                <w:szCs w:val="16"/>
              </w:rPr>
              <w:t xml:space="preserve">n 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tubos PEAD 110mm 6kg não </w:t>
            </w:r>
            <w:proofErr w:type="spellStart"/>
            <w:r w:rsidRPr="004360E7">
              <w:rPr>
                <w:rFonts w:ascii="Arial" w:hAnsi="Arial" w:cs="Arial"/>
                <w:sz w:val="18"/>
                <w:szCs w:val="16"/>
              </w:rPr>
              <w:t>corrogado</w:t>
            </w:r>
            <w:proofErr w:type="spellEnd"/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AC5EE5" w:rsidRPr="00537833" w14:paraId="7F221717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4B12ED9" w14:textId="77777777" w:rsidR="00AC5EE5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4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5F0BFB" w14:textId="77777777" w:rsidR="00AC5EE5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B</w:t>
            </w:r>
          </w:p>
        </w:tc>
        <w:tc>
          <w:tcPr>
            <w:tcW w:w="425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55B6B29" w14:textId="77777777" w:rsidR="00AC5EE5" w:rsidRPr="004360E7" w:rsidRDefault="003D4206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683973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5EE5" w:rsidRPr="00323E07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8502" w:type="dxa"/>
            <w:gridSpan w:val="4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F2AC89B" w14:textId="77777777" w:rsidR="00AC5EE5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Colocação de brita 2 até topo do nível freático existente (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Fig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ª à 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esqª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>);</w:t>
            </w:r>
          </w:p>
          <w:p w14:paraId="675EAB70" w14:textId="77777777" w:rsidR="00AC5EE5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Fecho do 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geotextil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 ((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Fig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>ª ao centro);</w:t>
            </w:r>
          </w:p>
          <w:p w14:paraId="35E3CC51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Colocação de camada de 10 cm de areia (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Fig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ª à 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dirª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>);</w:t>
            </w:r>
          </w:p>
        </w:tc>
      </w:tr>
      <w:tr w:rsidR="00AC5EE5" w:rsidRPr="00537833" w14:paraId="7BE34F66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0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9DCBB20" w14:textId="77777777" w:rsidR="00AC5EE5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</w:pPr>
            <w:proofErr w:type="spellStart"/>
            <w:r w:rsidRPr="00B161D8"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  <w:t>Elimar</w:t>
            </w:r>
            <w:proofErr w:type="spellEnd"/>
            <w:r w:rsidRPr="00B161D8"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  <w:t xml:space="preserve"> linha se método B</w:t>
            </w:r>
            <w:r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  <w:t xml:space="preserve"> </w:t>
            </w:r>
          </w:p>
          <w:p w14:paraId="04039884" w14:textId="77777777" w:rsidR="00AC5EE5" w:rsidRPr="00B161D8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</w:pPr>
            <w:r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  <w:t>(ajustar altura conforme necessário)</w:t>
            </w: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80FF947" w14:textId="77777777" w:rsidR="00AC5EE5" w:rsidRDefault="00AC5EE5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</w:pPr>
          </w:p>
          <w:p w14:paraId="18FEA3EC" w14:textId="5E843D34" w:rsidR="003D4206" w:rsidRPr="00B161D8" w:rsidRDefault="003D4206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</w:pPr>
          </w:p>
        </w:tc>
      </w:tr>
      <w:tr w:rsidR="003D4206" w:rsidRPr="00537833" w14:paraId="6F732E6B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6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A6A04DF" w14:textId="77777777" w:rsidR="003D4206" w:rsidRDefault="003D4206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</w:pPr>
            <w:proofErr w:type="spellStart"/>
            <w:r w:rsidRPr="00B161D8"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  <w:t>Elimar</w:t>
            </w:r>
            <w:proofErr w:type="spellEnd"/>
            <w:r w:rsidRPr="00B161D8"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  <w:t xml:space="preserve"> linha se método A</w:t>
            </w:r>
            <w:r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  <w:t xml:space="preserve"> </w:t>
            </w:r>
          </w:p>
          <w:p w14:paraId="3049D2ED" w14:textId="77777777" w:rsidR="003D4206" w:rsidRPr="00B161D8" w:rsidRDefault="003D4206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</w:pPr>
            <w:r>
              <w:rPr>
                <w:rFonts w:ascii="Arial" w:hAnsi="Arial" w:cs="Arial"/>
                <w:color w:val="BFBFBF" w:themeColor="background1" w:themeShade="BF"/>
                <w:sz w:val="18"/>
                <w:szCs w:val="16"/>
              </w:rPr>
              <w:t>(ajustar altura conforme necessário)</w:t>
            </w: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18D93FD" w14:textId="77777777" w:rsidR="003D4206" w:rsidRPr="004360E7" w:rsidRDefault="003D4206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5AB14B28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0C8B316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</w:t>
            </w:r>
            <w:r>
              <w:rPr>
                <w:rFonts w:ascii="Arial" w:hAnsi="Arial" w:cs="Arial"/>
                <w:sz w:val="18"/>
                <w:szCs w:val="16"/>
              </w:rPr>
              <w:t>1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E8B2258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Aterro d</w:t>
            </w:r>
            <w:r w:rsidRPr="004360E7">
              <w:rPr>
                <w:rFonts w:ascii="Arial" w:hAnsi="Arial" w:cs="Arial"/>
                <w:sz w:val="18"/>
                <w:szCs w:val="16"/>
              </w:rPr>
              <w:t>a vala restante</w:t>
            </w:r>
            <w:r>
              <w:rPr>
                <w:rFonts w:ascii="Arial" w:hAnsi="Arial" w:cs="Arial"/>
                <w:sz w:val="18"/>
                <w:szCs w:val="16"/>
              </w:rPr>
              <w:t xml:space="preserve">, </w:t>
            </w:r>
            <w:r w:rsidRPr="004360E7">
              <w:rPr>
                <w:rFonts w:ascii="Arial" w:hAnsi="Arial" w:cs="Arial"/>
                <w:sz w:val="18"/>
                <w:szCs w:val="16"/>
              </w:rPr>
              <w:t>até 0,10 m abaixo da cota existente</w:t>
            </w:r>
            <w:r>
              <w:rPr>
                <w:rFonts w:ascii="Arial" w:hAnsi="Arial" w:cs="Arial"/>
                <w:sz w:val="18"/>
                <w:szCs w:val="16"/>
              </w:rPr>
              <w:t>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com terra isenta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de pedras resultante da escavação</w:t>
            </w:r>
            <w:r>
              <w:rPr>
                <w:rFonts w:ascii="Arial" w:hAnsi="Arial" w:cs="Arial"/>
                <w:sz w:val="18"/>
                <w:szCs w:val="16"/>
              </w:rPr>
              <w:t xml:space="preserve"> (se apto para aterro/ não saturado),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em camadas de 0,20 a 0,30 m de espessura</w:t>
            </w:r>
            <w:r>
              <w:rPr>
                <w:rFonts w:ascii="Arial" w:hAnsi="Arial" w:cs="Arial"/>
                <w:sz w:val="18"/>
                <w:szCs w:val="16"/>
              </w:rPr>
              <w:t>,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sucessivamente compactadas com recurso a placa vibratória.</w:t>
            </w:r>
          </w:p>
        </w:tc>
      </w:tr>
      <w:tr w:rsidR="00AC5EE5" w:rsidRPr="00537833" w14:paraId="6C27D3EE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41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E9D186B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BBEA75F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4923C463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EFA4B4B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</w:t>
            </w:r>
            <w:r>
              <w:rPr>
                <w:rFonts w:ascii="Arial" w:hAnsi="Arial" w:cs="Arial"/>
                <w:sz w:val="18"/>
                <w:szCs w:val="16"/>
              </w:rPr>
              <w:t>2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3276392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Aterro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os últimos 0,10 m da vala com uma camada de </w:t>
            </w:r>
            <w:proofErr w:type="spellStart"/>
            <w:r>
              <w:rPr>
                <w:rFonts w:ascii="Arial" w:hAnsi="Arial" w:cs="Arial"/>
                <w:i/>
                <w:sz w:val="18"/>
                <w:szCs w:val="16"/>
              </w:rPr>
              <w:t>tout-</w:t>
            </w:r>
            <w:r w:rsidRPr="004360E7">
              <w:rPr>
                <w:rFonts w:ascii="Arial" w:hAnsi="Arial" w:cs="Arial"/>
                <w:i/>
                <w:sz w:val="18"/>
                <w:szCs w:val="16"/>
              </w:rPr>
              <w:t>venant</w:t>
            </w:r>
            <w:proofErr w:type="spellEnd"/>
            <w:r w:rsidRPr="004360E7">
              <w:rPr>
                <w:rFonts w:ascii="Arial" w:hAnsi="Arial" w:cs="Arial"/>
                <w:sz w:val="18"/>
                <w:szCs w:val="16"/>
              </w:rPr>
              <w:t xml:space="preserve"> devidamente compactado com recurso a placa vibratória.</w:t>
            </w:r>
          </w:p>
        </w:tc>
      </w:tr>
      <w:tr w:rsidR="00AC5EE5" w:rsidRPr="00537833" w14:paraId="5A78B302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5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C31D69D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F033E45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5F25C396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3783AAD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lastRenderedPageBreak/>
              <w:t>1</w:t>
            </w:r>
            <w:r>
              <w:rPr>
                <w:rFonts w:ascii="Arial" w:hAnsi="Arial" w:cs="Arial"/>
                <w:sz w:val="18"/>
                <w:szCs w:val="16"/>
              </w:rPr>
              <w:t>3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66FEEB8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>eposição do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balastro </w:t>
            </w:r>
            <w:r>
              <w:rPr>
                <w:rFonts w:ascii="Arial" w:hAnsi="Arial" w:cs="Arial"/>
                <w:sz w:val="18"/>
                <w:szCs w:val="16"/>
              </w:rPr>
              <w:t xml:space="preserve">no vão </w:t>
            </w:r>
            <w:r w:rsidRPr="004360E7">
              <w:rPr>
                <w:rFonts w:ascii="Arial" w:hAnsi="Arial" w:cs="Arial"/>
                <w:sz w:val="18"/>
                <w:szCs w:val="16"/>
              </w:rPr>
              <w:t>sobre a travessia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AC5EE5" w:rsidRPr="00537833" w14:paraId="7C8A5CDE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8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6CD3AEB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A5A12A7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70FBDB3C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319A66F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</w:t>
            </w:r>
            <w:r>
              <w:rPr>
                <w:rFonts w:ascii="Arial" w:hAnsi="Arial" w:cs="Arial"/>
                <w:sz w:val="18"/>
                <w:szCs w:val="16"/>
              </w:rPr>
              <w:t>4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A12DED7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>eposição d</w:t>
            </w:r>
            <w:r w:rsidRPr="004360E7">
              <w:rPr>
                <w:rFonts w:ascii="Arial" w:hAnsi="Arial" w:cs="Arial"/>
                <w:sz w:val="18"/>
                <w:szCs w:val="16"/>
              </w:rPr>
              <w:t>as travessas na posição inicial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AC5EE5" w:rsidRPr="00537833" w14:paraId="38AD52B3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4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91673AD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D607676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1C64FF26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5"/>
        </w:trPr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C4A81F4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1</w:t>
            </w:r>
            <w:r>
              <w:rPr>
                <w:rFonts w:ascii="Arial" w:hAnsi="Arial" w:cs="Arial"/>
                <w:sz w:val="18"/>
                <w:szCs w:val="16"/>
              </w:rPr>
              <w:t>5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168612F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>eposição do</w:t>
            </w:r>
            <w:r w:rsidRPr="004360E7">
              <w:rPr>
                <w:rFonts w:ascii="Arial" w:hAnsi="Arial" w:cs="Arial"/>
                <w:sz w:val="18"/>
                <w:szCs w:val="16"/>
              </w:rPr>
              <w:t xml:space="preserve"> balastro </w:t>
            </w:r>
            <w:r>
              <w:rPr>
                <w:rFonts w:ascii="Arial" w:hAnsi="Arial" w:cs="Arial"/>
                <w:sz w:val="18"/>
                <w:szCs w:val="16"/>
              </w:rPr>
              <w:t xml:space="preserve">restante e 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vregularização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 do mesmo. (Atenção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 para o reforço das banquetas com balastro, por forma a assegurar o encastramento lateral das travessas de acordo com o perfil transversal tipo</w:t>
            </w:r>
            <w:r>
              <w:rPr>
                <w:rFonts w:ascii="Arial" w:hAnsi="Arial" w:cs="Arial"/>
                <w:sz w:val="18"/>
                <w:szCs w:val="16"/>
              </w:rPr>
              <w:t>).</w:t>
            </w:r>
          </w:p>
        </w:tc>
      </w:tr>
      <w:tr w:rsidR="00AC5EE5" w:rsidRPr="00537833" w14:paraId="59EB9346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5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99D1BB0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B3C0DD5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594E7BAC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D7DB7AD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lastRenderedPageBreak/>
              <w:t>1</w:t>
            </w:r>
            <w:r>
              <w:rPr>
                <w:rFonts w:ascii="Arial" w:hAnsi="Arial" w:cs="Arial"/>
                <w:sz w:val="18"/>
                <w:szCs w:val="16"/>
              </w:rPr>
              <w:t>6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AFC3A1F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Ataque mecânico ligeiro da v</w:t>
            </w:r>
            <w:r w:rsidRPr="002C5D40">
              <w:rPr>
                <w:rFonts w:ascii="Arial" w:hAnsi="Arial" w:cs="Arial"/>
                <w:sz w:val="18"/>
                <w:szCs w:val="16"/>
              </w:rPr>
              <w:t>ia</w:t>
            </w:r>
            <w:r>
              <w:rPr>
                <w:rFonts w:ascii="Arial" w:hAnsi="Arial" w:cs="Arial"/>
                <w:sz w:val="18"/>
                <w:szCs w:val="16"/>
              </w:rPr>
              <w:t xml:space="preserve"> efetuado por pessoal habilitado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, </w:t>
            </w:r>
            <w:r>
              <w:rPr>
                <w:rFonts w:ascii="Arial" w:hAnsi="Arial" w:cs="Arial"/>
                <w:sz w:val="18"/>
                <w:szCs w:val="16"/>
              </w:rPr>
              <w:t>(</w:t>
            </w:r>
            <w:r w:rsidRPr="002C5D40">
              <w:rPr>
                <w:rFonts w:ascii="Arial" w:hAnsi="Arial" w:cs="Arial"/>
                <w:sz w:val="18"/>
                <w:szCs w:val="16"/>
              </w:rPr>
              <w:t>as vezes necessárias</w:t>
            </w:r>
            <w:r>
              <w:rPr>
                <w:rFonts w:ascii="Arial" w:hAnsi="Arial" w:cs="Arial"/>
                <w:sz w:val="18"/>
                <w:szCs w:val="16"/>
              </w:rPr>
              <w:t>)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de modo a garantir a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 consolidação</w:t>
            </w:r>
            <w:r>
              <w:rPr>
                <w:rFonts w:ascii="Arial" w:hAnsi="Arial" w:cs="Arial"/>
                <w:sz w:val="18"/>
                <w:szCs w:val="16"/>
              </w:rPr>
              <w:t xml:space="preserve"> e reposição</w:t>
            </w:r>
            <w:r w:rsidRPr="002C5D40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4360E7">
              <w:rPr>
                <w:rFonts w:ascii="Arial" w:hAnsi="Arial" w:cs="Arial"/>
                <w:sz w:val="18"/>
                <w:szCs w:val="16"/>
              </w:rPr>
              <w:t>a geometria de via do local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AC5EE5" w:rsidRPr="00537833" w14:paraId="173EC71F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26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2EB491B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7605F90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53B7A79C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E699F64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17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514A2D6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Monitorização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os parâmetros geométricos </w:t>
            </w:r>
            <w:r>
              <w:rPr>
                <w:rFonts w:ascii="Arial" w:hAnsi="Arial" w:cs="Arial"/>
                <w:sz w:val="18"/>
                <w:szCs w:val="16"/>
              </w:rPr>
              <w:t>no fim dos trabalhos e registo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d</w:t>
            </w:r>
            <w:r w:rsidRPr="0053679F">
              <w:rPr>
                <w:rFonts w:ascii="Arial" w:hAnsi="Arial" w:cs="Arial"/>
                <w:sz w:val="18"/>
                <w:szCs w:val="16"/>
              </w:rPr>
              <w:t>os</w:t>
            </w:r>
            <w:r>
              <w:rPr>
                <w:rFonts w:ascii="Arial" w:hAnsi="Arial" w:cs="Arial"/>
                <w:sz w:val="18"/>
                <w:szCs w:val="16"/>
              </w:rPr>
              <w:t xml:space="preserve"> resultados obtidos no 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no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53679F">
              <w:rPr>
                <w:rFonts w:ascii="Arial" w:hAnsi="Arial" w:cs="Arial"/>
                <w:sz w:val="18"/>
                <w:szCs w:val="16"/>
              </w:rPr>
              <w:t xml:space="preserve">formulário </w:t>
            </w:r>
            <w:r w:rsidRPr="00314959">
              <w:rPr>
                <w:rFonts w:ascii="Arial" w:hAnsi="Arial" w:cs="Arial"/>
                <w:i/>
                <w:sz w:val="18"/>
                <w:szCs w:val="16"/>
              </w:rPr>
              <w:t>Ficha Correção Pontual Defeitos Geométricos Via</w:t>
            </w:r>
            <w:r w:rsidRPr="0053679F"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AC5EE5" w:rsidRPr="00537833" w14:paraId="39B22E68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5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7A5EA88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3233B99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AC5EE5" w:rsidRPr="00537833" w14:paraId="3B4B2604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3AB0CC0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18</w:t>
            </w:r>
            <w:r w:rsidRPr="004360E7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9381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414C15E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 w:rsidRPr="004360E7">
              <w:rPr>
                <w:rFonts w:ascii="Arial" w:hAnsi="Arial" w:cs="Arial"/>
                <w:sz w:val="18"/>
                <w:szCs w:val="16"/>
              </w:rPr>
              <w:t>R</w:t>
            </w:r>
            <w:r>
              <w:rPr>
                <w:rFonts w:ascii="Arial" w:hAnsi="Arial" w:cs="Arial"/>
                <w:sz w:val="18"/>
                <w:szCs w:val="16"/>
              </w:rPr>
              <w:t xml:space="preserve">ecolha e transporte para deposito </w:t>
            </w:r>
            <w:r w:rsidRPr="004360E7">
              <w:rPr>
                <w:rFonts w:ascii="Arial" w:hAnsi="Arial" w:cs="Arial"/>
                <w:sz w:val="18"/>
                <w:szCs w:val="16"/>
              </w:rPr>
              <w:t>os diferentes tipos de materiais sobrantes, incluindo os geotêxtis utilizados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</w:tr>
      <w:tr w:rsidR="00AC5EE5" w:rsidRPr="00537833" w14:paraId="7EE1C843" w14:textId="77777777" w:rsidTr="003D4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5"/>
        </w:trPr>
        <w:tc>
          <w:tcPr>
            <w:tcW w:w="4796" w:type="dxa"/>
            <w:gridSpan w:val="7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CFE2C63" w14:textId="77777777" w:rsidR="00AC5EE5" w:rsidRPr="004360E7" w:rsidRDefault="00AC5EE5" w:rsidP="00B161D8">
            <w:pPr>
              <w:tabs>
                <w:tab w:val="left" w:pos="-1985"/>
              </w:tabs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1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DF9B000" w14:textId="77777777" w:rsidR="00AC5EE5" w:rsidRPr="004360E7" w:rsidRDefault="00AC5EE5" w:rsidP="00B161D8">
            <w:pPr>
              <w:tabs>
                <w:tab w:val="left" w:pos="-1985"/>
              </w:tabs>
              <w:spacing w:before="60" w:after="60"/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36CCB17E" w14:textId="038485D3" w:rsidR="003D4206" w:rsidRDefault="003D4206" w:rsidP="000C2A58">
      <w:pPr>
        <w:tabs>
          <w:tab w:val="left" w:pos="-1985"/>
        </w:tabs>
        <w:rPr>
          <w:rFonts w:ascii="Arial Narrow" w:hAnsi="Arial Narrow" w:cs="Arial"/>
          <w:sz w:val="16"/>
          <w:szCs w:val="16"/>
        </w:rPr>
      </w:pPr>
    </w:p>
    <w:p w14:paraId="0E0EA6BA" w14:textId="77777777" w:rsidR="003D4206" w:rsidRDefault="003D4206">
      <w:pPr>
        <w:jc w:val="left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br w:type="page"/>
      </w:r>
    </w:p>
    <w:tbl>
      <w:tblPr>
        <w:tblStyle w:val="TabelacomGrelha"/>
        <w:tblW w:w="992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1913"/>
        <w:gridCol w:w="2197"/>
        <w:gridCol w:w="1701"/>
        <w:gridCol w:w="3119"/>
      </w:tblGrid>
      <w:tr w:rsidR="00116C13" w:rsidRPr="00537833" w14:paraId="613B7069" w14:textId="77777777" w:rsidTr="00D82D93">
        <w:trPr>
          <w:trHeight w:val="284"/>
        </w:trPr>
        <w:tc>
          <w:tcPr>
            <w:tcW w:w="9923" w:type="dxa"/>
            <w:gridSpan w:val="5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8F8F8"/>
            <w:vAlign w:val="center"/>
          </w:tcPr>
          <w:p w14:paraId="65C2120D" w14:textId="77777777" w:rsidR="00116C13" w:rsidRPr="00B77E96" w:rsidRDefault="00116C13" w:rsidP="00D82D93">
            <w:pPr>
              <w:pStyle w:val="AllCapsHeading"/>
              <w:numPr>
                <w:ilvl w:val="0"/>
                <w:numId w:val="39"/>
              </w:numPr>
              <w:rPr>
                <w:rFonts w:ascii="Arial" w:hAnsi="Arial" w:cs="Arial"/>
                <w:b w:val="0"/>
                <w:color w:val="auto"/>
                <w:sz w:val="16"/>
                <w:szCs w:val="16"/>
                <w:lang w:val="pt-PT"/>
              </w:rPr>
            </w:pPr>
            <w:r w:rsidRPr="007A6AE5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lastRenderedPageBreak/>
              <w:t xml:space="preserve">A </w:t>
            </w:r>
            <w:proofErr w:type="spellStart"/>
            <w:r w:rsidRPr="000C2A5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>Enditadade</w:t>
            </w:r>
            <w:proofErr w:type="spellEnd"/>
            <w:r w:rsidRPr="000C2A58">
              <w:rPr>
                <w:rFonts w:ascii="Arial Narrow" w:hAnsi="Arial Narrow" w:cs="Arial"/>
                <w:caps w:val="0"/>
                <w:color w:val="auto"/>
                <w:sz w:val="20"/>
                <w:szCs w:val="20"/>
                <w:lang w:val="pt-PT"/>
              </w:rPr>
              <w:t xml:space="preserve"> Fiscalizadora</w:t>
            </w:r>
          </w:p>
        </w:tc>
      </w:tr>
      <w:tr w:rsidR="00116C13" w:rsidRPr="00537833" w14:paraId="6700DB7C" w14:textId="77777777" w:rsidTr="00D82D93">
        <w:trPr>
          <w:trHeight w:val="28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054575E" w14:textId="77777777" w:rsidR="00116C13" w:rsidRPr="004360E7" w:rsidRDefault="00116C13" w:rsidP="00D82D93">
            <w:pPr>
              <w:tabs>
                <w:tab w:val="left" w:pos="-1985"/>
              </w:tabs>
              <w:jc w:val="lef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EA88836" w14:textId="77777777" w:rsidR="00116C13" w:rsidRPr="001E6BD6" w:rsidRDefault="00116C13" w:rsidP="00D82D93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Nome</w:t>
            </w: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27E825F" w14:textId="77777777" w:rsidR="00116C13" w:rsidRPr="001E6BD6" w:rsidRDefault="00116C13" w:rsidP="00D82D93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Função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A5C28A3" w14:textId="77777777" w:rsidR="00116C13" w:rsidRPr="001E6BD6" w:rsidRDefault="00116C13" w:rsidP="00D82D93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Data</w:t>
            </w:r>
          </w:p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C8FE2E8" w14:textId="77777777" w:rsidR="00116C13" w:rsidRPr="001E6BD6" w:rsidRDefault="00116C13" w:rsidP="00D82D93">
            <w:pPr>
              <w:tabs>
                <w:tab w:val="left" w:pos="-1985"/>
              </w:tabs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Assinatura</w:t>
            </w:r>
          </w:p>
        </w:tc>
      </w:tr>
      <w:tr w:rsidR="00116C13" w:rsidRPr="00A561B4" w14:paraId="6341BF15" w14:textId="77777777" w:rsidTr="00D82D93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6F111F8" w14:textId="77777777" w:rsidR="00116C13" w:rsidRPr="001E6BD6" w:rsidRDefault="00116C13" w:rsidP="00D82D93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Elaborou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94B1C7B" w14:textId="77777777" w:rsidR="00116C13" w:rsidRPr="004360E7" w:rsidRDefault="00116C13" w:rsidP="00D82D93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19055CE" w14:textId="77777777" w:rsidR="00116C13" w:rsidRPr="004360E7" w:rsidRDefault="00116C13" w:rsidP="00D82D93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352102468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39387F60" w14:textId="77777777" w:rsidR="00116C13" w:rsidRPr="007A6AE5" w:rsidRDefault="00116C13" w:rsidP="00D82D93">
                <w:pPr>
                  <w:spacing w:before="60" w:after="60" w:line="259" w:lineRule="auto"/>
                  <w:ind w:left="184"/>
                  <w:jc w:val="left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 w:rsidRPr="00332909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77B60EA" w14:textId="616705A4" w:rsidR="00116C13" w:rsidRPr="004360E7" w:rsidRDefault="003D4206" w:rsidP="00D82D93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4230B39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Linha de Assinatura do Microsoft Office..." style="width:138.75pt;height:30pt">
                  <v:imagedata r:id="rId9" o:title=""/>
                  <o:lock v:ext="edit" ungrouping="t" rotation="t" cropping="t" verticies="t" text="t" grouping="t"/>
                  <o:signatureline v:ext="edit" id="{562A5C5E-6ACC-4DB6-8056-3DA75C63788C}" provid="{00000000-0000-0000-0000-000000000000}" issignatureline="t"/>
                </v:shape>
              </w:pict>
            </w:r>
          </w:p>
        </w:tc>
      </w:tr>
      <w:tr w:rsidR="00116C13" w:rsidRPr="00A561B4" w14:paraId="25134F30" w14:textId="77777777" w:rsidTr="00D82D93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C4C6CCE" w14:textId="77777777" w:rsidR="00116C13" w:rsidRPr="001E6BD6" w:rsidRDefault="00116C13" w:rsidP="00D82D93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Verificou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AF7156B" w14:textId="77777777" w:rsidR="00116C13" w:rsidRPr="004360E7" w:rsidRDefault="00116C13" w:rsidP="00D82D93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3FD8A02" w14:textId="77777777" w:rsidR="00116C13" w:rsidRPr="004360E7" w:rsidRDefault="00116C13" w:rsidP="00D82D93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844932417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30A423ED" w14:textId="77777777" w:rsidR="00116C13" w:rsidRPr="007A6AE5" w:rsidRDefault="00116C13" w:rsidP="00D82D93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4031397" w14:textId="7E948B98" w:rsidR="00116C13" w:rsidRPr="004360E7" w:rsidRDefault="003D4206" w:rsidP="00D82D93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47BB7C18">
                <v:shape id="_x0000_i1027" type="#_x0000_t75" alt="Linha de Assinatura do Microsoft Office..." style="width:138.75pt;height:30pt">
                  <v:imagedata r:id="rId9" o:title=""/>
                  <o:lock v:ext="edit" ungrouping="t" rotation="t" cropping="t" verticies="t" text="t" grouping="t"/>
                  <o:signatureline v:ext="edit" id="{DD167543-ED3F-4029-9289-794EFD9114EB}" provid="{00000000-0000-0000-0000-000000000000}" issignatureline="t"/>
                </v:shape>
              </w:pict>
            </w:r>
          </w:p>
        </w:tc>
      </w:tr>
      <w:tr w:rsidR="00116C13" w:rsidRPr="00A561B4" w14:paraId="69256CE1" w14:textId="77777777" w:rsidTr="00D82D93">
        <w:trPr>
          <w:trHeight w:val="454"/>
        </w:trPr>
        <w:tc>
          <w:tcPr>
            <w:tcW w:w="99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0D1BB47" w14:textId="77777777" w:rsidR="00116C13" w:rsidRPr="001E6BD6" w:rsidRDefault="00116C13" w:rsidP="00D82D93">
            <w:pPr>
              <w:tabs>
                <w:tab w:val="left" w:pos="-1985"/>
              </w:tabs>
              <w:jc w:val="left"/>
              <w:rPr>
                <w:rFonts w:ascii="Arial Narrow" w:hAnsi="Arial Narrow" w:cs="Arial"/>
                <w:sz w:val="20"/>
                <w:szCs w:val="16"/>
              </w:rPr>
            </w:pPr>
            <w:r w:rsidRPr="001E6BD6">
              <w:rPr>
                <w:rFonts w:ascii="Arial Narrow" w:hAnsi="Arial Narrow" w:cs="Arial"/>
                <w:sz w:val="20"/>
                <w:szCs w:val="16"/>
              </w:rPr>
              <w:t>Aprovou</w:t>
            </w:r>
          </w:p>
        </w:tc>
        <w:tc>
          <w:tcPr>
            <w:tcW w:w="19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90A80A3" w14:textId="47915C8B" w:rsidR="00116C13" w:rsidRPr="004360E7" w:rsidRDefault="00116C13" w:rsidP="00D82D93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19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2F5D224" w14:textId="77777777" w:rsidR="00116C13" w:rsidRPr="004360E7" w:rsidRDefault="00116C13" w:rsidP="00D82D93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Diretor de Fiscalização</w:t>
            </w:r>
          </w:p>
        </w:tc>
        <w:tc>
          <w:tcPr>
            <w:tcW w:w="1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448380453"/>
              <w:date>
                <w:dateFormat w:val="yyyy-MM-dd"/>
                <w:lid w:val="pt-PT"/>
                <w:storeMappedDataAs w:val="dateTime"/>
                <w:calendar w:val="gregorian"/>
              </w:date>
            </w:sdtPr>
            <w:sdtEndPr/>
            <w:sdtContent>
              <w:p w14:paraId="0B8BA29F" w14:textId="77777777" w:rsidR="00116C13" w:rsidRPr="007A6AE5" w:rsidRDefault="00116C13" w:rsidP="00D82D93">
                <w:pPr>
                  <w:spacing w:before="60" w:after="60"/>
                  <w:ind w:left="184"/>
                  <w:rPr>
                    <w:rFonts w:ascii="Arial" w:hAnsi="Arial" w:cs="Arial"/>
                    <w:sz w:val="18"/>
                    <w:szCs w:val="18"/>
                  </w:rPr>
                </w:pPr>
                <w:proofErr w:type="spellStart"/>
                <w:r w:rsidRPr="00332909">
                  <w:rPr>
                    <w:rFonts w:ascii="Arial" w:hAnsi="Arial" w:cs="Arial"/>
                    <w:sz w:val="18"/>
                    <w:szCs w:val="18"/>
                  </w:rPr>
                  <w:t>aaaa</w:t>
                </w:r>
                <w:proofErr w:type="spellEnd"/>
                <w:r w:rsidRPr="00332909">
                  <w:rPr>
                    <w:rFonts w:ascii="Arial" w:hAnsi="Arial" w:cs="Arial"/>
                    <w:sz w:val="18"/>
                    <w:szCs w:val="18"/>
                  </w:rPr>
                  <w:t>-mm-</w:t>
                </w:r>
                <w:proofErr w:type="spellStart"/>
                <w:r w:rsidRPr="00332909">
                  <w:rPr>
                    <w:rFonts w:ascii="Arial" w:hAnsi="Arial" w:cs="Arial"/>
                    <w:sz w:val="18"/>
                    <w:szCs w:val="18"/>
                  </w:rPr>
                  <w:t>dd</w:t>
                </w:r>
                <w:proofErr w:type="spellEnd"/>
                <w:r w:rsidRPr="00332909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31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6EA64B0" w14:textId="70DBA8AF" w:rsidR="00116C13" w:rsidRPr="004360E7" w:rsidRDefault="003D4206" w:rsidP="00D82D93">
            <w:pPr>
              <w:tabs>
                <w:tab w:val="left" w:pos="-1985"/>
              </w:tabs>
              <w:spacing w:before="60" w:after="6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pict w14:anchorId="62BC6781">
                <v:shape id="_x0000_i1029" type="#_x0000_t75" alt="Linha de Assinatura do Microsoft Office..." style="width:138.75pt;height:30pt">
                  <v:imagedata r:id="rId9" o:title=""/>
                  <o:lock v:ext="edit" ungrouping="t" rotation="t" cropping="t" verticies="t" text="t" grouping="t"/>
                  <o:signatureline v:ext="edit" id="{F2D3F5DE-81A7-4016-84DD-F5901B000483}" provid="{00000000-0000-0000-0000-000000000000}" issignatureline="t"/>
                </v:shape>
              </w:pict>
            </w:r>
          </w:p>
        </w:tc>
      </w:tr>
    </w:tbl>
    <w:p w14:paraId="5BCEF5BD" w14:textId="77777777" w:rsidR="00116C13" w:rsidRDefault="00116C13" w:rsidP="000C2A58">
      <w:pPr>
        <w:tabs>
          <w:tab w:val="left" w:pos="-1985"/>
        </w:tabs>
        <w:rPr>
          <w:rFonts w:ascii="Arial Narrow" w:hAnsi="Arial Narrow" w:cs="Arial"/>
          <w:sz w:val="16"/>
          <w:szCs w:val="16"/>
        </w:rPr>
      </w:pPr>
    </w:p>
    <w:sectPr w:rsidR="00116C13" w:rsidSect="00DB267B">
      <w:headerReference w:type="default" r:id="rId10"/>
      <w:footerReference w:type="default" r:id="rId11"/>
      <w:pgSz w:w="11913" w:h="16834"/>
      <w:pgMar w:top="680" w:right="573" w:bottom="567" w:left="1418" w:header="680" w:footer="629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68E5C" w14:textId="77777777" w:rsidR="000E1610" w:rsidRDefault="000E1610">
      <w:r>
        <w:separator/>
      </w:r>
    </w:p>
  </w:endnote>
  <w:endnote w:type="continuationSeparator" w:id="0">
    <w:p w14:paraId="12D06258" w14:textId="77777777" w:rsidR="000E1610" w:rsidRDefault="000E1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B506E" w14:textId="4C503D53" w:rsidR="007D717E" w:rsidRPr="00F935F3" w:rsidRDefault="007D717E" w:rsidP="003D5713">
    <w:pPr>
      <w:pStyle w:val="Rodap"/>
      <w:pBdr>
        <w:top w:val="single" w:sz="6" w:space="6" w:color="A6A6A6" w:themeColor="background1" w:themeShade="A6"/>
      </w:pBdr>
      <w:tabs>
        <w:tab w:val="left" w:pos="9072"/>
        <w:tab w:val="right" w:pos="9922"/>
      </w:tabs>
      <w:ind w:left="-142"/>
      <w:jc w:val="left"/>
      <w:rPr>
        <w:rFonts w:ascii="Arial" w:hAnsi="Arial"/>
        <w:sz w:val="16"/>
        <w:szCs w:val="16"/>
      </w:rPr>
    </w:pPr>
    <w:r w:rsidRPr="00F935F3">
      <w:rPr>
        <w:noProof/>
        <w:sz w:val="16"/>
        <w:szCs w:val="16"/>
        <w:lang w:eastAsia="pt-P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EADD0C" wp14:editId="592F0DEB">
              <wp:simplePos x="0" y="0"/>
              <wp:positionH relativeFrom="column">
                <wp:posOffset>6046470</wp:posOffset>
              </wp:positionH>
              <wp:positionV relativeFrom="paragraph">
                <wp:posOffset>73660</wp:posOffset>
              </wp:positionV>
              <wp:extent cx="239395" cy="178435"/>
              <wp:effectExtent l="0" t="0" r="8255" b="0"/>
              <wp:wrapSquare wrapText="bothSides"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9395" cy="178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D35D43F" w14:textId="77777777" w:rsidR="007D717E" w:rsidRPr="00335EFE" w:rsidRDefault="007D717E" w:rsidP="0007214E">
                          <w:pPr>
                            <w:tabs>
                              <w:tab w:val="right" w:pos="8550"/>
                            </w:tabs>
                            <w:spacing w:line="100" w:lineRule="atLeast"/>
                            <w:rPr>
                              <w:rFonts w:ascii="Arial" w:hAnsi="Arial" w:cs="Arial"/>
                            </w:rPr>
                          </w:pP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begin"/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separate"/>
                          </w:r>
                          <w:r w:rsidR="00AC5EE5">
                            <w:rPr>
                              <w:rFonts w:ascii="Arial" w:hAnsi="Arial" w:cs="Arial"/>
                              <w:b/>
                              <w:noProof/>
                              <w:sz w:val="20"/>
                            </w:rPr>
                            <w:t>3</w: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end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</w:rPr>
                            <w:t>.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begin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instrText xml:space="preserve"> NUMPAGES </w:instrTex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separate"/>
                          </w:r>
                          <w:r w:rsidR="00AC5EE5">
                            <w:rPr>
                              <w:rFonts w:ascii="Arial" w:hAnsi="Arial" w:cs="Arial"/>
                              <w:b/>
                              <w:noProof/>
                              <w:color w:val="7F7F7F"/>
                              <w:sz w:val="20"/>
                              <w:vertAlign w:val="superscript"/>
                            </w:rPr>
                            <w:t>7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w14:anchorId="7CEADD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6.1pt;margin-top:5.8pt;width:18.85pt;height:14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" stroked="f">
              <v:textbox inset="0,0,0,0">
                <w:txbxContent>
                  <w:p w14:paraId="7D35D43F" w14:textId="77777777" w:rsidR="007D717E" w:rsidRPr="00335EFE" w:rsidRDefault="007D717E" w:rsidP="0007214E">
                    <w:pPr>
                      <w:tabs>
                        <w:tab w:val="right" w:pos="8550"/>
                      </w:tabs>
                      <w:spacing w:line="100" w:lineRule="atLeast"/>
                      <w:rPr>
                        <w:rFonts w:ascii="Arial" w:hAnsi="Arial" w:cs="Arial"/>
                      </w:rPr>
                    </w:pP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begin"/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instrText xml:space="preserve"> PAGE </w:instrTex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separate"/>
                    </w:r>
                    <w:r w:rsidR="00AC5EE5">
                      <w:rPr>
                        <w:rFonts w:ascii="Arial" w:hAnsi="Arial" w:cs="Arial"/>
                        <w:b/>
                        <w:noProof/>
                        <w:sz w:val="20"/>
                      </w:rPr>
                      <w:t>3</w: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end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</w:rPr>
                      <w:t>.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begin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instrText xml:space="preserve"> NUMPAGES </w:instrTex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separate"/>
                    </w:r>
                    <w:r w:rsidR="00AC5EE5">
                      <w:rPr>
                        <w:rFonts w:ascii="Arial" w:hAnsi="Arial" w:cs="Arial"/>
                        <w:b/>
                        <w:noProof/>
                        <w:color w:val="7F7F7F"/>
                        <w:sz w:val="20"/>
                        <w:vertAlign w:val="superscript"/>
                      </w:rPr>
                      <w:t>7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proofErr w:type="gramStart"/>
    <w:r w:rsidRPr="00F935F3">
      <w:rPr>
        <w:rFonts w:ascii="Arial" w:hAnsi="Arial"/>
        <w:color w:val="808080" w:themeColor="background1" w:themeShade="80"/>
        <w:sz w:val="16"/>
        <w:szCs w:val="16"/>
      </w:rPr>
      <w:t>Ficheiro:..</w:t>
    </w:r>
    <w:proofErr w:type="gramEnd"/>
    <w:r w:rsidRPr="00F935F3">
      <w:rPr>
        <w:rFonts w:ascii="Arial" w:hAnsi="Arial"/>
        <w:color w:val="808080" w:themeColor="background1" w:themeShade="80"/>
        <w:sz w:val="16"/>
        <w:szCs w:val="16"/>
      </w:rPr>
      <w:t>\\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begin"/>
    </w:r>
    <w:r w:rsidRPr="00F935F3">
      <w:rPr>
        <w:rFonts w:ascii="Arial" w:hAnsi="Arial"/>
        <w:color w:val="808080" w:themeColor="background1" w:themeShade="80"/>
        <w:sz w:val="16"/>
        <w:szCs w:val="16"/>
      </w:rPr>
      <w:instrText xml:space="preserve"> FILENAME   \* MERGEFORMAT </w:instrTex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separate"/>
    </w:r>
    <w:r w:rsidR="003D4206">
      <w:rPr>
        <w:rFonts w:ascii="Arial" w:hAnsi="Arial"/>
        <w:noProof/>
        <w:color w:val="808080" w:themeColor="background1" w:themeShade="80"/>
        <w:sz w:val="16"/>
        <w:szCs w:val="16"/>
      </w:rPr>
      <w:t>A2_aammdd_Relatório_Fotográfico(Rv02).docx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end"/>
    </w:r>
    <w:r w:rsidRPr="00F935F3">
      <w:rPr>
        <w:rFonts w:ascii="Arial" w:hAnsi="Arial"/>
        <w:sz w:val="16"/>
        <w:szCs w:val="16"/>
      </w:rPr>
      <w:tab/>
    </w:r>
    <w:r w:rsidRPr="00F935F3">
      <w:rPr>
        <w:rFonts w:ascii="Arial" w:hAnsi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3EF79" w14:textId="77777777" w:rsidR="000E1610" w:rsidRDefault="000E1610">
      <w:r>
        <w:separator/>
      </w:r>
    </w:p>
  </w:footnote>
  <w:footnote w:type="continuationSeparator" w:id="0">
    <w:p w14:paraId="06239E50" w14:textId="77777777" w:rsidR="000E1610" w:rsidRDefault="000E1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0" w:type="dxa"/>
      <w:tblInd w:w="-35" w:type="dxa"/>
      <w:tblBorders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  <w:insideH w:val="single" w:sz="6" w:space="0" w:color="C0C0C0"/>
        <w:insideV w:val="single" w:sz="6" w:space="0" w:color="C0C0C0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728"/>
      <w:gridCol w:w="736"/>
      <w:gridCol w:w="2099"/>
      <w:gridCol w:w="1134"/>
      <w:gridCol w:w="1843"/>
      <w:gridCol w:w="2410"/>
    </w:tblGrid>
    <w:tr w:rsidR="0045305D" w:rsidRPr="00E4071A" w14:paraId="7F1C0934" w14:textId="77777777" w:rsidTr="003464C2">
      <w:trPr>
        <w:trHeight w:val="439"/>
      </w:trPr>
      <w:tc>
        <w:tcPr>
          <w:tcW w:w="1728" w:type="dxa"/>
          <w:vMerge w:val="restart"/>
        </w:tcPr>
        <w:p w14:paraId="0961B6BE" w14:textId="77777777" w:rsidR="0045305D" w:rsidRPr="00ED0E1F" w:rsidRDefault="0045305D" w:rsidP="00ED0E1F">
          <w:r>
            <w:rPr>
              <w:rFonts w:ascii="Arial" w:hAnsi="Arial" w:cs="Arial"/>
              <w:noProof/>
              <w:sz w:val="20"/>
              <w:lang w:eastAsia="pt-PT"/>
            </w:rPr>
            <w:drawing>
              <wp:inline distT="0" distB="0" distL="0" distR="0" wp14:anchorId="1F401D4A" wp14:editId="79B05647">
                <wp:extent cx="1034415" cy="688975"/>
                <wp:effectExtent l="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P-LogoVert-RGB_300x200px300dp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415" cy="688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gridSpan w:val="4"/>
          <w:vMerge w:val="restart"/>
        </w:tcPr>
        <w:p w14:paraId="04AC47F5" w14:textId="77777777" w:rsidR="0045305D" w:rsidRPr="00C9198A" w:rsidRDefault="0045305D" w:rsidP="00C9198A">
          <w:pPr>
            <w:spacing w:before="80" w:after="40"/>
            <w:ind w:right="-108"/>
            <w:jc w:val="left"/>
            <w:rPr>
              <w:rFonts w:ascii="Arial" w:hAnsi="Arial" w:cs="Arial"/>
              <w:b/>
              <w:caps/>
              <w:sz w:val="19"/>
              <w:szCs w:val="19"/>
            </w:rPr>
          </w:pPr>
          <w:r w:rsidRPr="00C9198A">
            <w:rPr>
              <w:rFonts w:ascii="Arial" w:hAnsi="Arial" w:cs="Arial"/>
              <w:b/>
              <w:caps/>
              <w:sz w:val="19"/>
              <w:szCs w:val="19"/>
            </w:rPr>
            <w:t>Pedido Extraordinário de travessia a céu aberto</w:t>
          </w:r>
        </w:p>
        <w:p w14:paraId="60512691" w14:textId="28FEED1C" w:rsidR="0045305D" w:rsidRPr="007F193D" w:rsidRDefault="00A33A08" w:rsidP="0086671C">
          <w:pPr>
            <w:spacing w:after="60"/>
            <w:jc w:val="left"/>
            <w:rPr>
              <w:rFonts w:ascii="Arial" w:hAnsi="Arial" w:cs="Arial"/>
              <w:b/>
              <w:i/>
              <w:sz w:val="20"/>
            </w:rPr>
          </w:pPr>
          <w:r w:rsidRPr="00B038E6">
            <w:rPr>
              <w:rFonts w:ascii="Arial" w:hAnsi="Arial" w:cs="Arial"/>
              <w:i/>
              <w:color w:val="808080" w:themeColor="background1" w:themeShade="80"/>
              <w:sz w:val="20"/>
              <w:highlight w:val="yellow"/>
            </w:rPr>
            <w:t>Designação do contrato</w:t>
          </w:r>
        </w:p>
      </w:tc>
      <w:tc>
        <w:tcPr>
          <w:tcW w:w="2410" w:type="dxa"/>
        </w:tcPr>
        <w:p w14:paraId="24417B18" w14:textId="3DF113ED" w:rsidR="0045305D" w:rsidRPr="00E4071A" w:rsidRDefault="0045305D" w:rsidP="0086671C">
          <w:pPr>
            <w:spacing w:before="120" w:after="12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b/>
              <w:sz w:val="18"/>
            </w:rPr>
            <w:t xml:space="preserve">CONTRATO: </w:t>
          </w:r>
          <w:r w:rsidR="00A33A08" w:rsidRPr="00B038E6">
            <w:rPr>
              <w:rFonts w:ascii="Arial" w:hAnsi="Arial" w:cs="Arial"/>
              <w:b/>
              <w:sz w:val="18"/>
              <w:highlight w:val="yellow"/>
            </w:rPr>
            <w:t>XXXXXXXX</w:t>
          </w:r>
        </w:p>
      </w:tc>
    </w:tr>
    <w:tr w:rsidR="0045305D" w:rsidRPr="00E4071A" w14:paraId="1D441C49" w14:textId="77777777" w:rsidTr="003464C2">
      <w:trPr>
        <w:trHeight w:val="284"/>
      </w:trPr>
      <w:tc>
        <w:tcPr>
          <w:tcW w:w="1728" w:type="dxa"/>
          <w:vMerge/>
        </w:tcPr>
        <w:p w14:paraId="719A06A6" w14:textId="77777777" w:rsidR="0045305D" w:rsidRPr="00E4071A" w:rsidRDefault="0045305D" w:rsidP="0086671C">
          <w:pPr>
            <w:rPr>
              <w:noProof/>
              <w:lang w:eastAsia="pt-PT"/>
            </w:rPr>
          </w:pPr>
        </w:p>
      </w:tc>
      <w:tc>
        <w:tcPr>
          <w:tcW w:w="5812" w:type="dxa"/>
          <w:gridSpan w:val="4"/>
          <w:vMerge/>
          <w:vAlign w:val="center"/>
        </w:tcPr>
        <w:p w14:paraId="3CFE0AC3" w14:textId="77777777" w:rsidR="0045305D" w:rsidRPr="0007214E" w:rsidRDefault="0045305D" w:rsidP="0086671C">
          <w:pPr>
            <w:spacing w:before="80" w:after="40"/>
            <w:ind w:right="-108"/>
            <w:jc w:val="left"/>
            <w:rPr>
              <w:rFonts w:ascii="Arial" w:hAnsi="Arial" w:cs="Arial"/>
              <w:b/>
              <w:caps/>
              <w:sz w:val="20"/>
            </w:rPr>
          </w:pPr>
        </w:p>
      </w:tc>
      <w:tc>
        <w:tcPr>
          <w:tcW w:w="2410" w:type="dxa"/>
        </w:tcPr>
        <w:p w14:paraId="78EFA970" w14:textId="5CD498AD" w:rsidR="0045305D" w:rsidRPr="00ED0E1F" w:rsidRDefault="00A33A08" w:rsidP="00ED0E1F">
          <w:pPr>
            <w:spacing w:before="160" w:after="120"/>
            <w:rPr>
              <w:rFonts w:ascii="Arial" w:hAnsi="Arial" w:cs="Arial"/>
              <w:b/>
              <w:spacing w:val="30"/>
              <w:sz w:val="20"/>
            </w:rPr>
          </w:pPr>
          <w:r w:rsidRPr="00D20FC5">
            <w:rPr>
              <w:rFonts w:ascii="Arial" w:hAnsi="Arial" w:cs="Arial"/>
              <w:b/>
              <w:sz w:val="18"/>
              <w:highlight w:val="yellow"/>
            </w:rPr>
            <w:t>Designação/Logo EE</w:t>
          </w:r>
        </w:p>
      </w:tc>
    </w:tr>
    <w:tr w:rsidR="00A33A08" w:rsidRPr="00E4071A" w14:paraId="5950700D" w14:textId="77777777" w:rsidTr="003464C2">
      <w:tblPrEx>
        <w:tblCellMar>
          <w:left w:w="108" w:type="dxa"/>
          <w:right w:w="108" w:type="dxa"/>
        </w:tblCellMar>
      </w:tblPrEx>
      <w:trPr>
        <w:trHeight w:val="240"/>
      </w:trPr>
      <w:tc>
        <w:tcPr>
          <w:tcW w:w="1728" w:type="dxa"/>
          <w:vMerge/>
        </w:tcPr>
        <w:p w14:paraId="58FDD3E4" w14:textId="77777777" w:rsidR="00A33A08" w:rsidRPr="00ED0E1F" w:rsidRDefault="00A33A08" w:rsidP="00A33A08">
          <w:pPr>
            <w:spacing w:before="120"/>
            <w:ind w:right="-130"/>
            <w:rPr>
              <w:rFonts w:ascii="Arial" w:hAnsi="Arial" w:cs="Arial"/>
              <w:b/>
              <w:sz w:val="20"/>
            </w:rPr>
          </w:pPr>
        </w:p>
      </w:tc>
      <w:tc>
        <w:tcPr>
          <w:tcW w:w="736" w:type="dxa"/>
          <w:vMerge w:val="restart"/>
          <w:tcBorders>
            <w:right w:val="nil"/>
          </w:tcBorders>
          <w:vAlign w:val="center"/>
        </w:tcPr>
        <w:p w14:paraId="1CB6B496" w14:textId="77777777" w:rsidR="00A33A08" w:rsidRPr="00DC71E3" w:rsidRDefault="00A33A08" w:rsidP="00A33A08">
          <w:pPr>
            <w:pStyle w:val="Cabealho"/>
            <w:jc w:val="left"/>
            <w:rPr>
              <w:rFonts w:ascii="Arial" w:hAnsi="Arial" w:cs="Arial"/>
              <w:b w:val="0"/>
              <w:caps w:val="0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REf:</w:t>
          </w:r>
        </w:p>
      </w:tc>
      <w:tc>
        <w:tcPr>
          <w:tcW w:w="2099" w:type="dxa"/>
          <w:vMerge w:val="restart"/>
          <w:tcBorders>
            <w:left w:val="nil"/>
          </w:tcBorders>
          <w:vAlign w:val="center"/>
        </w:tcPr>
        <w:p w14:paraId="283AA168" w14:textId="138CDB71" w:rsidR="00A33A08" w:rsidRPr="00DC71E3" w:rsidRDefault="00A33A08" w:rsidP="00A33A08">
          <w:pPr>
            <w:pStyle w:val="Cabealho"/>
            <w:ind w:left="-108"/>
            <w:jc w:val="left"/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</w:pPr>
          <w:r w:rsidRPr="000C1DA3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ref. da EF</w:t>
          </w:r>
        </w:p>
      </w:tc>
      <w:tc>
        <w:tcPr>
          <w:tcW w:w="1134" w:type="dxa"/>
          <w:tcBorders>
            <w:right w:val="nil"/>
          </w:tcBorders>
          <w:vAlign w:val="center"/>
        </w:tcPr>
        <w:p w14:paraId="6C4ECE1F" w14:textId="77777777" w:rsidR="00A33A08" w:rsidRPr="00DC71E3" w:rsidRDefault="00A33A08" w:rsidP="00A33A08">
          <w:pPr>
            <w:pStyle w:val="Cabealho"/>
            <w:jc w:val="left"/>
            <w:rPr>
              <w:rFonts w:ascii="Arial" w:hAnsi="Arial" w:cs="Arial"/>
              <w:b w:val="0"/>
              <w:caps w:val="0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PROC:</w:t>
          </w:r>
        </w:p>
      </w:tc>
      <w:tc>
        <w:tcPr>
          <w:tcW w:w="1843" w:type="dxa"/>
          <w:tcBorders>
            <w:left w:val="nil"/>
          </w:tcBorders>
          <w:vAlign w:val="center"/>
        </w:tcPr>
        <w:p w14:paraId="26467612" w14:textId="16205154" w:rsidR="00A33A08" w:rsidRPr="00DC71E3" w:rsidRDefault="00A33A08" w:rsidP="00A33A08">
          <w:pPr>
            <w:pStyle w:val="Cabealho"/>
            <w:ind w:left="-108"/>
            <w:jc w:val="left"/>
            <w:rPr>
              <w:rFonts w:ascii="Arial" w:hAnsi="Arial" w:cs="Arial"/>
              <w:caps w:val="0"/>
              <w:color w:val="808080" w:themeColor="background1" w:themeShade="80"/>
              <w:sz w:val="18"/>
              <w:szCs w:val="18"/>
            </w:rPr>
          </w:pPr>
          <w:hyperlink r:id="rId2" w:history="1">
            <w:r w:rsidRPr="00B038E6">
              <w:rPr>
                <w:rStyle w:val="Hiperligao"/>
                <w:rFonts w:ascii="Arial" w:hAnsi="Arial" w:cs="Arial"/>
                <w:caps w:val="0"/>
                <w:color w:val="auto"/>
                <w:sz w:val="18"/>
                <w:szCs w:val="18"/>
                <w:highlight w:val="yellow"/>
                <w:u w:val="none"/>
              </w:rPr>
              <w:t>N.º</w:t>
            </w:r>
          </w:hyperlink>
          <w:r w:rsidRPr="00B038E6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 Processo DO</w:t>
          </w:r>
        </w:p>
      </w:tc>
      <w:tc>
        <w:tcPr>
          <w:tcW w:w="2410" w:type="dxa"/>
          <w:vMerge w:val="restart"/>
          <w:vAlign w:val="center"/>
        </w:tcPr>
        <w:p w14:paraId="782C5F49" w14:textId="77777777" w:rsidR="00A33A08" w:rsidRPr="00DC71E3" w:rsidRDefault="00A33A08" w:rsidP="00A33A08">
          <w:pPr>
            <w:pStyle w:val="Cabealho"/>
            <w:jc w:val="left"/>
            <w:rPr>
              <w:rFonts w:ascii="Arial" w:hAnsi="Arial" w:cs="Arial"/>
              <w:sz w:val="18"/>
              <w:szCs w:val="18"/>
            </w:rPr>
          </w:pPr>
          <w:r w:rsidRPr="001E3C6E">
            <w:rPr>
              <w:rFonts w:ascii="Arial" w:hAnsi="Arial" w:cs="Arial"/>
              <w:color w:val="808080"/>
              <w:sz w:val="18"/>
              <w:szCs w:val="18"/>
            </w:rPr>
            <w:t>DATA:</w:t>
          </w:r>
          <w:r w:rsidRPr="00DC71E3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t xml:space="preserve"> </w:t>
          </w:r>
          <w:sdt>
            <w:sdtPr>
              <w:rPr>
                <w:rFonts w:ascii="Arial" w:hAnsi="Arial" w:cs="Arial"/>
                <w:caps w:val="0"/>
                <w:sz w:val="18"/>
                <w:szCs w:val="18"/>
              </w:rPr>
              <w:id w:val="-1217204672"/>
              <w:date>
                <w:dateFormat w:val="dd-MM-yyyy"/>
                <w:lid w:val="pt-PT"/>
                <w:storeMappedDataAs w:val="dateTime"/>
                <w:calendar w:val="gregorian"/>
              </w:date>
            </w:sdtPr>
            <w:sdtContent>
              <w:proofErr w:type="spellStart"/>
              <w:r w:rsidRPr="003464C2">
                <w:rPr>
                  <w:rFonts w:ascii="Arial" w:hAnsi="Arial" w:cs="Arial"/>
                  <w:caps w:val="0"/>
                  <w:sz w:val="18"/>
                  <w:szCs w:val="18"/>
                </w:rPr>
                <w:t>aaaa</w:t>
              </w:r>
              <w:proofErr w:type="spellEnd"/>
              <w:r w:rsidRPr="003464C2">
                <w:rPr>
                  <w:rFonts w:ascii="Arial" w:hAnsi="Arial" w:cs="Arial"/>
                  <w:caps w:val="0"/>
                  <w:sz w:val="18"/>
                  <w:szCs w:val="18"/>
                </w:rPr>
                <w:t>-mm-</w:t>
              </w:r>
              <w:proofErr w:type="spellStart"/>
              <w:r w:rsidRPr="003464C2">
                <w:rPr>
                  <w:rFonts w:ascii="Arial" w:hAnsi="Arial" w:cs="Arial"/>
                  <w:caps w:val="0"/>
                  <w:sz w:val="18"/>
                  <w:szCs w:val="18"/>
                </w:rPr>
                <w:t>dd</w:t>
              </w:r>
              <w:proofErr w:type="spellEnd"/>
            </w:sdtContent>
          </w:sdt>
          <w:r>
            <w:rPr>
              <w:rFonts w:ascii="Arial" w:hAnsi="Arial" w:cs="Arial"/>
              <w:caps w:val="0"/>
              <w:sz w:val="18"/>
              <w:szCs w:val="18"/>
            </w:rPr>
            <w:t xml:space="preserve"> </w:t>
          </w:r>
          <w:proofErr w:type="gramStart"/>
          <w:r>
            <w:rPr>
              <w:rFonts w:ascii="Arial" w:hAnsi="Arial" w:cs="Arial"/>
              <w:caps w:val="0"/>
              <w:sz w:val="18"/>
              <w:szCs w:val="18"/>
            </w:rPr>
            <w:t xml:space="preserve">   (</w:t>
          </w:r>
          <w:proofErr w:type="gramEnd"/>
          <w:r>
            <w:rPr>
              <w:rFonts w:ascii="Arial" w:hAnsi="Arial" w:cs="Arial"/>
              <w:caps w:val="0"/>
              <w:sz w:val="18"/>
              <w:szCs w:val="18"/>
            </w:rPr>
            <w:t>1)</w:t>
          </w:r>
        </w:p>
      </w:tc>
    </w:tr>
    <w:tr w:rsidR="0045305D" w:rsidRPr="00E4071A" w14:paraId="242AD866" w14:textId="77777777" w:rsidTr="003464C2">
      <w:tblPrEx>
        <w:tblCellMar>
          <w:left w:w="108" w:type="dxa"/>
          <w:right w:w="108" w:type="dxa"/>
        </w:tblCellMar>
      </w:tblPrEx>
      <w:trPr>
        <w:trHeight w:val="240"/>
      </w:trPr>
      <w:tc>
        <w:tcPr>
          <w:tcW w:w="1728" w:type="dxa"/>
          <w:vMerge/>
        </w:tcPr>
        <w:p w14:paraId="7DE7785D" w14:textId="77777777" w:rsidR="0045305D" w:rsidRPr="00ED0E1F" w:rsidRDefault="0045305D" w:rsidP="0086671C">
          <w:pPr>
            <w:spacing w:before="120"/>
            <w:ind w:right="-130"/>
            <w:rPr>
              <w:rFonts w:ascii="Arial" w:hAnsi="Arial" w:cs="Arial"/>
              <w:b/>
              <w:sz w:val="20"/>
            </w:rPr>
          </w:pPr>
        </w:p>
      </w:tc>
      <w:tc>
        <w:tcPr>
          <w:tcW w:w="736" w:type="dxa"/>
          <w:vMerge/>
          <w:tcBorders>
            <w:right w:val="nil"/>
          </w:tcBorders>
          <w:vAlign w:val="center"/>
        </w:tcPr>
        <w:p w14:paraId="3401793A" w14:textId="77777777" w:rsidR="0045305D" w:rsidRPr="001E3C6E" w:rsidRDefault="0045305D" w:rsidP="0086671C">
          <w:pPr>
            <w:pStyle w:val="Cabealho"/>
            <w:jc w:val="left"/>
            <w:rPr>
              <w:rFonts w:ascii="Arial" w:hAnsi="Arial" w:cs="Arial"/>
              <w:color w:val="808080"/>
              <w:sz w:val="18"/>
              <w:szCs w:val="18"/>
            </w:rPr>
          </w:pPr>
        </w:p>
      </w:tc>
      <w:tc>
        <w:tcPr>
          <w:tcW w:w="2099" w:type="dxa"/>
          <w:vMerge/>
          <w:tcBorders>
            <w:left w:val="nil"/>
            <w:bottom w:val="single" w:sz="6" w:space="0" w:color="C0C0C0"/>
          </w:tcBorders>
          <w:vAlign w:val="center"/>
        </w:tcPr>
        <w:p w14:paraId="37948036" w14:textId="77777777" w:rsidR="0045305D" w:rsidRPr="002E0F7B" w:rsidRDefault="0045305D" w:rsidP="007B2F1C">
          <w:pPr>
            <w:pStyle w:val="Cabealho"/>
            <w:ind w:left="-108"/>
            <w:jc w:val="left"/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u w:val="none"/>
            </w:rPr>
          </w:pPr>
        </w:p>
      </w:tc>
      <w:tc>
        <w:tcPr>
          <w:tcW w:w="1134" w:type="dxa"/>
          <w:tcBorders>
            <w:bottom w:val="single" w:sz="6" w:space="0" w:color="C0C0C0"/>
            <w:right w:val="nil"/>
          </w:tcBorders>
          <w:vAlign w:val="center"/>
        </w:tcPr>
        <w:p w14:paraId="57075ECC" w14:textId="77777777" w:rsidR="0045305D" w:rsidRPr="001E3C6E" w:rsidRDefault="0045305D" w:rsidP="0086671C">
          <w:pPr>
            <w:pStyle w:val="Cabealho"/>
            <w:jc w:val="left"/>
            <w:rPr>
              <w:rFonts w:ascii="Arial" w:hAnsi="Arial" w:cs="Arial"/>
              <w:color w:val="808080"/>
              <w:sz w:val="18"/>
              <w:szCs w:val="18"/>
            </w:rPr>
          </w:pPr>
          <w:r>
            <w:rPr>
              <w:rFonts w:ascii="Arial" w:hAnsi="Arial" w:cs="Arial"/>
              <w:color w:val="808080"/>
              <w:sz w:val="18"/>
              <w:szCs w:val="18"/>
            </w:rPr>
            <w:t>REF. DO</w:t>
          </w:r>
          <w:r w:rsidR="003464C2">
            <w:rPr>
              <w:rFonts w:ascii="Arial" w:hAnsi="Arial" w:cs="Arial"/>
              <w:color w:val="808080"/>
              <w:sz w:val="18"/>
              <w:szCs w:val="18"/>
            </w:rPr>
            <w:t>:</w:t>
          </w:r>
        </w:p>
      </w:tc>
      <w:tc>
        <w:tcPr>
          <w:tcW w:w="1843" w:type="dxa"/>
          <w:tcBorders>
            <w:left w:val="nil"/>
            <w:bottom w:val="single" w:sz="6" w:space="0" w:color="C0C0C0"/>
          </w:tcBorders>
          <w:vAlign w:val="center"/>
        </w:tcPr>
        <w:p w14:paraId="50CCA761" w14:textId="689314B7" w:rsidR="0045305D" w:rsidRDefault="00A33A08" w:rsidP="007B2F1C">
          <w:pPr>
            <w:pStyle w:val="Cabealho"/>
            <w:ind w:left="-108"/>
            <w:jc w:val="left"/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u w:val="none"/>
            </w:rPr>
          </w:pPr>
          <w:r w:rsidRPr="000C1DA3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ref. </w:t>
          </w:r>
          <w:proofErr w:type="spellStart"/>
          <w:r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Aprov</w:t>
          </w:r>
          <w:proofErr w:type="spellEnd"/>
          <w:r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. </w:t>
          </w:r>
          <w:r w:rsidRPr="000C1DA3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d</w:t>
          </w:r>
          <w:r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>o</w:t>
          </w:r>
          <w:r w:rsidRPr="000C1DA3"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highlight w:val="yellow"/>
              <w:u w:val="none"/>
            </w:rPr>
            <w:t xml:space="preserve"> </w:t>
          </w:r>
          <w:proofErr w:type="spellStart"/>
          <w:r>
            <w:rPr>
              <w:rStyle w:val="Hiperligao"/>
              <w:rFonts w:ascii="Arial" w:hAnsi="Arial" w:cs="Arial"/>
              <w:caps w:val="0"/>
              <w:color w:val="auto"/>
              <w:sz w:val="18"/>
              <w:szCs w:val="18"/>
              <w:u w:val="none"/>
            </w:rPr>
            <w:t>DO</w:t>
          </w:r>
          <w:proofErr w:type="spellEnd"/>
        </w:p>
      </w:tc>
      <w:tc>
        <w:tcPr>
          <w:tcW w:w="2410" w:type="dxa"/>
          <w:vMerge/>
          <w:vAlign w:val="center"/>
        </w:tcPr>
        <w:p w14:paraId="563E03F6" w14:textId="77777777" w:rsidR="0045305D" w:rsidRPr="001E3C6E" w:rsidRDefault="0045305D" w:rsidP="0086671C">
          <w:pPr>
            <w:pStyle w:val="Cabealho"/>
            <w:jc w:val="left"/>
            <w:rPr>
              <w:rFonts w:ascii="Arial" w:hAnsi="Arial" w:cs="Arial"/>
              <w:color w:val="808080"/>
              <w:sz w:val="18"/>
              <w:szCs w:val="18"/>
            </w:rPr>
          </w:pPr>
        </w:p>
      </w:tc>
    </w:tr>
  </w:tbl>
  <w:p w14:paraId="1ABC8757" w14:textId="77777777" w:rsidR="0086671C" w:rsidRDefault="0086671C" w:rsidP="0086671C">
    <w:pPr>
      <w:rPr>
        <w:b/>
        <w:sz w:val="20"/>
      </w:rPr>
    </w:pPr>
  </w:p>
  <w:p w14:paraId="4DA0D69E" w14:textId="77777777" w:rsidR="00DC71E3" w:rsidRDefault="0064548D" w:rsidP="0086671C">
    <w:pPr>
      <w:rPr>
        <w:rFonts w:ascii="Arial" w:hAnsi="Arial" w:cs="Arial"/>
        <w:b/>
        <w:sz w:val="20"/>
      </w:rPr>
    </w:pPr>
    <w:bookmarkStart w:id="0" w:name="_Hlk156899253"/>
    <w:r>
      <w:rPr>
        <w:rFonts w:ascii="Arial" w:hAnsi="Arial" w:cs="Arial"/>
        <w:b/>
        <w:sz w:val="20"/>
      </w:rPr>
      <w:t>Anexo A2</w:t>
    </w:r>
    <w:r w:rsidR="00B36D28">
      <w:rPr>
        <w:rFonts w:ascii="Arial" w:hAnsi="Arial" w:cs="Arial"/>
        <w:b/>
        <w:sz w:val="20"/>
      </w:rPr>
      <w:t xml:space="preserve"> </w:t>
    </w:r>
    <w:r>
      <w:rPr>
        <w:rFonts w:ascii="Arial" w:hAnsi="Arial" w:cs="Arial"/>
        <w:b/>
        <w:sz w:val="20"/>
      </w:rPr>
      <w:t>– Relatório Fotográfico</w:t>
    </w:r>
  </w:p>
  <w:bookmarkEnd w:id="0"/>
  <w:p w14:paraId="2E564637" w14:textId="77777777" w:rsidR="0064548D" w:rsidRPr="006930D5" w:rsidRDefault="0064548D" w:rsidP="0086671C">
    <w:pPr>
      <w:rPr>
        <w:b/>
        <w:sz w:val="20"/>
      </w:rPr>
    </w:pPr>
  </w:p>
  <w:p w14:paraId="3ED06527" w14:textId="77777777" w:rsidR="007D717E" w:rsidRPr="002B0EAD" w:rsidRDefault="007D717E" w:rsidP="002B0EAD">
    <w:pPr>
      <w:tabs>
        <w:tab w:val="left" w:pos="3500"/>
      </w:tabs>
      <w:rPr>
        <w:b/>
        <w:sz w:val="4"/>
        <w:szCs w:val="4"/>
      </w:rPr>
    </w:pPr>
    <w:r w:rsidRPr="002B0EAD">
      <w:rPr>
        <w:b/>
        <w:sz w:val="10"/>
        <w:szCs w:val="1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77E"/>
    <w:multiLevelType w:val="hybridMultilevel"/>
    <w:tmpl w:val="9D22CA64"/>
    <w:lvl w:ilvl="0" w:tplc="0816000F">
      <w:start w:val="1"/>
      <w:numFmt w:val="decimal"/>
      <w:lvlText w:val="%1."/>
      <w:lvlJc w:val="left"/>
      <w:pPr>
        <w:ind w:left="806" w:hanging="360"/>
      </w:pPr>
    </w:lvl>
    <w:lvl w:ilvl="1" w:tplc="08160019" w:tentative="1">
      <w:start w:val="1"/>
      <w:numFmt w:val="lowerLetter"/>
      <w:lvlText w:val="%2."/>
      <w:lvlJc w:val="left"/>
      <w:pPr>
        <w:ind w:left="1526" w:hanging="360"/>
      </w:pPr>
    </w:lvl>
    <w:lvl w:ilvl="2" w:tplc="0816001B" w:tentative="1">
      <w:start w:val="1"/>
      <w:numFmt w:val="lowerRoman"/>
      <w:lvlText w:val="%3."/>
      <w:lvlJc w:val="right"/>
      <w:pPr>
        <w:ind w:left="2246" w:hanging="180"/>
      </w:pPr>
    </w:lvl>
    <w:lvl w:ilvl="3" w:tplc="0816000F" w:tentative="1">
      <w:start w:val="1"/>
      <w:numFmt w:val="decimal"/>
      <w:lvlText w:val="%4."/>
      <w:lvlJc w:val="left"/>
      <w:pPr>
        <w:ind w:left="2966" w:hanging="360"/>
      </w:pPr>
    </w:lvl>
    <w:lvl w:ilvl="4" w:tplc="08160019" w:tentative="1">
      <w:start w:val="1"/>
      <w:numFmt w:val="lowerLetter"/>
      <w:lvlText w:val="%5."/>
      <w:lvlJc w:val="left"/>
      <w:pPr>
        <w:ind w:left="3686" w:hanging="360"/>
      </w:pPr>
    </w:lvl>
    <w:lvl w:ilvl="5" w:tplc="0816001B" w:tentative="1">
      <w:start w:val="1"/>
      <w:numFmt w:val="lowerRoman"/>
      <w:lvlText w:val="%6."/>
      <w:lvlJc w:val="right"/>
      <w:pPr>
        <w:ind w:left="4406" w:hanging="180"/>
      </w:pPr>
    </w:lvl>
    <w:lvl w:ilvl="6" w:tplc="0816000F" w:tentative="1">
      <w:start w:val="1"/>
      <w:numFmt w:val="decimal"/>
      <w:lvlText w:val="%7."/>
      <w:lvlJc w:val="left"/>
      <w:pPr>
        <w:ind w:left="5126" w:hanging="360"/>
      </w:pPr>
    </w:lvl>
    <w:lvl w:ilvl="7" w:tplc="08160019" w:tentative="1">
      <w:start w:val="1"/>
      <w:numFmt w:val="lowerLetter"/>
      <w:lvlText w:val="%8."/>
      <w:lvlJc w:val="left"/>
      <w:pPr>
        <w:ind w:left="5846" w:hanging="360"/>
      </w:pPr>
    </w:lvl>
    <w:lvl w:ilvl="8" w:tplc="0816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" w15:restartNumberingAfterBreak="0">
    <w:nsid w:val="013B51B5"/>
    <w:multiLevelType w:val="hybridMultilevel"/>
    <w:tmpl w:val="8F72AB6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87DE7"/>
    <w:multiLevelType w:val="hybridMultilevel"/>
    <w:tmpl w:val="261A14C8"/>
    <w:lvl w:ilvl="0" w:tplc="9B126B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CD21DF"/>
    <w:multiLevelType w:val="hybridMultilevel"/>
    <w:tmpl w:val="46602984"/>
    <w:lvl w:ilvl="0" w:tplc="458C7B46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69CF"/>
    <w:multiLevelType w:val="hybridMultilevel"/>
    <w:tmpl w:val="149628BA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5" w15:restartNumberingAfterBreak="0">
    <w:nsid w:val="0D4F3500"/>
    <w:multiLevelType w:val="hybridMultilevel"/>
    <w:tmpl w:val="1C2655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24399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7" w15:restartNumberingAfterBreak="0">
    <w:nsid w:val="0E6A292A"/>
    <w:multiLevelType w:val="hybridMultilevel"/>
    <w:tmpl w:val="ABAC6AA4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90A78"/>
    <w:multiLevelType w:val="singleLevel"/>
    <w:tmpl w:val="9E8285F0"/>
    <w:lvl w:ilvl="0">
      <w:start w:val="4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 w15:restartNumberingAfterBreak="0">
    <w:nsid w:val="161C6370"/>
    <w:multiLevelType w:val="hybridMultilevel"/>
    <w:tmpl w:val="F1FE24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A1CE0"/>
    <w:multiLevelType w:val="hybridMultilevel"/>
    <w:tmpl w:val="E39A1770"/>
    <w:lvl w:ilvl="0" w:tplc="70BC4F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1F497D" w:themeColor="text2"/>
        <w:sz w:val="21"/>
        <w:szCs w:val="21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4E41B9"/>
    <w:multiLevelType w:val="singleLevel"/>
    <w:tmpl w:val="12BE6E0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43E0AC1"/>
    <w:multiLevelType w:val="hybridMultilevel"/>
    <w:tmpl w:val="ABF2174C"/>
    <w:lvl w:ilvl="0" w:tplc="C2FA9C1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094352"/>
    <w:multiLevelType w:val="hybridMultilevel"/>
    <w:tmpl w:val="CFD6BC92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4" w15:restartNumberingAfterBreak="0">
    <w:nsid w:val="27540186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15" w15:restartNumberingAfterBreak="0">
    <w:nsid w:val="2857508C"/>
    <w:multiLevelType w:val="hybridMultilevel"/>
    <w:tmpl w:val="A58A4A30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6" w15:restartNumberingAfterBreak="0">
    <w:nsid w:val="296A7CAA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17" w15:restartNumberingAfterBreak="0">
    <w:nsid w:val="2986359B"/>
    <w:multiLevelType w:val="hybridMultilevel"/>
    <w:tmpl w:val="C74E743C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64CCE"/>
    <w:multiLevelType w:val="hybridMultilevel"/>
    <w:tmpl w:val="73BEDEB8"/>
    <w:lvl w:ilvl="0" w:tplc="BC98C54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BA81701"/>
    <w:multiLevelType w:val="hybridMultilevel"/>
    <w:tmpl w:val="836AF68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8319B3"/>
    <w:multiLevelType w:val="hybridMultilevel"/>
    <w:tmpl w:val="96860F18"/>
    <w:lvl w:ilvl="0" w:tplc="458C7B46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75" w:hanging="360"/>
      </w:pPr>
    </w:lvl>
    <w:lvl w:ilvl="2" w:tplc="0816001B" w:tentative="1">
      <w:start w:val="1"/>
      <w:numFmt w:val="lowerRoman"/>
      <w:lvlText w:val="%3."/>
      <w:lvlJc w:val="right"/>
      <w:pPr>
        <w:ind w:left="2095" w:hanging="180"/>
      </w:pPr>
    </w:lvl>
    <w:lvl w:ilvl="3" w:tplc="0816000F" w:tentative="1">
      <w:start w:val="1"/>
      <w:numFmt w:val="decimal"/>
      <w:lvlText w:val="%4."/>
      <w:lvlJc w:val="left"/>
      <w:pPr>
        <w:ind w:left="2815" w:hanging="360"/>
      </w:pPr>
    </w:lvl>
    <w:lvl w:ilvl="4" w:tplc="08160019" w:tentative="1">
      <w:start w:val="1"/>
      <w:numFmt w:val="lowerLetter"/>
      <w:lvlText w:val="%5."/>
      <w:lvlJc w:val="left"/>
      <w:pPr>
        <w:ind w:left="3535" w:hanging="360"/>
      </w:pPr>
    </w:lvl>
    <w:lvl w:ilvl="5" w:tplc="0816001B" w:tentative="1">
      <w:start w:val="1"/>
      <w:numFmt w:val="lowerRoman"/>
      <w:lvlText w:val="%6."/>
      <w:lvlJc w:val="right"/>
      <w:pPr>
        <w:ind w:left="4255" w:hanging="180"/>
      </w:pPr>
    </w:lvl>
    <w:lvl w:ilvl="6" w:tplc="0816000F" w:tentative="1">
      <w:start w:val="1"/>
      <w:numFmt w:val="decimal"/>
      <w:lvlText w:val="%7."/>
      <w:lvlJc w:val="left"/>
      <w:pPr>
        <w:ind w:left="4975" w:hanging="360"/>
      </w:pPr>
    </w:lvl>
    <w:lvl w:ilvl="7" w:tplc="08160019" w:tentative="1">
      <w:start w:val="1"/>
      <w:numFmt w:val="lowerLetter"/>
      <w:lvlText w:val="%8."/>
      <w:lvlJc w:val="left"/>
      <w:pPr>
        <w:ind w:left="5695" w:hanging="360"/>
      </w:pPr>
    </w:lvl>
    <w:lvl w:ilvl="8" w:tplc="0816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1" w15:restartNumberingAfterBreak="0">
    <w:nsid w:val="32231B37"/>
    <w:multiLevelType w:val="hybridMultilevel"/>
    <w:tmpl w:val="9280B8E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5E0089"/>
    <w:multiLevelType w:val="hybridMultilevel"/>
    <w:tmpl w:val="5D9482D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8E97F8D"/>
    <w:multiLevelType w:val="hybridMultilevel"/>
    <w:tmpl w:val="FA10D9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45702"/>
    <w:multiLevelType w:val="hybridMultilevel"/>
    <w:tmpl w:val="60CAA8B0"/>
    <w:lvl w:ilvl="0" w:tplc="11D22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41974"/>
    <w:multiLevelType w:val="hybridMultilevel"/>
    <w:tmpl w:val="4254DC8A"/>
    <w:lvl w:ilvl="0" w:tplc="458C7B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45" w:hanging="360"/>
      </w:pPr>
    </w:lvl>
    <w:lvl w:ilvl="2" w:tplc="0816001B" w:tentative="1">
      <w:start w:val="1"/>
      <w:numFmt w:val="lowerRoman"/>
      <w:lvlText w:val="%3."/>
      <w:lvlJc w:val="right"/>
      <w:pPr>
        <w:ind w:left="1865" w:hanging="180"/>
      </w:pPr>
    </w:lvl>
    <w:lvl w:ilvl="3" w:tplc="0816000F" w:tentative="1">
      <w:start w:val="1"/>
      <w:numFmt w:val="decimal"/>
      <w:lvlText w:val="%4."/>
      <w:lvlJc w:val="left"/>
      <w:pPr>
        <w:ind w:left="2585" w:hanging="360"/>
      </w:pPr>
    </w:lvl>
    <w:lvl w:ilvl="4" w:tplc="08160019" w:tentative="1">
      <w:start w:val="1"/>
      <w:numFmt w:val="lowerLetter"/>
      <w:lvlText w:val="%5."/>
      <w:lvlJc w:val="left"/>
      <w:pPr>
        <w:ind w:left="3305" w:hanging="360"/>
      </w:pPr>
    </w:lvl>
    <w:lvl w:ilvl="5" w:tplc="0816001B" w:tentative="1">
      <w:start w:val="1"/>
      <w:numFmt w:val="lowerRoman"/>
      <w:lvlText w:val="%6."/>
      <w:lvlJc w:val="right"/>
      <w:pPr>
        <w:ind w:left="4025" w:hanging="180"/>
      </w:pPr>
    </w:lvl>
    <w:lvl w:ilvl="6" w:tplc="0816000F" w:tentative="1">
      <w:start w:val="1"/>
      <w:numFmt w:val="decimal"/>
      <w:lvlText w:val="%7."/>
      <w:lvlJc w:val="left"/>
      <w:pPr>
        <w:ind w:left="4745" w:hanging="360"/>
      </w:pPr>
    </w:lvl>
    <w:lvl w:ilvl="7" w:tplc="08160019" w:tentative="1">
      <w:start w:val="1"/>
      <w:numFmt w:val="lowerLetter"/>
      <w:lvlText w:val="%8."/>
      <w:lvlJc w:val="left"/>
      <w:pPr>
        <w:ind w:left="5465" w:hanging="360"/>
      </w:pPr>
    </w:lvl>
    <w:lvl w:ilvl="8" w:tplc="0816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6" w15:restartNumberingAfterBreak="0">
    <w:nsid w:val="440239D8"/>
    <w:multiLevelType w:val="hybridMultilevel"/>
    <w:tmpl w:val="9DD6AA8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0F7736"/>
    <w:multiLevelType w:val="hybridMultilevel"/>
    <w:tmpl w:val="511E6A6E"/>
    <w:lvl w:ilvl="0" w:tplc="66564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DC0423"/>
    <w:multiLevelType w:val="hybridMultilevel"/>
    <w:tmpl w:val="F90601E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290DD8"/>
    <w:multiLevelType w:val="hybridMultilevel"/>
    <w:tmpl w:val="8F72AB6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003F0A"/>
    <w:multiLevelType w:val="hybridMultilevel"/>
    <w:tmpl w:val="48D0CF46"/>
    <w:lvl w:ilvl="0" w:tplc="EA6275F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67B9A"/>
    <w:multiLevelType w:val="hybridMultilevel"/>
    <w:tmpl w:val="ABAC6AA4"/>
    <w:lvl w:ilvl="0" w:tplc="20888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2754B"/>
    <w:multiLevelType w:val="hybridMultilevel"/>
    <w:tmpl w:val="16C0371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661D2B"/>
    <w:multiLevelType w:val="hybridMultilevel"/>
    <w:tmpl w:val="A67ECE44"/>
    <w:lvl w:ilvl="0" w:tplc="893E7D4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4097A"/>
    <w:multiLevelType w:val="singleLevel"/>
    <w:tmpl w:val="0400AC9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2"/>
      </w:rPr>
    </w:lvl>
  </w:abstractNum>
  <w:abstractNum w:abstractNumId="35" w15:restartNumberingAfterBreak="0">
    <w:nsid w:val="67266014"/>
    <w:multiLevelType w:val="hybridMultilevel"/>
    <w:tmpl w:val="4ECAF6B8"/>
    <w:lvl w:ilvl="0" w:tplc="08160003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36" w15:restartNumberingAfterBreak="0">
    <w:nsid w:val="6DD9644C"/>
    <w:multiLevelType w:val="hybridMultilevel"/>
    <w:tmpl w:val="1C5EB9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91554C"/>
    <w:multiLevelType w:val="hybridMultilevel"/>
    <w:tmpl w:val="F162EAFC"/>
    <w:lvl w:ilvl="0" w:tplc="6F9AEFF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A85450"/>
    <w:multiLevelType w:val="hybridMultilevel"/>
    <w:tmpl w:val="AF583E6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4E04CE"/>
    <w:multiLevelType w:val="hybridMultilevel"/>
    <w:tmpl w:val="0C067F8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EB53EE9"/>
    <w:multiLevelType w:val="hybridMultilevel"/>
    <w:tmpl w:val="514C33A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9562633">
    <w:abstractNumId w:val="8"/>
  </w:num>
  <w:num w:numId="2" w16cid:durableId="300498112">
    <w:abstractNumId w:val="34"/>
  </w:num>
  <w:num w:numId="3" w16cid:durableId="1086879247">
    <w:abstractNumId w:val="6"/>
  </w:num>
  <w:num w:numId="4" w16cid:durableId="811217463">
    <w:abstractNumId w:val="14"/>
  </w:num>
  <w:num w:numId="5" w16cid:durableId="1596981329">
    <w:abstractNumId w:val="16"/>
  </w:num>
  <w:num w:numId="6" w16cid:durableId="729571577">
    <w:abstractNumId w:val="11"/>
  </w:num>
  <w:num w:numId="7" w16cid:durableId="1018652539">
    <w:abstractNumId w:val="27"/>
  </w:num>
  <w:num w:numId="8" w16cid:durableId="1610623303">
    <w:abstractNumId w:val="23"/>
  </w:num>
  <w:num w:numId="9" w16cid:durableId="632292960">
    <w:abstractNumId w:val="9"/>
  </w:num>
  <w:num w:numId="10" w16cid:durableId="1891383659">
    <w:abstractNumId w:val="24"/>
  </w:num>
  <w:num w:numId="11" w16cid:durableId="1213233003">
    <w:abstractNumId w:val="29"/>
  </w:num>
  <w:num w:numId="12" w16cid:durableId="1375423601">
    <w:abstractNumId w:val="36"/>
  </w:num>
  <w:num w:numId="13" w16cid:durableId="214509746">
    <w:abstractNumId w:val="1"/>
  </w:num>
  <w:num w:numId="14" w16cid:durableId="2040229840">
    <w:abstractNumId w:val="10"/>
  </w:num>
  <w:num w:numId="15" w16cid:durableId="119953922">
    <w:abstractNumId w:val="2"/>
  </w:num>
  <w:num w:numId="16" w16cid:durableId="1875148347">
    <w:abstractNumId w:val="35"/>
  </w:num>
  <w:num w:numId="17" w16cid:durableId="1206258829">
    <w:abstractNumId w:val="22"/>
  </w:num>
  <w:num w:numId="18" w16cid:durableId="1040209727">
    <w:abstractNumId w:val="28"/>
  </w:num>
  <w:num w:numId="19" w16cid:durableId="1622565196">
    <w:abstractNumId w:val="0"/>
  </w:num>
  <w:num w:numId="20" w16cid:durableId="1659727934">
    <w:abstractNumId w:val="17"/>
  </w:num>
  <w:num w:numId="21" w16cid:durableId="1893272772">
    <w:abstractNumId w:val="7"/>
  </w:num>
  <w:num w:numId="22" w16cid:durableId="243491790">
    <w:abstractNumId w:val="33"/>
  </w:num>
  <w:num w:numId="23" w16cid:durableId="545991997">
    <w:abstractNumId w:val="31"/>
  </w:num>
  <w:num w:numId="24" w16cid:durableId="2086107679">
    <w:abstractNumId w:val="20"/>
  </w:num>
  <w:num w:numId="25" w16cid:durableId="1189293956">
    <w:abstractNumId w:val="15"/>
  </w:num>
  <w:num w:numId="26" w16cid:durableId="1634868704">
    <w:abstractNumId w:val="13"/>
  </w:num>
  <w:num w:numId="27" w16cid:durableId="1583753128">
    <w:abstractNumId w:val="21"/>
  </w:num>
  <w:num w:numId="28" w16cid:durableId="1892382680">
    <w:abstractNumId w:val="39"/>
  </w:num>
  <w:num w:numId="29" w16cid:durableId="337075354">
    <w:abstractNumId w:val="4"/>
  </w:num>
  <w:num w:numId="30" w16cid:durableId="1041856420">
    <w:abstractNumId w:val="32"/>
  </w:num>
  <w:num w:numId="31" w16cid:durableId="2067754801">
    <w:abstractNumId w:val="40"/>
  </w:num>
  <w:num w:numId="32" w16cid:durableId="1585993747">
    <w:abstractNumId w:val="38"/>
  </w:num>
  <w:num w:numId="33" w16cid:durableId="1236815048">
    <w:abstractNumId w:val="3"/>
  </w:num>
  <w:num w:numId="34" w16cid:durableId="1681422785">
    <w:abstractNumId w:val="19"/>
  </w:num>
  <w:num w:numId="35" w16cid:durableId="344748770">
    <w:abstractNumId w:val="25"/>
  </w:num>
  <w:num w:numId="36" w16cid:durableId="300431123">
    <w:abstractNumId w:val="26"/>
  </w:num>
  <w:num w:numId="37" w16cid:durableId="196819670">
    <w:abstractNumId w:val="30"/>
  </w:num>
  <w:num w:numId="38" w16cid:durableId="677728904">
    <w:abstractNumId w:val="12"/>
  </w:num>
  <w:num w:numId="39" w16cid:durableId="724262222">
    <w:abstractNumId w:val="18"/>
  </w:num>
  <w:num w:numId="40" w16cid:durableId="678779928">
    <w:abstractNumId w:val="5"/>
  </w:num>
  <w:num w:numId="41" w16cid:durableId="1442646211">
    <w:abstractNumId w:val="3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9B4"/>
    <w:rsid w:val="00000338"/>
    <w:rsid w:val="00007707"/>
    <w:rsid w:val="00010817"/>
    <w:rsid w:val="0001185F"/>
    <w:rsid w:val="000134C9"/>
    <w:rsid w:val="00013846"/>
    <w:rsid w:val="0001586B"/>
    <w:rsid w:val="00021FD9"/>
    <w:rsid w:val="00022ED9"/>
    <w:rsid w:val="00023B66"/>
    <w:rsid w:val="00023FB7"/>
    <w:rsid w:val="00024ED1"/>
    <w:rsid w:val="000304E9"/>
    <w:rsid w:val="000408AB"/>
    <w:rsid w:val="000417F7"/>
    <w:rsid w:val="00043B82"/>
    <w:rsid w:val="00045217"/>
    <w:rsid w:val="00047A7A"/>
    <w:rsid w:val="00056615"/>
    <w:rsid w:val="00056B67"/>
    <w:rsid w:val="00057359"/>
    <w:rsid w:val="00064BA2"/>
    <w:rsid w:val="0007021E"/>
    <w:rsid w:val="0007214E"/>
    <w:rsid w:val="00076317"/>
    <w:rsid w:val="00080466"/>
    <w:rsid w:val="00080F19"/>
    <w:rsid w:val="00084346"/>
    <w:rsid w:val="00087579"/>
    <w:rsid w:val="00094D42"/>
    <w:rsid w:val="000B1BEF"/>
    <w:rsid w:val="000B2EE7"/>
    <w:rsid w:val="000B364E"/>
    <w:rsid w:val="000B3858"/>
    <w:rsid w:val="000B3B34"/>
    <w:rsid w:val="000B5AA2"/>
    <w:rsid w:val="000B5FFF"/>
    <w:rsid w:val="000B7DDB"/>
    <w:rsid w:val="000C14B1"/>
    <w:rsid w:val="000C27E7"/>
    <w:rsid w:val="000C2A58"/>
    <w:rsid w:val="000C327E"/>
    <w:rsid w:val="000D1E1A"/>
    <w:rsid w:val="000D4903"/>
    <w:rsid w:val="000D5371"/>
    <w:rsid w:val="000E1610"/>
    <w:rsid w:val="000E2108"/>
    <w:rsid w:val="000E659A"/>
    <w:rsid w:val="000F0022"/>
    <w:rsid w:val="000F082B"/>
    <w:rsid w:val="000F1560"/>
    <w:rsid w:val="000F3C08"/>
    <w:rsid w:val="000F3E5B"/>
    <w:rsid w:val="000F6496"/>
    <w:rsid w:val="00101C63"/>
    <w:rsid w:val="0011428F"/>
    <w:rsid w:val="00116C13"/>
    <w:rsid w:val="001204EB"/>
    <w:rsid w:val="0012248E"/>
    <w:rsid w:val="00127815"/>
    <w:rsid w:val="00127D2F"/>
    <w:rsid w:val="00127E28"/>
    <w:rsid w:val="00133C63"/>
    <w:rsid w:val="00137965"/>
    <w:rsid w:val="00137F86"/>
    <w:rsid w:val="00141F1E"/>
    <w:rsid w:val="00142F43"/>
    <w:rsid w:val="0014366B"/>
    <w:rsid w:val="00144C5B"/>
    <w:rsid w:val="00146490"/>
    <w:rsid w:val="00150AAD"/>
    <w:rsid w:val="001511FF"/>
    <w:rsid w:val="0015684B"/>
    <w:rsid w:val="00160B84"/>
    <w:rsid w:val="0016184E"/>
    <w:rsid w:val="00166F84"/>
    <w:rsid w:val="0016718E"/>
    <w:rsid w:val="001700D1"/>
    <w:rsid w:val="0017273D"/>
    <w:rsid w:val="00175612"/>
    <w:rsid w:val="00182ECB"/>
    <w:rsid w:val="001833EC"/>
    <w:rsid w:val="0018668F"/>
    <w:rsid w:val="00190151"/>
    <w:rsid w:val="001955C7"/>
    <w:rsid w:val="00196D99"/>
    <w:rsid w:val="00197184"/>
    <w:rsid w:val="00197E47"/>
    <w:rsid w:val="001A0310"/>
    <w:rsid w:val="001A1CEE"/>
    <w:rsid w:val="001A2629"/>
    <w:rsid w:val="001A5833"/>
    <w:rsid w:val="001A782C"/>
    <w:rsid w:val="001B460C"/>
    <w:rsid w:val="001B4F13"/>
    <w:rsid w:val="001C0BE4"/>
    <w:rsid w:val="001C40FC"/>
    <w:rsid w:val="001C54F8"/>
    <w:rsid w:val="001C7273"/>
    <w:rsid w:val="001D1D17"/>
    <w:rsid w:val="001D34D9"/>
    <w:rsid w:val="001D63B7"/>
    <w:rsid w:val="001D794B"/>
    <w:rsid w:val="001E345A"/>
    <w:rsid w:val="001E3C6E"/>
    <w:rsid w:val="001E46D1"/>
    <w:rsid w:val="001E6BD6"/>
    <w:rsid w:val="001F2A8A"/>
    <w:rsid w:val="00201198"/>
    <w:rsid w:val="00204F38"/>
    <w:rsid w:val="002053E9"/>
    <w:rsid w:val="00206A43"/>
    <w:rsid w:val="00207251"/>
    <w:rsid w:val="00212224"/>
    <w:rsid w:val="002145EA"/>
    <w:rsid w:val="00220B9D"/>
    <w:rsid w:val="00221DBE"/>
    <w:rsid w:val="00222F15"/>
    <w:rsid w:val="002232C7"/>
    <w:rsid w:val="00224F73"/>
    <w:rsid w:val="002255C8"/>
    <w:rsid w:val="002317B2"/>
    <w:rsid w:val="002325FD"/>
    <w:rsid w:val="00234B74"/>
    <w:rsid w:val="00235996"/>
    <w:rsid w:val="002409A0"/>
    <w:rsid w:val="002413D4"/>
    <w:rsid w:val="00256988"/>
    <w:rsid w:val="00260409"/>
    <w:rsid w:val="002626B7"/>
    <w:rsid w:val="00263A34"/>
    <w:rsid w:val="002650DE"/>
    <w:rsid w:val="002656FF"/>
    <w:rsid w:val="0026739B"/>
    <w:rsid w:val="00270966"/>
    <w:rsid w:val="002709BF"/>
    <w:rsid w:val="002714F3"/>
    <w:rsid w:val="002760F6"/>
    <w:rsid w:val="00276B13"/>
    <w:rsid w:val="00277BFA"/>
    <w:rsid w:val="002804DD"/>
    <w:rsid w:val="00281B23"/>
    <w:rsid w:val="00282478"/>
    <w:rsid w:val="00285940"/>
    <w:rsid w:val="002865E2"/>
    <w:rsid w:val="002936A5"/>
    <w:rsid w:val="002B0EAD"/>
    <w:rsid w:val="002B3868"/>
    <w:rsid w:val="002B6BA7"/>
    <w:rsid w:val="002B7A52"/>
    <w:rsid w:val="002C5D40"/>
    <w:rsid w:val="002D2863"/>
    <w:rsid w:val="002D411C"/>
    <w:rsid w:val="002D4429"/>
    <w:rsid w:val="002D7336"/>
    <w:rsid w:val="002E0F7B"/>
    <w:rsid w:val="002E247F"/>
    <w:rsid w:val="002E7B60"/>
    <w:rsid w:val="002F20EA"/>
    <w:rsid w:val="003018EE"/>
    <w:rsid w:val="00302246"/>
    <w:rsid w:val="003023A5"/>
    <w:rsid w:val="00303C17"/>
    <w:rsid w:val="003059D4"/>
    <w:rsid w:val="00314959"/>
    <w:rsid w:val="00320F8C"/>
    <w:rsid w:val="00330647"/>
    <w:rsid w:val="00331A18"/>
    <w:rsid w:val="003342DF"/>
    <w:rsid w:val="00336EAC"/>
    <w:rsid w:val="003404DD"/>
    <w:rsid w:val="00341DD2"/>
    <w:rsid w:val="003464C2"/>
    <w:rsid w:val="00347AD1"/>
    <w:rsid w:val="0035054E"/>
    <w:rsid w:val="00354A16"/>
    <w:rsid w:val="00354D86"/>
    <w:rsid w:val="00357576"/>
    <w:rsid w:val="00362855"/>
    <w:rsid w:val="003723D5"/>
    <w:rsid w:val="00372FE5"/>
    <w:rsid w:val="00375FE2"/>
    <w:rsid w:val="00382C98"/>
    <w:rsid w:val="003831A0"/>
    <w:rsid w:val="00383306"/>
    <w:rsid w:val="00385843"/>
    <w:rsid w:val="0038724B"/>
    <w:rsid w:val="00391459"/>
    <w:rsid w:val="003938B1"/>
    <w:rsid w:val="003938ED"/>
    <w:rsid w:val="00394011"/>
    <w:rsid w:val="00394C60"/>
    <w:rsid w:val="0039787F"/>
    <w:rsid w:val="003A0325"/>
    <w:rsid w:val="003A138C"/>
    <w:rsid w:val="003A1E5B"/>
    <w:rsid w:val="003A2610"/>
    <w:rsid w:val="003A2B58"/>
    <w:rsid w:val="003A3FD8"/>
    <w:rsid w:val="003A409D"/>
    <w:rsid w:val="003A5CB2"/>
    <w:rsid w:val="003B47E0"/>
    <w:rsid w:val="003C4AD3"/>
    <w:rsid w:val="003C531F"/>
    <w:rsid w:val="003C7EEA"/>
    <w:rsid w:val="003D302B"/>
    <w:rsid w:val="003D38CC"/>
    <w:rsid w:val="003D4206"/>
    <w:rsid w:val="003D5713"/>
    <w:rsid w:val="003D7DF1"/>
    <w:rsid w:val="003E4959"/>
    <w:rsid w:val="003E4E46"/>
    <w:rsid w:val="003E5469"/>
    <w:rsid w:val="003F0052"/>
    <w:rsid w:val="003F23F8"/>
    <w:rsid w:val="003F4A83"/>
    <w:rsid w:val="004029F1"/>
    <w:rsid w:val="00403071"/>
    <w:rsid w:val="004035C8"/>
    <w:rsid w:val="004042A0"/>
    <w:rsid w:val="00407C8A"/>
    <w:rsid w:val="00410D5C"/>
    <w:rsid w:val="004135D2"/>
    <w:rsid w:val="00413DB6"/>
    <w:rsid w:val="004171BB"/>
    <w:rsid w:val="00424502"/>
    <w:rsid w:val="00425959"/>
    <w:rsid w:val="00430827"/>
    <w:rsid w:val="00431424"/>
    <w:rsid w:val="004317C8"/>
    <w:rsid w:val="004354D7"/>
    <w:rsid w:val="004360E7"/>
    <w:rsid w:val="0044338C"/>
    <w:rsid w:val="00443AE9"/>
    <w:rsid w:val="0044459D"/>
    <w:rsid w:val="004503F8"/>
    <w:rsid w:val="0045090F"/>
    <w:rsid w:val="00450EE5"/>
    <w:rsid w:val="004524FA"/>
    <w:rsid w:val="0045305D"/>
    <w:rsid w:val="00453189"/>
    <w:rsid w:val="00453F83"/>
    <w:rsid w:val="00454E4A"/>
    <w:rsid w:val="00455727"/>
    <w:rsid w:val="00460F60"/>
    <w:rsid w:val="00461FCD"/>
    <w:rsid w:val="00463722"/>
    <w:rsid w:val="00463741"/>
    <w:rsid w:val="00464D1F"/>
    <w:rsid w:val="0047093E"/>
    <w:rsid w:val="004718E5"/>
    <w:rsid w:val="00482D19"/>
    <w:rsid w:val="00483BD7"/>
    <w:rsid w:val="00484A36"/>
    <w:rsid w:val="00493115"/>
    <w:rsid w:val="00493F0E"/>
    <w:rsid w:val="0049656E"/>
    <w:rsid w:val="00497B74"/>
    <w:rsid w:val="00497E49"/>
    <w:rsid w:val="004A023B"/>
    <w:rsid w:val="004A7D05"/>
    <w:rsid w:val="004B0AA6"/>
    <w:rsid w:val="004B4535"/>
    <w:rsid w:val="004C16E1"/>
    <w:rsid w:val="004C6B9D"/>
    <w:rsid w:val="004C6C11"/>
    <w:rsid w:val="004C71B1"/>
    <w:rsid w:val="004C7B1A"/>
    <w:rsid w:val="004D1764"/>
    <w:rsid w:val="004D4613"/>
    <w:rsid w:val="004E033A"/>
    <w:rsid w:val="004E1766"/>
    <w:rsid w:val="004E3DF8"/>
    <w:rsid w:val="004E784E"/>
    <w:rsid w:val="004F471A"/>
    <w:rsid w:val="00500307"/>
    <w:rsid w:val="00500682"/>
    <w:rsid w:val="0050336C"/>
    <w:rsid w:val="0050681B"/>
    <w:rsid w:val="005117C8"/>
    <w:rsid w:val="00511D57"/>
    <w:rsid w:val="00516783"/>
    <w:rsid w:val="005207A0"/>
    <w:rsid w:val="0052206C"/>
    <w:rsid w:val="00527215"/>
    <w:rsid w:val="00532D89"/>
    <w:rsid w:val="00533897"/>
    <w:rsid w:val="00534752"/>
    <w:rsid w:val="0053679F"/>
    <w:rsid w:val="00537833"/>
    <w:rsid w:val="005411AC"/>
    <w:rsid w:val="005517A0"/>
    <w:rsid w:val="00552250"/>
    <w:rsid w:val="00552E77"/>
    <w:rsid w:val="005662C3"/>
    <w:rsid w:val="00567297"/>
    <w:rsid w:val="00572426"/>
    <w:rsid w:val="00573B98"/>
    <w:rsid w:val="00573DEB"/>
    <w:rsid w:val="00573F43"/>
    <w:rsid w:val="0058150B"/>
    <w:rsid w:val="00583411"/>
    <w:rsid w:val="00583AE9"/>
    <w:rsid w:val="00591C41"/>
    <w:rsid w:val="00594AC8"/>
    <w:rsid w:val="0059667F"/>
    <w:rsid w:val="00597478"/>
    <w:rsid w:val="005A52C4"/>
    <w:rsid w:val="005A62EC"/>
    <w:rsid w:val="005A7E54"/>
    <w:rsid w:val="005B269E"/>
    <w:rsid w:val="005B605B"/>
    <w:rsid w:val="005C0BB3"/>
    <w:rsid w:val="005C459B"/>
    <w:rsid w:val="005C5F8D"/>
    <w:rsid w:val="005C64BC"/>
    <w:rsid w:val="005C74DB"/>
    <w:rsid w:val="005D0ADD"/>
    <w:rsid w:val="005D4CF9"/>
    <w:rsid w:val="005D54B7"/>
    <w:rsid w:val="005D5A52"/>
    <w:rsid w:val="005D5CE5"/>
    <w:rsid w:val="005D7A47"/>
    <w:rsid w:val="005D7AB7"/>
    <w:rsid w:val="005E058F"/>
    <w:rsid w:val="005E13C3"/>
    <w:rsid w:val="005E2C5A"/>
    <w:rsid w:val="005E5863"/>
    <w:rsid w:val="005E61C0"/>
    <w:rsid w:val="005E69FD"/>
    <w:rsid w:val="005E756C"/>
    <w:rsid w:val="005F728D"/>
    <w:rsid w:val="005F78C5"/>
    <w:rsid w:val="00602A28"/>
    <w:rsid w:val="00604F35"/>
    <w:rsid w:val="00605356"/>
    <w:rsid w:val="006130B7"/>
    <w:rsid w:val="00620FF8"/>
    <w:rsid w:val="00621017"/>
    <w:rsid w:val="0062410D"/>
    <w:rsid w:val="00624D29"/>
    <w:rsid w:val="00630A37"/>
    <w:rsid w:val="00630BEC"/>
    <w:rsid w:val="00630E52"/>
    <w:rsid w:val="00631089"/>
    <w:rsid w:val="00631E90"/>
    <w:rsid w:val="006327D2"/>
    <w:rsid w:val="0064548D"/>
    <w:rsid w:val="00647DA5"/>
    <w:rsid w:val="0065191F"/>
    <w:rsid w:val="00652A43"/>
    <w:rsid w:val="00653637"/>
    <w:rsid w:val="00656E6F"/>
    <w:rsid w:val="006616F0"/>
    <w:rsid w:val="0066497A"/>
    <w:rsid w:val="00665F63"/>
    <w:rsid w:val="006704A9"/>
    <w:rsid w:val="00671910"/>
    <w:rsid w:val="00672ED9"/>
    <w:rsid w:val="00677968"/>
    <w:rsid w:val="00677D3D"/>
    <w:rsid w:val="006803B0"/>
    <w:rsid w:val="006814FE"/>
    <w:rsid w:val="006838A1"/>
    <w:rsid w:val="006843F1"/>
    <w:rsid w:val="006875F4"/>
    <w:rsid w:val="00690721"/>
    <w:rsid w:val="00692044"/>
    <w:rsid w:val="00692608"/>
    <w:rsid w:val="006930D5"/>
    <w:rsid w:val="006951F2"/>
    <w:rsid w:val="00695CFD"/>
    <w:rsid w:val="006A0D2F"/>
    <w:rsid w:val="006A13A5"/>
    <w:rsid w:val="006A3D95"/>
    <w:rsid w:val="006A4553"/>
    <w:rsid w:val="006A767D"/>
    <w:rsid w:val="006A7D62"/>
    <w:rsid w:val="006B102F"/>
    <w:rsid w:val="006B6013"/>
    <w:rsid w:val="006C4667"/>
    <w:rsid w:val="006C499D"/>
    <w:rsid w:val="006C5686"/>
    <w:rsid w:val="006C5D86"/>
    <w:rsid w:val="006D20F0"/>
    <w:rsid w:val="006D6942"/>
    <w:rsid w:val="006E3A46"/>
    <w:rsid w:val="006F061E"/>
    <w:rsid w:val="006F0DDA"/>
    <w:rsid w:val="006F104A"/>
    <w:rsid w:val="006F1122"/>
    <w:rsid w:val="006F1A23"/>
    <w:rsid w:val="006F72CE"/>
    <w:rsid w:val="00703CB9"/>
    <w:rsid w:val="00707B23"/>
    <w:rsid w:val="00712854"/>
    <w:rsid w:val="0071426F"/>
    <w:rsid w:val="00717B9B"/>
    <w:rsid w:val="00720EC5"/>
    <w:rsid w:val="00724F5B"/>
    <w:rsid w:val="00730D52"/>
    <w:rsid w:val="007312B3"/>
    <w:rsid w:val="00735537"/>
    <w:rsid w:val="00735BD5"/>
    <w:rsid w:val="007360FC"/>
    <w:rsid w:val="007415F6"/>
    <w:rsid w:val="00741772"/>
    <w:rsid w:val="00743CD0"/>
    <w:rsid w:val="00746828"/>
    <w:rsid w:val="00746EBB"/>
    <w:rsid w:val="00753513"/>
    <w:rsid w:val="00754EF1"/>
    <w:rsid w:val="007636CE"/>
    <w:rsid w:val="0076430D"/>
    <w:rsid w:val="007647DE"/>
    <w:rsid w:val="00765027"/>
    <w:rsid w:val="00766E71"/>
    <w:rsid w:val="007708BE"/>
    <w:rsid w:val="00777635"/>
    <w:rsid w:val="0078273F"/>
    <w:rsid w:val="00783465"/>
    <w:rsid w:val="0079630D"/>
    <w:rsid w:val="007A1E40"/>
    <w:rsid w:val="007A20A8"/>
    <w:rsid w:val="007A3455"/>
    <w:rsid w:val="007A3899"/>
    <w:rsid w:val="007A5859"/>
    <w:rsid w:val="007A6AE5"/>
    <w:rsid w:val="007B1F86"/>
    <w:rsid w:val="007B2F1C"/>
    <w:rsid w:val="007B35E9"/>
    <w:rsid w:val="007B6FD7"/>
    <w:rsid w:val="007C23FD"/>
    <w:rsid w:val="007D3BA4"/>
    <w:rsid w:val="007D717E"/>
    <w:rsid w:val="007E2FC1"/>
    <w:rsid w:val="007E7C46"/>
    <w:rsid w:val="007F05C9"/>
    <w:rsid w:val="007F4184"/>
    <w:rsid w:val="007F6007"/>
    <w:rsid w:val="00803572"/>
    <w:rsid w:val="00804139"/>
    <w:rsid w:val="00806091"/>
    <w:rsid w:val="00813AB3"/>
    <w:rsid w:val="00813BB9"/>
    <w:rsid w:val="00813E03"/>
    <w:rsid w:val="00814998"/>
    <w:rsid w:val="008211E3"/>
    <w:rsid w:val="00823BD2"/>
    <w:rsid w:val="00823DBA"/>
    <w:rsid w:val="00831CBC"/>
    <w:rsid w:val="0083537B"/>
    <w:rsid w:val="008506CF"/>
    <w:rsid w:val="00851592"/>
    <w:rsid w:val="008518EF"/>
    <w:rsid w:val="00851BB8"/>
    <w:rsid w:val="00851CEF"/>
    <w:rsid w:val="008529DA"/>
    <w:rsid w:val="008537B0"/>
    <w:rsid w:val="008541F9"/>
    <w:rsid w:val="00854688"/>
    <w:rsid w:val="0085522E"/>
    <w:rsid w:val="0086521A"/>
    <w:rsid w:val="00865234"/>
    <w:rsid w:val="008661C1"/>
    <w:rsid w:val="0086671C"/>
    <w:rsid w:val="008675C4"/>
    <w:rsid w:val="00867865"/>
    <w:rsid w:val="00874078"/>
    <w:rsid w:val="00877012"/>
    <w:rsid w:val="00882946"/>
    <w:rsid w:val="008830D0"/>
    <w:rsid w:val="0089685E"/>
    <w:rsid w:val="008A076C"/>
    <w:rsid w:val="008A0D95"/>
    <w:rsid w:val="008A5883"/>
    <w:rsid w:val="008A5C70"/>
    <w:rsid w:val="008A66EC"/>
    <w:rsid w:val="008B26D5"/>
    <w:rsid w:val="008B4249"/>
    <w:rsid w:val="008B6D1D"/>
    <w:rsid w:val="008B6E4A"/>
    <w:rsid w:val="008C084D"/>
    <w:rsid w:val="008C0D60"/>
    <w:rsid w:val="008C1E50"/>
    <w:rsid w:val="008C47F1"/>
    <w:rsid w:val="008C55CF"/>
    <w:rsid w:val="008C7EA5"/>
    <w:rsid w:val="008D1DD2"/>
    <w:rsid w:val="008D29E6"/>
    <w:rsid w:val="008D55E9"/>
    <w:rsid w:val="008D688A"/>
    <w:rsid w:val="008D77B1"/>
    <w:rsid w:val="008E01ED"/>
    <w:rsid w:val="008E20C0"/>
    <w:rsid w:val="008E2540"/>
    <w:rsid w:val="008E3C7D"/>
    <w:rsid w:val="008E48F5"/>
    <w:rsid w:val="008E7750"/>
    <w:rsid w:val="008F32DE"/>
    <w:rsid w:val="008F3F55"/>
    <w:rsid w:val="009059D8"/>
    <w:rsid w:val="00905B61"/>
    <w:rsid w:val="00905E1A"/>
    <w:rsid w:val="0090691B"/>
    <w:rsid w:val="0090744E"/>
    <w:rsid w:val="0091120C"/>
    <w:rsid w:val="0091723F"/>
    <w:rsid w:val="00920EC9"/>
    <w:rsid w:val="00921AC5"/>
    <w:rsid w:val="00927FB5"/>
    <w:rsid w:val="009337E2"/>
    <w:rsid w:val="0094183A"/>
    <w:rsid w:val="00941FE8"/>
    <w:rsid w:val="009457F2"/>
    <w:rsid w:val="00947247"/>
    <w:rsid w:val="0094766B"/>
    <w:rsid w:val="009504BA"/>
    <w:rsid w:val="00950EB6"/>
    <w:rsid w:val="00951C89"/>
    <w:rsid w:val="0095200C"/>
    <w:rsid w:val="00954FEA"/>
    <w:rsid w:val="009616B1"/>
    <w:rsid w:val="00962F1A"/>
    <w:rsid w:val="00963286"/>
    <w:rsid w:val="00964606"/>
    <w:rsid w:val="009650D2"/>
    <w:rsid w:val="0096517C"/>
    <w:rsid w:val="00965A8C"/>
    <w:rsid w:val="0097094C"/>
    <w:rsid w:val="00971DEA"/>
    <w:rsid w:val="00974212"/>
    <w:rsid w:val="0097603B"/>
    <w:rsid w:val="00980689"/>
    <w:rsid w:val="009812D9"/>
    <w:rsid w:val="00982793"/>
    <w:rsid w:val="009834CE"/>
    <w:rsid w:val="00990777"/>
    <w:rsid w:val="00990ACD"/>
    <w:rsid w:val="00994716"/>
    <w:rsid w:val="009A194D"/>
    <w:rsid w:val="009A2628"/>
    <w:rsid w:val="009A3F6E"/>
    <w:rsid w:val="009A42C1"/>
    <w:rsid w:val="009A441D"/>
    <w:rsid w:val="009C6CF6"/>
    <w:rsid w:val="009D26CA"/>
    <w:rsid w:val="009D35A5"/>
    <w:rsid w:val="009D6921"/>
    <w:rsid w:val="009E26E0"/>
    <w:rsid w:val="009E4257"/>
    <w:rsid w:val="009E4E9D"/>
    <w:rsid w:val="009E7453"/>
    <w:rsid w:val="009F0211"/>
    <w:rsid w:val="009F61BD"/>
    <w:rsid w:val="009F6806"/>
    <w:rsid w:val="00A06DB3"/>
    <w:rsid w:val="00A074A9"/>
    <w:rsid w:val="00A11D5A"/>
    <w:rsid w:val="00A12FB5"/>
    <w:rsid w:val="00A136EF"/>
    <w:rsid w:val="00A2770C"/>
    <w:rsid w:val="00A325FC"/>
    <w:rsid w:val="00A33A08"/>
    <w:rsid w:val="00A340FC"/>
    <w:rsid w:val="00A4052F"/>
    <w:rsid w:val="00A408CF"/>
    <w:rsid w:val="00A40E31"/>
    <w:rsid w:val="00A41604"/>
    <w:rsid w:val="00A41876"/>
    <w:rsid w:val="00A432B8"/>
    <w:rsid w:val="00A4638C"/>
    <w:rsid w:val="00A46D1B"/>
    <w:rsid w:val="00A561B4"/>
    <w:rsid w:val="00A5642B"/>
    <w:rsid w:val="00A57BB9"/>
    <w:rsid w:val="00A61EED"/>
    <w:rsid w:val="00A678AE"/>
    <w:rsid w:val="00A712C5"/>
    <w:rsid w:val="00A71E11"/>
    <w:rsid w:val="00A7716E"/>
    <w:rsid w:val="00A805D1"/>
    <w:rsid w:val="00A8268F"/>
    <w:rsid w:val="00A838B5"/>
    <w:rsid w:val="00A849C6"/>
    <w:rsid w:val="00A84D4D"/>
    <w:rsid w:val="00A861DF"/>
    <w:rsid w:val="00A905A6"/>
    <w:rsid w:val="00A92CEE"/>
    <w:rsid w:val="00A93388"/>
    <w:rsid w:val="00A9338C"/>
    <w:rsid w:val="00A93A7A"/>
    <w:rsid w:val="00A9518B"/>
    <w:rsid w:val="00A966BA"/>
    <w:rsid w:val="00A97613"/>
    <w:rsid w:val="00A978E7"/>
    <w:rsid w:val="00AA543E"/>
    <w:rsid w:val="00AA5450"/>
    <w:rsid w:val="00AA549B"/>
    <w:rsid w:val="00AA5B6D"/>
    <w:rsid w:val="00AB0174"/>
    <w:rsid w:val="00AC01D2"/>
    <w:rsid w:val="00AC06AA"/>
    <w:rsid w:val="00AC3F27"/>
    <w:rsid w:val="00AC5EE5"/>
    <w:rsid w:val="00AD3230"/>
    <w:rsid w:val="00AD4D74"/>
    <w:rsid w:val="00AE1E47"/>
    <w:rsid w:val="00AE644A"/>
    <w:rsid w:val="00AF75DC"/>
    <w:rsid w:val="00B0049D"/>
    <w:rsid w:val="00B02C36"/>
    <w:rsid w:val="00B05CDD"/>
    <w:rsid w:val="00B07509"/>
    <w:rsid w:val="00B078A1"/>
    <w:rsid w:val="00B1028E"/>
    <w:rsid w:val="00B111B1"/>
    <w:rsid w:val="00B119CC"/>
    <w:rsid w:val="00B12177"/>
    <w:rsid w:val="00B12D8F"/>
    <w:rsid w:val="00B13913"/>
    <w:rsid w:val="00B13D22"/>
    <w:rsid w:val="00B14873"/>
    <w:rsid w:val="00B161D8"/>
    <w:rsid w:val="00B1727C"/>
    <w:rsid w:val="00B20834"/>
    <w:rsid w:val="00B23110"/>
    <w:rsid w:val="00B24506"/>
    <w:rsid w:val="00B24C6F"/>
    <w:rsid w:val="00B2511B"/>
    <w:rsid w:val="00B27E14"/>
    <w:rsid w:val="00B3138E"/>
    <w:rsid w:val="00B313D3"/>
    <w:rsid w:val="00B33C52"/>
    <w:rsid w:val="00B34E4A"/>
    <w:rsid w:val="00B3554C"/>
    <w:rsid w:val="00B36C51"/>
    <w:rsid w:val="00B36D28"/>
    <w:rsid w:val="00B40099"/>
    <w:rsid w:val="00B418D3"/>
    <w:rsid w:val="00B512F5"/>
    <w:rsid w:val="00B52A66"/>
    <w:rsid w:val="00B548EC"/>
    <w:rsid w:val="00B5535D"/>
    <w:rsid w:val="00B56789"/>
    <w:rsid w:val="00B56E75"/>
    <w:rsid w:val="00B6160F"/>
    <w:rsid w:val="00B66990"/>
    <w:rsid w:val="00B722E6"/>
    <w:rsid w:val="00B7298F"/>
    <w:rsid w:val="00B74160"/>
    <w:rsid w:val="00B7605A"/>
    <w:rsid w:val="00B76CD9"/>
    <w:rsid w:val="00B77B65"/>
    <w:rsid w:val="00B77E96"/>
    <w:rsid w:val="00B813E2"/>
    <w:rsid w:val="00B83393"/>
    <w:rsid w:val="00B85F9C"/>
    <w:rsid w:val="00B8612D"/>
    <w:rsid w:val="00B90445"/>
    <w:rsid w:val="00B90CC5"/>
    <w:rsid w:val="00B95950"/>
    <w:rsid w:val="00B96B69"/>
    <w:rsid w:val="00BA1D02"/>
    <w:rsid w:val="00BA50D6"/>
    <w:rsid w:val="00BB2716"/>
    <w:rsid w:val="00BC3412"/>
    <w:rsid w:val="00BC4749"/>
    <w:rsid w:val="00BC7BF2"/>
    <w:rsid w:val="00BD0001"/>
    <w:rsid w:val="00BD1B61"/>
    <w:rsid w:val="00BD26D0"/>
    <w:rsid w:val="00BD5772"/>
    <w:rsid w:val="00BD5F35"/>
    <w:rsid w:val="00BE312F"/>
    <w:rsid w:val="00BE5F39"/>
    <w:rsid w:val="00BF70A4"/>
    <w:rsid w:val="00C01B21"/>
    <w:rsid w:val="00C05CD3"/>
    <w:rsid w:val="00C12AF0"/>
    <w:rsid w:val="00C3026D"/>
    <w:rsid w:val="00C3769F"/>
    <w:rsid w:val="00C40AA3"/>
    <w:rsid w:val="00C4706C"/>
    <w:rsid w:val="00C47911"/>
    <w:rsid w:val="00C4795F"/>
    <w:rsid w:val="00C47DC9"/>
    <w:rsid w:val="00C51844"/>
    <w:rsid w:val="00C531AC"/>
    <w:rsid w:val="00C5527F"/>
    <w:rsid w:val="00C60214"/>
    <w:rsid w:val="00C61686"/>
    <w:rsid w:val="00C627F4"/>
    <w:rsid w:val="00C6382C"/>
    <w:rsid w:val="00C66C62"/>
    <w:rsid w:val="00C70625"/>
    <w:rsid w:val="00C73CEB"/>
    <w:rsid w:val="00C73D7C"/>
    <w:rsid w:val="00C751C4"/>
    <w:rsid w:val="00C81F2B"/>
    <w:rsid w:val="00C87230"/>
    <w:rsid w:val="00C9198A"/>
    <w:rsid w:val="00C924E2"/>
    <w:rsid w:val="00C949D1"/>
    <w:rsid w:val="00C94DAA"/>
    <w:rsid w:val="00CA0B21"/>
    <w:rsid w:val="00CA579E"/>
    <w:rsid w:val="00CA586E"/>
    <w:rsid w:val="00CB198B"/>
    <w:rsid w:val="00CB3CCE"/>
    <w:rsid w:val="00CB4E9F"/>
    <w:rsid w:val="00CC0046"/>
    <w:rsid w:val="00CC1633"/>
    <w:rsid w:val="00CC358E"/>
    <w:rsid w:val="00CC5518"/>
    <w:rsid w:val="00CC62F1"/>
    <w:rsid w:val="00CD3E98"/>
    <w:rsid w:val="00CD4CAF"/>
    <w:rsid w:val="00CD6637"/>
    <w:rsid w:val="00CD744C"/>
    <w:rsid w:val="00CE0120"/>
    <w:rsid w:val="00CE164D"/>
    <w:rsid w:val="00CE70FF"/>
    <w:rsid w:val="00D001E1"/>
    <w:rsid w:val="00D046ED"/>
    <w:rsid w:val="00D141A9"/>
    <w:rsid w:val="00D14E3D"/>
    <w:rsid w:val="00D16944"/>
    <w:rsid w:val="00D17361"/>
    <w:rsid w:val="00D21188"/>
    <w:rsid w:val="00D218B0"/>
    <w:rsid w:val="00D3282E"/>
    <w:rsid w:val="00D3322A"/>
    <w:rsid w:val="00D34CD0"/>
    <w:rsid w:val="00D34DBC"/>
    <w:rsid w:val="00D36E68"/>
    <w:rsid w:val="00D40391"/>
    <w:rsid w:val="00D43C99"/>
    <w:rsid w:val="00D441C3"/>
    <w:rsid w:val="00D44B5B"/>
    <w:rsid w:val="00D47767"/>
    <w:rsid w:val="00D5331F"/>
    <w:rsid w:val="00D53327"/>
    <w:rsid w:val="00D5410F"/>
    <w:rsid w:val="00D54FB3"/>
    <w:rsid w:val="00D61AC4"/>
    <w:rsid w:val="00D6299C"/>
    <w:rsid w:val="00D62E57"/>
    <w:rsid w:val="00D650C9"/>
    <w:rsid w:val="00D6790D"/>
    <w:rsid w:val="00D719D9"/>
    <w:rsid w:val="00D71D9A"/>
    <w:rsid w:val="00D740AB"/>
    <w:rsid w:val="00D81C24"/>
    <w:rsid w:val="00D84D04"/>
    <w:rsid w:val="00D8627E"/>
    <w:rsid w:val="00D91121"/>
    <w:rsid w:val="00D928AF"/>
    <w:rsid w:val="00D932A9"/>
    <w:rsid w:val="00D93A06"/>
    <w:rsid w:val="00D94A2B"/>
    <w:rsid w:val="00DA1846"/>
    <w:rsid w:val="00DA18DC"/>
    <w:rsid w:val="00DA30E7"/>
    <w:rsid w:val="00DB1138"/>
    <w:rsid w:val="00DB267B"/>
    <w:rsid w:val="00DB37FF"/>
    <w:rsid w:val="00DB75E7"/>
    <w:rsid w:val="00DC2C45"/>
    <w:rsid w:val="00DC71E3"/>
    <w:rsid w:val="00DD0651"/>
    <w:rsid w:val="00DD452B"/>
    <w:rsid w:val="00DD5CBC"/>
    <w:rsid w:val="00DD619D"/>
    <w:rsid w:val="00DD7389"/>
    <w:rsid w:val="00DE442F"/>
    <w:rsid w:val="00DE5AC9"/>
    <w:rsid w:val="00DE6200"/>
    <w:rsid w:val="00DE6F12"/>
    <w:rsid w:val="00DE7EA0"/>
    <w:rsid w:val="00DF0FC3"/>
    <w:rsid w:val="00DF35BB"/>
    <w:rsid w:val="00DF3E34"/>
    <w:rsid w:val="00DF4D86"/>
    <w:rsid w:val="00E008AF"/>
    <w:rsid w:val="00E0127A"/>
    <w:rsid w:val="00E03699"/>
    <w:rsid w:val="00E03E9C"/>
    <w:rsid w:val="00E03FAA"/>
    <w:rsid w:val="00E15A7F"/>
    <w:rsid w:val="00E1626E"/>
    <w:rsid w:val="00E226C9"/>
    <w:rsid w:val="00E22E2C"/>
    <w:rsid w:val="00E37156"/>
    <w:rsid w:val="00E45D68"/>
    <w:rsid w:val="00E53D2E"/>
    <w:rsid w:val="00E617B2"/>
    <w:rsid w:val="00E74274"/>
    <w:rsid w:val="00E75F67"/>
    <w:rsid w:val="00E76DAD"/>
    <w:rsid w:val="00E77F79"/>
    <w:rsid w:val="00E83232"/>
    <w:rsid w:val="00E86F9D"/>
    <w:rsid w:val="00E8782F"/>
    <w:rsid w:val="00E87851"/>
    <w:rsid w:val="00E90887"/>
    <w:rsid w:val="00E90B8D"/>
    <w:rsid w:val="00E92869"/>
    <w:rsid w:val="00E934CC"/>
    <w:rsid w:val="00E9366C"/>
    <w:rsid w:val="00E95292"/>
    <w:rsid w:val="00E97962"/>
    <w:rsid w:val="00EA086A"/>
    <w:rsid w:val="00EA1538"/>
    <w:rsid w:val="00EA21CE"/>
    <w:rsid w:val="00EA279F"/>
    <w:rsid w:val="00EA3915"/>
    <w:rsid w:val="00EA4018"/>
    <w:rsid w:val="00EA7D91"/>
    <w:rsid w:val="00EB0654"/>
    <w:rsid w:val="00EB2203"/>
    <w:rsid w:val="00EB4ACE"/>
    <w:rsid w:val="00EB589A"/>
    <w:rsid w:val="00EB61EE"/>
    <w:rsid w:val="00EB6904"/>
    <w:rsid w:val="00EC3CB9"/>
    <w:rsid w:val="00EC7540"/>
    <w:rsid w:val="00EC7C66"/>
    <w:rsid w:val="00ED0E1F"/>
    <w:rsid w:val="00ED3252"/>
    <w:rsid w:val="00ED38B1"/>
    <w:rsid w:val="00ED4753"/>
    <w:rsid w:val="00ED6B0E"/>
    <w:rsid w:val="00ED6DA6"/>
    <w:rsid w:val="00EE0033"/>
    <w:rsid w:val="00EE2297"/>
    <w:rsid w:val="00EE2979"/>
    <w:rsid w:val="00EE386E"/>
    <w:rsid w:val="00EF3AC3"/>
    <w:rsid w:val="00F029C3"/>
    <w:rsid w:val="00F039B4"/>
    <w:rsid w:val="00F054BB"/>
    <w:rsid w:val="00F1004E"/>
    <w:rsid w:val="00F111D4"/>
    <w:rsid w:val="00F11614"/>
    <w:rsid w:val="00F212E4"/>
    <w:rsid w:val="00F24536"/>
    <w:rsid w:val="00F275B7"/>
    <w:rsid w:val="00F3330C"/>
    <w:rsid w:val="00F3345E"/>
    <w:rsid w:val="00F419CB"/>
    <w:rsid w:val="00F46BA7"/>
    <w:rsid w:val="00F515D8"/>
    <w:rsid w:val="00F570D4"/>
    <w:rsid w:val="00F6099C"/>
    <w:rsid w:val="00F60B6A"/>
    <w:rsid w:val="00F6216E"/>
    <w:rsid w:val="00F7273A"/>
    <w:rsid w:val="00F744A5"/>
    <w:rsid w:val="00F74641"/>
    <w:rsid w:val="00F74869"/>
    <w:rsid w:val="00F822D8"/>
    <w:rsid w:val="00F83237"/>
    <w:rsid w:val="00F8444A"/>
    <w:rsid w:val="00F8469F"/>
    <w:rsid w:val="00F850C0"/>
    <w:rsid w:val="00F85751"/>
    <w:rsid w:val="00F928D7"/>
    <w:rsid w:val="00F935F3"/>
    <w:rsid w:val="00F95E7F"/>
    <w:rsid w:val="00FC0A71"/>
    <w:rsid w:val="00FD04FF"/>
    <w:rsid w:val="00FD15B2"/>
    <w:rsid w:val="00FD29A0"/>
    <w:rsid w:val="00FD3C92"/>
    <w:rsid w:val="00FD404E"/>
    <w:rsid w:val="00FD5BD6"/>
    <w:rsid w:val="00FE0153"/>
    <w:rsid w:val="00FE05D6"/>
    <w:rsid w:val="00FE075C"/>
    <w:rsid w:val="00FE6A85"/>
    <w:rsid w:val="00FF2221"/>
    <w:rsid w:val="00FF303B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8ADA3A"/>
  <w15:docId w15:val="{51CDF137-28C9-4061-AF28-FA1CEC7C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CG Times (WN)" w:hAnsi="CG Times (WN)"/>
      <w:sz w:val="22"/>
      <w:lang w:eastAsia="en-US"/>
    </w:rPr>
  </w:style>
  <w:style w:type="paragraph" w:styleId="Ttulo1">
    <w:name w:val="heading 1"/>
    <w:basedOn w:val="Normal"/>
    <w:next w:val="Avanonormal"/>
    <w:qFormat/>
    <w:pPr>
      <w:spacing w:before="480"/>
      <w:ind w:left="993" w:hanging="993"/>
      <w:outlineLvl w:val="0"/>
    </w:pPr>
    <w:rPr>
      <w:b/>
      <w:caps/>
      <w:sz w:val="30"/>
    </w:rPr>
  </w:style>
  <w:style w:type="paragraph" w:styleId="Ttulo2">
    <w:name w:val="heading 2"/>
    <w:basedOn w:val="Normal"/>
    <w:next w:val="Avanonormal"/>
    <w:qFormat/>
    <w:pPr>
      <w:spacing w:before="240"/>
      <w:ind w:left="993" w:hanging="993"/>
      <w:outlineLvl w:val="1"/>
    </w:pPr>
    <w:rPr>
      <w:b/>
      <w:caps/>
      <w:sz w:val="26"/>
    </w:rPr>
  </w:style>
  <w:style w:type="paragraph" w:styleId="Ttulo3">
    <w:name w:val="heading 3"/>
    <w:basedOn w:val="Normal"/>
    <w:next w:val="Avanonormal"/>
    <w:qFormat/>
    <w:pPr>
      <w:spacing w:before="240"/>
      <w:ind w:left="993" w:hanging="993"/>
      <w:outlineLvl w:val="2"/>
    </w:pPr>
    <w:rPr>
      <w:b/>
      <w:sz w:val="24"/>
    </w:rPr>
  </w:style>
  <w:style w:type="paragraph" w:styleId="Ttulo4">
    <w:name w:val="heading 4"/>
    <w:basedOn w:val="Normal"/>
    <w:next w:val="Avanonormal"/>
    <w:qFormat/>
    <w:pPr>
      <w:spacing w:before="240"/>
      <w:ind w:left="993" w:hanging="993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spacing w:before="240"/>
      <w:jc w:val="center"/>
      <w:outlineLvl w:val="4"/>
    </w:pPr>
    <w:rPr>
      <w:rFonts w:ascii="Times New Roman" w:hAnsi="Times New Roman"/>
      <w:b/>
      <w:sz w:val="20"/>
      <w:u w:val="single"/>
    </w:rPr>
  </w:style>
  <w:style w:type="paragraph" w:styleId="Ttulo6">
    <w:name w:val="heading 6"/>
    <w:basedOn w:val="Normal"/>
    <w:next w:val="Normal"/>
    <w:qFormat/>
    <w:pPr>
      <w:keepNext/>
      <w:tabs>
        <w:tab w:val="left" w:pos="177"/>
      </w:tabs>
      <w:ind w:left="743" w:right="34" w:hanging="743"/>
      <w:outlineLvl w:val="5"/>
    </w:pPr>
    <w:rPr>
      <w:rFonts w:ascii="Times New Roman" w:hAnsi="Times New Roman"/>
      <w:b/>
      <w:u w:val="single"/>
    </w:rPr>
  </w:style>
  <w:style w:type="paragraph" w:styleId="Ttulo7">
    <w:name w:val="heading 7"/>
    <w:basedOn w:val="Normal"/>
    <w:next w:val="Normal"/>
    <w:qFormat/>
    <w:pPr>
      <w:keepNext/>
      <w:tabs>
        <w:tab w:val="left" w:pos="177"/>
      </w:tabs>
      <w:ind w:left="743" w:right="34" w:hanging="709"/>
      <w:outlineLvl w:val="6"/>
    </w:pPr>
    <w:rPr>
      <w:rFonts w:ascii="Times New Roman" w:hAnsi="Times New Roman"/>
      <w:u w:val="single"/>
    </w:rPr>
  </w:style>
  <w:style w:type="paragraph" w:styleId="Ttulo8">
    <w:name w:val="heading 8"/>
    <w:basedOn w:val="Normal"/>
    <w:next w:val="Normal"/>
    <w:qFormat/>
    <w:pPr>
      <w:keepNext/>
      <w:tabs>
        <w:tab w:val="left" w:pos="177"/>
      </w:tabs>
      <w:ind w:left="743" w:right="34" w:hanging="743"/>
      <w:outlineLvl w:val="7"/>
    </w:pPr>
    <w:rPr>
      <w:rFonts w:ascii="Times New Roman" w:hAnsi="Times New Roman"/>
      <w:u w:val="single"/>
    </w:rPr>
  </w:style>
  <w:style w:type="paragraph" w:styleId="Ttulo9">
    <w:name w:val="heading 9"/>
    <w:basedOn w:val="Normal"/>
    <w:next w:val="Normal"/>
    <w:qFormat/>
    <w:pPr>
      <w:keepNext/>
      <w:ind w:right="-86"/>
      <w:jc w:val="center"/>
      <w:outlineLvl w:val="8"/>
    </w:pPr>
    <w:rPr>
      <w:rFonts w:ascii="Times New Roman" w:hAnsi="Times New Roman"/>
      <w:b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Avanonormal">
    <w:name w:val="Normal Indent"/>
    <w:basedOn w:val="Normal"/>
    <w:pPr>
      <w:ind w:left="993"/>
    </w:pPr>
  </w:style>
  <w:style w:type="paragraph" w:styleId="ndice4">
    <w:name w:val="toc 4"/>
    <w:basedOn w:val="Ttulo4"/>
    <w:semiHidden/>
    <w:pPr>
      <w:outlineLvl w:val="9"/>
    </w:pPr>
  </w:style>
  <w:style w:type="paragraph" w:styleId="ndice3">
    <w:name w:val="toc 3"/>
    <w:basedOn w:val="Ttulo3"/>
    <w:semiHidden/>
    <w:pPr>
      <w:outlineLvl w:val="9"/>
    </w:pPr>
  </w:style>
  <w:style w:type="paragraph" w:styleId="ndice2">
    <w:name w:val="toc 2"/>
    <w:basedOn w:val="Ttulo2"/>
    <w:semiHidden/>
    <w:pPr>
      <w:outlineLvl w:val="9"/>
    </w:pPr>
  </w:style>
  <w:style w:type="paragraph" w:styleId="ndice1">
    <w:name w:val="toc 1"/>
    <w:basedOn w:val="Ttulo1"/>
    <w:semiHidden/>
    <w:pPr>
      <w:outlineLvl w:val="9"/>
    </w:pPr>
  </w:style>
  <w:style w:type="paragraph" w:styleId="Rodap">
    <w:name w:val="footer"/>
    <w:basedOn w:val="Normal"/>
    <w:pPr>
      <w:jc w:val="center"/>
    </w:pPr>
    <w:rPr>
      <w:sz w:val="12"/>
    </w:rPr>
  </w:style>
  <w:style w:type="paragraph" w:styleId="Cabealho">
    <w:name w:val="header"/>
    <w:basedOn w:val="Normal"/>
    <w:next w:val="Normal"/>
    <w:link w:val="CabealhoCarter"/>
    <w:pPr>
      <w:jc w:val="center"/>
    </w:pPr>
    <w:rPr>
      <w:b/>
      <w:caps/>
      <w:sz w:val="34"/>
    </w:rPr>
  </w:style>
  <w:style w:type="paragraph" w:customStyle="1" w:styleId="NotadeRodap">
    <w:name w:val="Nota de Rodapé"/>
    <w:basedOn w:val="Normal"/>
    <w:rPr>
      <w:sz w:val="16"/>
    </w:rPr>
  </w:style>
  <w:style w:type="paragraph" w:styleId="Textodebloco">
    <w:name w:val="Block Text"/>
    <w:basedOn w:val="Normal"/>
    <w:pPr>
      <w:tabs>
        <w:tab w:val="left" w:pos="177"/>
      </w:tabs>
      <w:overflowPunct w:val="0"/>
      <w:autoSpaceDE w:val="0"/>
      <w:autoSpaceDN w:val="0"/>
      <w:adjustRightInd w:val="0"/>
      <w:ind w:left="743" w:right="34" w:hanging="709"/>
      <w:textAlignment w:val="baseline"/>
    </w:pPr>
    <w:rPr>
      <w:rFonts w:ascii="Times New Roman" w:hAnsi="Times New Roman"/>
      <w:sz w:val="24"/>
    </w:rPr>
  </w:style>
  <w:style w:type="character" w:styleId="Nmerodepgina">
    <w:name w:val="page number"/>
    <w:basedOn w:val="Tipodeletrapredefinidodopargrafo"/>
  </w:style>
  <w:style w:type="paragraph" w:styleId="Avanodecorpodetexto">
    <w:name w:val="Body Text Indent"/>
    <w:basedOn w:val="Normal"/>
    <w:pPr>
      <w:tabs>
        <w:tab w:val="left" w:pos="-1985"/>
      </w:tabs>
      <w:ind w:left="743"/>
    </w:pPr>
    <w:rPr>
      <w:rFonts w:ascii="Times New Roman" w:hAnsi="Times New Roman"/>
    </w:rPr>
  </w:style>
  <w:style w:type="paragraph" w:styleId="Corpodetexto">
    <w:name w:val="Body Text"/>
    <w:basedOn w:val="Normal"/>
    <w:link w:val="CorpodetextoCarter"/>
    <w:rPr>
      <w:rFonts w:ascii="Times New Roman" w:hAnsi="Times New Roman"/>
      <w:sz w:val="20"/>
    </w:rPr>
  </w:style>
  <w:style w:type="paragraph" w:styleId="Corpodetexto2">
    <w:name w:val="Body Text 2"/>
    <w:basedOn w:val="Normal"/>
    <w:pPr>
      <w:spacing w:before="120" w:line="360" w:lineRule="auto"/>
    </w:pPr>
    <w:rPr>
      <w:rFonts w:ascii="Times New Roman" w:hAnsi="Times New Roman"/>
      <w:b/>
      <w:i/>
    </w:rPr>
  </w:style>
  <w:style w:type="paragraph" w:styleId="Textodebalo">
    <w:name w:val="Balloon Text"/>
    <w:basedOn w:val="Normal"/>
    <w:semiHidden/>
    <w:rsid w:val="000B3858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08434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ter">
    <w:name w:val="Cabeçalho Caráter"/>
    <w:link w:val="Cabealho"/>
    <w:uiPriority w:val="99"/>
    <w:rsid w:val="005D5A52"/>
    <w:rPr>
      <w:rFonts w:ascii="CG Times (WN)" w:hAnsi="CG Times (WN)"/>
      <w:b/>
      <w:caps/>
      <w:sz w:val="34"/>
      <w:lang w:eastAsia="en-US"/>
    </w:rPr>
  </w:style>
  <w:style w:type="character" w:styleId="Hiperligao">
    <w:name w:val="Hyperlink"/>
    <w:basedOn w:val="Tipodeletrapredefinidodopargrafo"/>
    <w:uiPriority w:val="99"/>
    <w:rsid w:val="00BC474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71E11"/>
    <w:pPr>
      <w:ind w:left="720"/>
      <w:contextualSpacing/>
    </w:pPr>
  </w:style>
  <w:style w:type="paragraph" w:styleId="Textosimples">
    <w:name w:val="Plain Text"/>
    <w:basedOn w:val="Normal"/>
    <w:link w:val="TextosimplesCarter"/>
    <w:uiPriority w:val="99"/>
    <w:rsid w:val="00624D29"/>
    <w:pPr>
      <w:jc w:val="left"/>
    </w:pPr>
    <w:rPr>
      <w:rFonts w:ascii="Calibri" w:hAnsi="Calibri"/>
      <w:szCs w:val="21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624D29"/>
    <w:rPr>
      <w:rFonts w:ascii="Calibri" w:hAnsi="Calibri"/>
      <w:sz w:val="22"/>
      <w:szCs w:val="21"/>
      <w:lang w:eastAsia="en-US"/>
    </w:rPr>
  </w:style>
  <w:style w:type="character" w:customStyle="1" w:styleId="labels1">
    <w:name w:val="labels1"/>
    <w:basedOn w:val="Tipodeletrapredefinidodopargrafo"/>
    <w:rsid w:val="0076430D"/>
    <w:rPr>
      <w:rFonts w:ascii="Verdana" w:hAnsi="Verdana" w:hint="default"/>
      <w:b w:val="0"/>
      <w:bCs w:val="0"/>
      <w:color w:val="004489"/>
      <w:sz w:val="15"/>
      <w:szCs w:val="15"/>
    </w:rPr>
  </w:style>
  <w:style w:type="character" w:styleId="Hiperligaovisitada">
    <w:name w:val="FollowedHyperlink"/>
    <w:basedOn w:val="Tipodeletrapredefinidodopargrafo"/>
    <w:rsid w:val="00573B98"/>
    <w:rPr>
      <w:color w:val="800080" w:themeColor="followedHyperlink"/>
      <w:u w:val="single"/>
    </w:rPr>
  </w:style>
  <w:style w:type="character" w:customStyle="1" w:styleId="CorpodetextoCarter">
    <w:name w:val="Corpo de texto Caráter"/>
    <w:basedOn w:val="Tipodeletrapredefinidodopargrafo"/>
    <w:link w:val="Corpodetexto"/>
    <w:rsid w:val="001A0310"/>
    <w:rPr>
      <w:lang w:eastAsia="en-US"/>
    </w:rPr>
  </w:style>
  <w:style w:type="table" w:customStyle="1" w:styleId="RE1">
    <w:name w:val="RE 1"/>
    <w:basedOn w:val="Tabelanormal"/>
    <w:uiPriority w:val="99"/>
    <w:rsid w:val="005D0ADD"/>
    <w:pPr>
      <w:spacing w:before="120" w:after="120"/>
      <w:jc w:val="center"/>
    </w:pPr>
    <w:rPr>
      <w:rFonts w:ascii="Arial" w:eastAsiaTheme="minorHAnsi" w:hAnsi="Arial" w:cstheme="minorBidi"/>
      <w:sz w:val="18"/>
      <w:szCs w:val="22"/>
      <w:lang w:val="en-US" w:eastAsia="en-U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sz w:val="20"/>
        <w:u w:val="none"/>
      </w:rPr>
      <w:tblPr/>
      <w:tcPr>
        <w:shd w:val="clear" w:color="auto" w:fill="E6E6E6"/>
      </w:tcPr>
    </w:tblStylePr>
    <w:tblStylePr w:type="lastRow">
      <w:pPr>
        <w:wordWrap/>
      </w:pPr>
      <w:tblPr/>
      <w:tcPr>
        <w:tcBorders>
          <w:top w:val="double" w:sz="4" w:space="0" w:color="auto"/>
        </w:tcBorders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styleId="TextodoMarcadordePosio">
    <w:name w:val="Placeholder Text"/>
    <w:basedOn w:val="Tipodeletrapredefinidodopargrafo"/>
    <w:uiPriority w:val="99"/>
    <w:semiHidden/>
    <w:rsid w:val="0062410D"/>
    <w:rPr>
      <w:color w:val="808080"/>
    </w:rPr>
  </w:style>
  <w:style w:type="paragraph" w:customStyle="1" w:styleId="AllCapsHeading">
    <w:name w:val="All Caps Heading"/>
    <w:basedOn w:val="Normal"/>
    <w:rsid w:val="00814998"/>
    <w:pPr>
      <w:jc w:val="left"/>
    </w:pPr>
    <w:rPr>
      <w:rFonts w:ascii="Tahoma" w:hAnsi="Tahoma" w:cs="Tahoma"/>
      <w:b/>
      <w:caps/>
      <w:color w:val="808080"/>
      <w:spacing w:val="4"/>
      <w:sz w:val="14"/>
      <w:szCs w:val="14"/>
      <w:lang w:val="en-US" w:bidi="en-US"/>
    </w:rPr>
  </w:style>
  <w:style w:type="paragraph" w:styleId="Textodenotadefim">
    <w:name w:val="endnote text"/>
    <w:basedOn w:val="Normal"/>
    <w:link w:val="TextodenotadefimCarter"/>
    <w:rsid w:val="005D5CE5"/>
    <w:rPr>
      <w:sz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rsid w:val="005D5CE5"/>
    <w:rPr>
      <w:rFonts w:ascii="CG Times (WN)" w:hAnsi="CG Times (WN)"/>
      <w:lang w:eastAsia="en-US"/>
    </w:rPr>
  </w:style>
  <w:style w:type="character" w:styleId="Refdenotadefim">
    <w:name w:val="endnote reference"/>
    <w:basedOn w:val="Tipodeletrapredefinidodopargrafo"/>
    <w:rsid w:val="005D5C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aplicacoes.refer.pt/Geral/eFavoritos/openDMS.aspx?Documento=10003601122&amp;TPDoc=380&amp;DocParcial=00&amp;Versao=0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~1\MSOFFICE\WINWORD\TEMPLATE\FICHA_P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DCONT" source-type="AdditionalFields">
        <TAG><![CDATA[#NOVOREGISTO:CA:DCONT#]]></TAG>
        <VALUE><![CDATA[#NOVOREGISTO:CA:DCONT#]]></VALUE>
        <XPATH><![CDATA[/CARD/FIELDS/FIELD[FIELD='DCONT']/VALUE]]></XPATH>
      </FIELD>
      <FIELD type="AdditionalFields" label="DONO" source-type="AdditionalFields">
        <TAG><![CDATA[#NOVOREGISTO:CA:DONO#]]></TAG>
        <VALUE><![CDATA[#NOVOREGISTO:CA:DONO#]]></VALUE>
        <XPATH><![CDATA[/CARD/FIELDS/FIELD[FIELD='DONO']/VALUE]]></XPATH>
      </FIELD>
      <FIELD type="AdditionalFields" label="DTRESP" source-type="AdditionalFields">
        <TAG><![CDATA[#NOVOREGISTO:CA:DTRESP#]]></TAG>
        <VALUE><![CDATA[#NOVOREGISTO:CA:DTRESP#]]></VALUE>
        <XPATH><![CDATA[/CARD/FIELDS/FIELD[FIELD='DTRESP']/VALUE]]></XPATH>
      </FIELD>
      <FIELD type="AdditionalFields" label="NUMERO" source-type="AdditionalFields">
        <TAG><![CDATA[#NOVOREGISTO:CA:NUMERO#]]></TAG>
        <VALUE><![CDATA[#NOVOREGISTO:CA:NUMERO#]]></VALUE>
        <XPATH><![CDATA[/CARD/FIELDS/FIELD[FIELD='NUMERO']/VALUE]]></XPATH>
      </FIELD>
      <FIELD type="AdditionalFields" label="FacturaData" source-type="AdditionalFields">
        <TAG><![CDATA[#NOVOREGISTO:CA:FacturaData#]]></TAG>
        <VALUE><![CDATA[#NOVOREGISTO:CA:FacturaData#]]></VALUE>
        <XPATH><![CDATA[/CARD/FIELDS/FIELD[FIELD='FacturaData']/VALUE]]></XPATH>
      </FIELD>
      <FIELD type="AdditionalFields" label="FacturaDataVenc" source-type="AdditionalFields">
        <TAG><![CDATA[#NOVOREGISTO:CA:FacturaDataVenc#]]></TAG>
        <VALUE><![CDATA[#NOVOREGISTO:CA:FacturaDataVenc#]]></VALUE>
        <XPATH><![CDATA[/CARD/FIELDS/FIELD[FIELD='FacturaDataVenc']/VALUE]]></XPATH>
      </FIELD>
      <FIELD type="AdditionalFields" label="FacturaNIF" source-type="AdditionalFields">
        <TAG><![CDATA[#NOVOREGISTO:CA:FacturaNIF#]]></TAG>
        <VALUE><![CDATA[#NOVOREGISTO:CA:FacturaNIF#]]></VALUE>
        <XPATH><![CDATA[/CARD/FIELDS/FIELD[FIELD='FacturaNIF']/VALUE]]></XPATH>
      </FIELD>
      <FIELD type="AdditionalFields" label="FacturaNumero" source-type="AdditionalFields">
        <TAG><![CDATA[#NOVOREGISTO:CA:FacturaNumero#]]></TAG>
        <VALUE><![CDATA[#NOVOREGISTO:CA:FacturaNumero#]]></VALUE>
        <XPATH><![CDATA[/CARD/FIELDS/FIELD[FIELD='FacturaNumero']/VALUE]]></XPATH>
      </FIELD>
      <FIELD type="AdditionalFields" label="FacturaNumSeq" source-type="AdditionalFields">
        <TAG><![CDATA[#NOVOREGISTO:CA:FacturaNumSeq#]]></TAG>
        <VALUE><![CDATA[#NOVOREGISTO:CA:FacturaNumSeq#]]></VALUE>
        <XPATH><![CDATA[/CARD/FIELDS/FIELD[FIELD='FacturaNumSeq']/VALUE]]></XPATH>
      </FIELD>
      <FIELD type="AdditionalFields" label="FacturaServResp" source-type="AdditionalFields">
        <TAG><![CDATA[#NOVOREGISTO:CA:FacturaServResp#]]></TAG>
        <VALUE><![CDATA[#NOVOREGISTO:CA:FacturaServResp#]]></VALUE>
        <XPATH><![CDATA[/CARD/FIELDS/FIELD[FIELD='FacturaServResp']/VALUE]]></XPATH>
      </FIELD>
      <FIELD type="AdditionalFields" label="FacturaValor" source-type="AdditionalFields">
        <TAG><![CDATA[#NOVOREGISTO:CA:FacturaValor#]]></TAG>
        <VALUE><![CDATA[#NOVOREGISTO:CA:FacturaValor#]]></VALUE>
        <XPATH><![CDATA[/CARD/FIELDS/FIELD[FIELD='FacturaValor']/VALUE]]></XPATH>
      </FIELD>
      <FIELD type="AdditionalFields" label="Empreendimento" source-type="AdditionalFields">
        <TAG><![CDATA[#NOVOREGISTO:CA:Empreendimento#]]></TAG>
        <VALUE><![CDATA[#NOVOREGISTO:CA:Empreendimento#]]></VALUE>
        <XPATH><![CDATA[/CARD/FIELDS/FIELD[FIELD='Empreendimento']/VALUE]]></XPATH>
      </FIELD>
      <FIELD type="AdditionalFields" label="Aplicação" source-type="AdditionalFields">
        <TAG><![CDATA[#NOVOREGISTO:CA:Aplicação#]]></TAG>
        <VALUE><![CDATA[#NOVOREGISTO:CA:Aplicação#]]></VALUE>
        <XPATH><![CDATA[/CARD/FIELDS/FIELD[FIELD='Aplicação']/VALUE]]></XPATH>
      </FIELD>
      <FIELD type="AdditionalFields" label="Documento_Tipo" source-type="AdditionalFields">
        <TAG><![CDATA[#NOVOREGISTO:CA:Documento_Tipo#]]></TAG>
        <VALUE><![CDATA[#NOVOREGISTO:CA:Documento_Tipo#]]></VALUE>
        <XPATH><![CDATA[/CARD/FIELDS/FIELD[FIELD='Documento_Tipo']/VALUE]]></XPATH>
      </FIELD>
      <FIELD type="AdditionalFields" label="PIActividade" source-type="AdditionalFields">
        <TAG><![CDATA[#NOVOREGISTO:CA:PIActividade#]]></TAG>
        <VALUE><![CDATA[#NOVOREGISTO:CA:PIActividade#]]></VALUE>
        <XPATH><![CDATA[/CARD/FIELDS/FIELD[FIELD='PIActividade']/VALUE]]></XPATH>
      </FIELD>
      <FIELD type="AdditionalFields" label="AutoData" source-type="AdditionalFields">
        <TAG><![CDATA[#NOVOREGISTO:CA:AutoData#]]></TAG>
        <VALUE><![CDATA[#NOVOREGISTO:CA:AutoData#]]></VALUE>
        <XPATH><![CDATA[/CARD/FIELDS/FIELD[FIELD='AutoData']/VALUE]]></XPATH>
      </FIELD>
      <FIELD type="AdditionalFields" label="AutoNumero" source-type="AdditionalFields">
        <TAG><![CDATA[#NOVOREGISTO:CA:AutoNumero#]]></TAG>
        <VALUE><![CDATA[#NOVOREGISTO:CA:AutoNumero#]]></VALUE>
        <XPATH><![CDATA[/CARD/FIELDS/FIELD[FIELD='AutoNumero']/VALUE]]></XPATH>
      </FIELD>
      <FIELD type="AdditionalFields" label="RVPData" source-type="AdditionalFields">
        <TAG><![CDATA[#NOVOREGISTO:CA:RVPData#]]></TAG>
        <VALUE><![CDATA[#NOVOREGISTO:CA:RVPData#]]></VALUE>
        <XPATH><![CDATA[/CARD/FIELDS/FIELD[FIELD='RVPData']/VALUE]]></XPATH>
      </FIELD>
      <FIELD type="AdditionalFields" label="RVPNumero" source-type="AdditionalFields">
        <TAG><![CDATA[#NOVOREGISTO:CA:RVPNumero#]]></TAG>
        <VALUE><![CDATA[#NOVOREGISTO:CA:RVPNumero#]]></VALUE>
        <XPATH><![CDATA[/CARD/FIELDS/FIELD[FIELD='RVPNumero']/VALUE]]></XPATH>
      </FIELD>
      <FIELD type="AdditionalFields" label="FacturaTerceiro" source-type="AdditionalFields">
        <TAG><![CDATA[#NOVOREGISTO:CA:FacturaTerceiro#]]></TAG>
        <VALUE><![CDATA[#NOVOREGISTO:CA:FacturaTerceiro#]]></VALUE>
        <XPATH><![CDATA[/CARD/FIELDS/FIELD[FIELD='FacturaTerceiro']/VALUE]]></XPATH>
      </FIELD>
      <FIELD type="AdditionalFields" label="ELX_AUTOR" source-type="AdditionalFields">
        <TAG><![CDATA[#NOVOREGISTO:CA:ELX_AUTOR#]]></TAG>
        <VALUE><![CDATA[#NOVOREGISTO:CA:ELX_AUTOR#]]></VALUE>
        <XPATH><![CDATA[/CARD/FIELDS/FIELD[FIELD='ELX_AUTOR']/VALUE]]></XPATH>
      </FIELD>
      <FIELD type="AdditionalFields" label="ELX_CAMPO1" source-type="AdditionalFields">
        <TAG><![CDATA[#NOVOREGISTO:CA:ELX_CAMPO1#]]></TAG>
        <VALUE><![CDATA[#NOVOREGISTO:CA:ELX_CAMPO1#]]></VALUE>
        <XPATH><![CDATA[/CARD/FIELDS/FIELD[FIELD='ELX_CAMPO1']/VALUE]]></XPATH>
      </FIELD>
      <FIELD type="AdditionalFields" label="ELX_CLASS" source-type="AdditionalFields">
        <TAG><![CDATA[#NOVOREGISTO:CA:ELX_CLASS#]]></TAG>
        <VALUE><![CDATA[#NOVOREGISTO:CA:ELX_CLASS#]]></VALUE>
        <XPATH><![CDATA[/CARD/FIELDS/FIELD[FIELD='ELX_CLASS']/VALUE]]></XPATH>
      </FIELD>
      <FIELD type="AdditionalFields" label="ELX_DATA" source-type="AdditionalFields">
        <TAG><![CDATA[#NOVOREGISTO:CA:ELX_DATA#]]></TAG>
        <VALUE><![CDATA[#NOVOREGISTO:CA:ELX_DATA#]]></VALUE>
        <XPATH><![CDATA[/CARD/FIELDS/FIELD[FIELD='ELX_DATA']/VALUE]]></XPATH>
      </FIELD>
      <FIELD type="AdditionalFields" label="ELX_DATADOC" source-type="AdditionalFields">
        <TAG><![CDATA[#NOVOREGISTO:CA:ELX_DATADOC#]]></TAG>
        <VALUE><![CDATA[#NOVOREGISTO:CA:ELX_DATADOC#]]></VALUE>
        <XPATH><![CDATA[/CARD/FIELDS/FIELD[FIELD='ELX_DATADOC']/VALUE]]></XPATH>
      </FIELD>
      <FIELD type="AdditionalFields" label="ELX_LIVRO" source-type="AdditionalFields">
        <TAG><![CDATA[#NOVOREGISTO:CA:ELX_LIVRO#]]></TAG>
        <VALUE><![CDATA[#NOVOREGISTO:CA:ELX_LIVRO#]]></VALUE>
        <XPATH><![CDATA[/CARD/FIELDS/FIELD[FIELD='ELX_LIVRO']/VALUE]]></XPATH>
      </FIELD>
      <FIELD type="AdditionalFields" label="ELX_NUMERO" source-type="AdditionalFields">
        <TAG><![CDATA[#NOVOREGISTO:CA:ELX_NUMERO#]]></TAG>
        <VALUE><![CDATA[#NOVOREGISTO:CA:ELX_NUMERO#]]></VALUE>
        <XPATH><![CDATA[/CARD/FIELDS/FIELD[FIELD='ELX_NUMERO']/VALUE]]></XPATH>
      </FIELD>
      <FIELD type="AdditionalFields" label="ELX_REFDOC" source-type="AdditionalFields">
        <TAG><![CDATA[#NOVOREGISTO:CA:ELX_REFDOC#]]></TAG>
        <VALUE><![CDATA[#NOVOREGISTO:CA:ELX_REFDOC#]]></VALUE>
        <XPATH><![CDATA[/CARD/FIELDS/FIELD[FIELD='ELX_REFDOC']/VALUE]]></XPATH>
      </FIELD>
      <FIELD type="AdditionalFields" label="ELX_SITUACAO" source-type="AdditionalFields">
        <TAG><![CDATA[#NOVOREGISTO:CA:ELX_SITUACAO#]]></TAG>
        <VALUE><![CDATA[#NOVOREGISTO:CA:ELX_SITUACAO#]]></VALUE>
        <XPATH><![CDATA[/CARD/FIELDS/FIELD[FIELD='ELX_SITUACAO']/VALUE]]></XPATH>
      </FIELD>
      <FIELD type="AdditionalFields" label="ELX_TDOC" source-type="AdditionalFields">
        <TAG><![CDATA[#NOVOREGISTO:CA:ELX_TDOC#]]></TAG>
        <VALUE><![CDATA[#NOVOREGISTO:CA:ELX_TDOC#]]></VALUE>
        <XPATH><![CDATA[/CARD/FIELDS/FIELD[FIELD='ELX_TDOC']/VALUE]]></XPATH>
      </FIELD>
      <FIELD type="AdditionalFields" label="Sep_04" source-type="AdditionalFields">
        <TAG><![CDATA[#NOVOREGISTO:CA:Sep_04#]]></TAG>
        <VALUE><![CDATA[#NOVOREGISTO:CA:Sep_04#]]></VALUE>
        <XPATH><![CDATA[/CARD/FIELDS/FIELD[FIELD='Sep_04']/VALUE]]></XPATH>
      </FIELD>
      <FIELD type="AdditionalFields" label="Sep_07" source-type="AdditionalFields">
        <TAG><![CDATA[#NOVOREGISTO:CA:Sep_07#]]></TAG>
        <VALUE><![CDATA[#NOVOREGISTO:CA:Sep_07#]]></VALUE>
        <XPATH><![CDATA[/CARD/FIELDS/FIELD[FIELD='Sep_07']/VALUE]]></XPATH>
      </FIELD>
      <FIELD type="AdditionalFields" label="sep_09" source-type="AdditionalFields">
        <TAG><![CDATA[#NOVOREGISTO:CA:sep_09#]]></TAG>
        <VALUE><![CDATA[#NOVOREGISTO:CA:sep_09#]]></VALUE>
        <XPATH><![CDATA[/CARD/FIELDS/FIELD[FIELD='sep_09']/VALUE]]></XPATH>
      </FIELD>
      <FIELD type="AdditionalFields" label="Sep_12_01" source-type="AdditionalFields">
        <TAG><![CDATA[#NOVOREGISTO:CA:Sep_12_01#]]></TAG>
        <VALUE><![CDATA[#NOVOREGISTO:CA:Sep_12_01#]]></VALUE>
        <XPATH><![CDATA[/CARD/FIELDS/FIELD[FIELD='Sep_12_01']/VALUE]]></XPATH>
      </FIELD>
      <FIELD type="AdditionalFields" label="Sep_12_02" source-type="AdditionalFields">
        <TAG><![CDATA[#NOVOREGISTO:CA:Sep_12_02#]]></TAG>
        <VALUE><![CDATA[#NOVOREGISTO:CA:Sep_12_02#]]></VALUE>
        <XPATH><![CDATA[/CARD/FIELDS/FIELD[FIELD='Sep_12_02']/VALUE]]></XPATH>
      </FIELD>
      <FIELD type="AdditionalFields" label="Sep_12_03" source-type="AdditionalFields">
        <TAG><![CDATA[#NOVOREGISTO:CA:Sep_12_03#]]></TAG>
        <VALUE><![CDATA[#NOVOREGISTO:CA:Sep_12_03#]]></VALUE>
        <XPATH><![CDATA[/CARD/FIELDS/FIELD[FIELD='Sep_12_03']/VALUE]]></XPATH>
      </FIELD>
      <FIELD type="AdditionalFields" label="Sep_13_01" source-type="AdditionalFields">
        <TAG><![CDATA[#NOVOREGISTO:CA:Sep_13_01#]]></TAG>
        <VALUE><![CDATA[#NOVOREGISTO:CA:Sep_13_01#]]></VALUE>
        <XPATH><![CDATA[/CARD/FIELDS/FIELD[FIELD='Sep_13_01']/VALUE]]></XPATH>
      </FIELD>
      <FIELD type="AdditionalFields" label="Sep_13_02" source-type="AdditionalFields">
        <TAG><![CDATA[#NOVOREGISTO:CA:Sep_13_02#]]></TAG>
        <VALUE><![CDATA[#NOVOREGISTO:CA:Sep_13_02#]]></VALUE>
        <XPATH><![CDATA[/CARD/FIELDS/FIELD[FIELD='Sep_13_02']/VALUE]]></XPATH>
      </FIELD>
      <FIELD type="AdditionalFields" label="Sep_13_03" source-type="AdditionalFields">
        <TAG><![CDATA[#NOVOREGISTO:CA:Sep_13_03#]]></TAG>
        <VALUE><![CDATA[#NOVOREGISTO:CA:Sep_13_03#]]></VALUE>
        <XPATH><![CDATA[/CARD/FIELDS/FIELD[FIELD='Sep_13_03']/VALUE]]></XPATH>
      </FIELD>
      <FIELD type="AdditionalFields" label="Sep_14_06" source-type="AdditionalFields">
        <TAG><![CDATA[#NOVOREGISTO:CA:Sep_14_06#]]></TAG>
        <VALUE><![CDATA[#NOVOREGISTO:CA:Sep_14_06#]]></VALUE>
        <XPATH><![CDATA[/CARD/FIELDS/FIELD[FIELD='Sep_14_06']/VALUE]]></XPATH>
      </FIELD>
      <FIELD type="AdditionalFields" label="Sep_14_07" source-type="AdditionalFields">
        <TAG><![CDATA[#NOVOREGISTO:CA:Sep_14_07#]]></TAG>
        <VALUE><![CDATA[#NOVOREGISTO:CA:Sep_14_07#]]></VALUE>
        <XPATH><![CDATA[/CARD/FIELDS/FIELD[FIELD='Sep_14_07']/VALUE]]></XPATH>
      </FIELD>
      <FIELD type="AdditionalFields" label="Sep_15_01" source-type="AdditionalFields">
        <TAG><![CDATA[#NOVOREGISTO:CA:Sep_15_01#]]></TAG>
        <VALUE><![CDATA[#NOVOREGISTO:CA:Sep_15_01#]]></VALUE>
        <XPATH><![CDATA[/CARD/FIELDS/FIELD[FIELD='Sep_15_01']/VALUE]]></XPATH>
      </FIELD>
      <FIELD type="AdditionalFields" label="Sep_15_03" source-type="AdditionalFields">
        <TAG><![CDATA[#NOVOREGISTO:CA:Sep_15_03#]]></TAG>
        <VALUE><![CDATA[#NOVOREGISTO:CA:Sep_15_03#]]></VALUE>
        <XPATH><![CDATA[/CARD/FIELDS/FIELD[FIELD='Sep_15_03']/VALUE]]></XPATH>
      </FIELD>
      <FIELD type="AdditionalFields" label="Sep_03_01" source-type="AdditionalFields">
        <TAG><![CDATA[#NOVOREGISTO:CA:Sep_03_01#]]></TAG>
        <VALUE><![CDATA[#NOVOREGISTO:CA:Sep_03_01#]]></VALUE>
        <XPATH><![CDATA[/CARD/FIELDS/FIELD[FIELD='Sep_03_01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+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DCONT" source-type="AdditionalFields">
        <TAG><![CDATA[#PRIMEIROREGISTO:CA:DCONT#]]></TAG>
        <VALUE><![CDATA[#PRIMEIROREGISTO:CA:DCONT#]]></VALUE>
        <XPATH><![CDATA[/CARD/FIELDS/FIELD[NAME='DCONT']/VALUE]]></XPATH>
      </FIELD>
      <FIELD type="AdditionalFields" label="DONO" source-type="AdditionalFields">
        <TAG><![CDATA[#PRIMEIROREGISTO:CA:DONO#]]></TAG>
        <VALUE><![CDATA[#PRIMEIROREGISTO:CA:DONO#]]></VALUE>
        <XPATH><![CDATA[/CARD/FIELDS/FIELD[NAME='DONO']/VALUE]]></XPATH>
      </FIELD>
      <FIELD type="AdditionalFields" label="DTRESP" source-type="AdditionalFields">
        <TAG><![CDATA[#PRIMEIROREGISTO:CA:DTRESP#]]></TAG>
        <VALUE><![CDATA[#PRIMEIROREGISTO:CA:DTRESP#]]></VALUE>
        <XPATH><![CDATA[/CARD/FIELDS/FIELD[NAME='DTRESP']/VALUE]]></XPATH>
      </FIELD>
      <FIELD type="AdditionalFields" label="NUMERO" source-type="AdditionalFields">
        <TAG><![CDATA[#PRIMEIROREGISTO:CA:NUMERO#]]></TAG>
        <VALUE><![CDATA[#PRIMEIROREGISTO:CA:NUMERO#]]></VALUE>
        <XPATH><![CDATA[/CARD/FIELDS/FIELD[NAME='NUMERO']/VALUE]]></XPATH>
      </FIELD>
      <FIELD type="AdditionalFields" label="FacturaData" source-type="AdditionalFields">
        <TAG><![CDATA[#PRIMEIROREGISTO:CA:FacturaData#]]></TAG>
        <VALUE><![CDATA[#PRIMEIROREGISTO:CA:FacturaData#]]></VALUE>
        <XPATH><![CDATA[/CARD/FIELDS/FIELD[NAME='FacturaData']/VALUE]]></XPATH>
      </FIELD>
      <FIELD type="AdditionalFields" label="FacturaDataVenc" source-type="AdditionalFields">
        <TAG><![CDATA[#PRIMEIROREGISTO:CA:FacturaDataVenc#]]></TAG>
        <VALUE><![CDATA[#PRIMEIROREGISTO:CA:FacturaDataVenc#]]></VALUE>
        <XPATH><![CDATA[/CARD/FIELDS/FIELD[NAME='FacturaDataVenc']/VALUE]]></XPATH>
      </FIELD>
      <FIELD type="AdditionalFields" label="FacturaNIF" source-type="AdditionalFields">
        <TAG><![CDATA[#PRIMEIROREGISTO:CA:FacturaNIF#]]></TAG>
        <VALUE><![CDATA[#PRIMEIROREGISTO:CA:FacturaNIF#]]></VALUE>
        <XPATH><![CDATA[/CARD/FIELDS/FIELD[NAME='FacturaNIF']/VALUE]]></XPATH>
      </FIELD>
      <FIELD type="AdditionalFields" label="FacturaNumero" source-type="AdditionalFields">
        <TAG><![CDATA[#PRIMEIROREGISTO:CA:FacturaNumero#]]></TAG>
        <VALUE><![CDATA[#PRIMEIROREGISTO:CA:FacturaNumero#]]></VALUE>
        <XPATH><![CDATA[/CARD/FIELDS/FIELD[NAME='FacturaNumero']/VALUE]]></XPATH>
      </FIELD>
      <FIELD type="AdditionalFields" label="FacturaNumSeq" source-type="AdditionalFields">
        <TAG><![CDATA[#PRIMEIROREGISTO:CA:FacturaNumSeq#]]></TAG>
        <VALUE><![CDATA[#PRIMEIROREGISTO:CA:FacturaNumSeq#]]></VALUE>
        <XPATH><![CDATA[/CARD/FIELDS/FIELD[NAME='FacturaNumSeq']/VALUE]]></XPATH>
      </FIELD>
      <FIELD type="AdditionalFields" label="FacturaServResp" source-type="AdditionalFields">
        <TAG><![CDATA[#PRIMEIROREGISTO:CA:FacturaServResp#]]></TAG>
        <VALUE><![CDATA[#PRIMEIROREGISTO:CA:FacturaServResp#]]></VALUE>
        <XPATH><![CDATA[/CARD/FIELDS/FIELD[NAME='FacturaServResp']/VALUE]]></XPATH>
      </FIELD>
      <FIELD type="AdditionalFields" label="FacturaValor" source-type="AdditionalFields">
        <TAG><![CDATA[#PRIMEIROREGISTO:CA:FacturaValor#]]></TAG>
        <VALUE><![CDATA[#PRIMEIROREGISTO:CA:FacturaValor#]]></VALUE>
        <XPATH><![CDATA[/CARD/FIELDS/FIELD[NAME='FacturaValor']/VALUE]]></XPATH>
      </FIELD>
      <FIELD type="AdditionalFields" label="Empreendimento" source-type="AdditionalFields">
        <TAG><![CDATA[#PRIMEIROREGISTO:CA:Empreendimento#]]></TAG>
        <VALUE><![CDATA[#PRIMEIROREGISTO:CA:Empreendimento#]]></VALUE>
        <XPATH><![CDATA[/CARD/FIELDS/FIELD[NAME='Empreendimento']/VALUE]]></XPATH>
      </FIELD>
      <FIELD type="AdditionalFields" label="Aplicação" source-type="AdditionalFields">
        <TAG><![CDATA[#PRIMEIROREGISTO:CA:Aplicação#]]></TAG>
        <VALUE><![CDATA[#PRIMEIROREGISTO:CA:Aplicação#]]></VALUE>
        <XPATH><![CDATA[/CARD/FIELDS/FIELD[NAME='Aplicação']/VALUE]]></XPATH>
      </FIELD>
      <FIELD type="AdditionalFields" label="Documento_Tipo" source-type="AdditionalFields">
        <TAG><![CDATA[#PRIMEIROREGISTO:CA:Documento_Tipo#]]></TAG>
        <VALUE><![CDATA[#PRIMEIROREGISTO:CA:Documento_Tipo#]]></VALUE>
        <XPATH><![CDATA[/CARD/FIELDS/FIELD[NAME='Documento_Tipo']/VALUE]]></XPATH>
      </FIELD>
      <FIELD type="AdditionalFields" label="PIActividade" source-type="AdditionalFields">
        <TAG><![CDATA[#PRIMEIROREGISTO:CA:PIActividade#]]></TAG>
        <VALUE><![CDATA[#PRIMEIROREGISTO:CA:PIActividade#]]></VALUE>
        <XPATH><![CDATA[/CARD/FIELDS/FIELD[NAME='PIActividade']/VALUE]]></XPATH>
      </FIELD>
      <FIELD type="AdditionalFields" label="AutoData" source-type="AdditionalFields">
        <TAG><![CDATA[#PRIMEIROREGISTO:CA:AutoData#]]></TAG>
        <VALUE><![CDATA[#PRIMEIROREGISTO:CA:AutoData#]]></VALUE>
        <XPATH><![CDATA[/CARD/FIELDS/FIELD[NAME='AutoData']/VALUE]]></XPATH>
      </FIELD>
      <FIELD type="AdditionalFields" label="AutoNumero" source-type="AdditionalFields">
        <TAG><![CDATA[#PRIMEIROREGISTO:CA:AutoNumero#]]></TAG>
        <VALUE><![CDATA[#PRIMEIROREGISTO:CA:AutoNumero#]]></VALUE>
        <XPATH><![CDATA[/CARD/FIELDS/FIELD[NAME='AutoNumero']/VALUE]]></XPATH>
      </FIELD>
      <FIELD type="AdditionalFields" label="RVPData" source-type="AdditionalFields">
        <TAG><![CDATA[#PRIMEIROREGISTO:CA:RVPData#]]></TAG>
        <VALUE><![CDATA[#PRIMEIROREGISTO:CA:RVPData#]]></VALUE>
        <XPATH><![CDATA[/CARD/FIELDS/FIELD[NAME='RVPData']/VALUE]]></XPATH>
      </FIELD>
      <FIELD type="AdditionalFields" label="RVPNumero" source-type="AdditionalFields">
        <TAG><![CDATA[#PRIMEIROREGISTO:CA:RVPNumero#]]></TAG>
        <VALUE><![CDATA[#PRIMEIROREGISTO:CA:RVPNumero#]]></VALUE>
        <XPATH><![CDATA[/CARD/FIELDS/FIELD[NAME='RVPNumero']/VALUE]]></XPATH>
      </FIELD>
      <FIELD type="AdditionalFields" label="FacturaTerceiro" source-type="AdditionalFields">
        <TAG><![CDATA[#PRIMEIROREGISTO:CA:FacturaTerceiro#]]></TAG>
        <VALUE><![CDATA[#PRIMEIROREGISTO:CA:FacturaTerceiro#]]></VALUE>
        <XPATH><![CDATA[/CARD/FIELDS/FIELD[NAME='FacturaTerceiro']/VALUE]]></XPATH>
      </FIELD>
      <FIELD type="AdditionalFields" label="ELX_AUTOR" source-type="AdditionalFields">
        <TAG><![CDATA[#PRIMEIROREGISTO:CA:ELX_AUTOR#]]></TAG>
        <VALUE><![CDATA[#PRIMEIROREGISTO:CA:ELX_AUTOR#]]></VALUE>
        <XPATH><![CDATA[/CARD/FIELDS/FIELD[NAME='ELX_AUTOR']/VALUE]]></XPATH>
      </FIELD>
      <FIELD type="AdditionalFields" label="ELX_CAMPO1" source-type="AdditionalFields">
        <TAG><![CDATA[#PRIMEIROREGISTO:CA:ELX_CAMPO1#]]></TAG>
        <VALUE><![CDATA[#PRIMEIROREGISTO:CA:ELX_CAMPO1#]]></VALUE>
        <XPATH><![CDATA[/CARD/FIELDS/FIELD[NAME='ELX_CAMPO1']/VALUE]]></XPATH>
      </FIELD>
      <FIELD type="AdditionalFields" label="ELX_CLASS" source-type="AdditionalFields">
        <TAG><![CDATA[#PRIMEIROREGISTO:CA:ELX_CLASS#]]></TAG>
        <VALUE><![CDATA[#PRIMEIROREGISTO:CA:ELX_CLASS#]]></VALUE>
        <XPATH><![CDATA[/CARD/FIELDS/FIELD[NAME='ELX_CLASS']/VALUE]]></XPATH>
      </FIELD>
      <FIELD type="AdditionalFields" label="ELX_DATA" source-type="AdditionalFields">
        <TAG><![CDATA[#PRIMEIROREGISTO:CA:ELX_DATA#]]></TAG>
        <VALUE><![CDATA[#PRIMEIROREGISTO:CA:ELX_DATA#]]></VALUE>
        <XPATH><![CDATA[/CARD/FIELDS/FIELD[NAME='ELX_DATA']/VALUE]]></XPATH>
      </FIELD>
      <FIELD type="AdditionalFields" label="ELX_DATADOC" source-type="AdditionalFields">
        <TAG><![CDATA[#PRIMEIROREGISTO:CA:ELX_DATADOC#]]></TAG>
        <VALUE><![CDATA[#PRIMEIROREGISTO:CA:ELX_DATADOC#]]></VALUE>
        <XPATH><![CDATA[/CARD/FIELDS/FIELD[NAME='ELX_DATADOC']/VALUE]]></XPATH>
      </FIELD>
      <FIELD type="AdditionalFields" label="ELX_LIVRO" source-type="AdditionalFields">
        <TAG><![CDATA[#PRIMEIROREGISTO:CA:ELX_LIVRO#]]></TAG>
        <VALUE><![CDATA[#PRIMEIROREGISTO:CA:ELX_LIVRO#]]></VALUE>
        <XPATH><![CDATA[/CARD/FIELDS/FIELD[NAME='ELX_LIVRO']/VALUE]]></XPATH>
      </FIELD>
      <FIELD type="AdditionalFields" label="ELX_NUMERO" source-type="AdditionalFields">
        <TAG><![CDATA[#PRIMEIROREGISTO:CA:ELX_NUMERO#]]></TAG>
        <VALUE><![CDATA[#PRIMEIROREGISTO:CA:ELX_NUMERO#]]></VALUE>
        <XPATH><![CDATA[/CARD/FIELDS/FIELD[NAME='ELX_NUMERO']/VALUE]]></XPATH>
      </FIELD>
      <FIELD type="AdditionalFields" label="ELX_REFDOC" source-type="AdditionalFields">
        <TAG><![CDATA[#PRIMEIROREGISTO:CA:ELX_REFDOC#]]></TAG>
        <VALUE><![CDATA[#PRIMEIROREGISTO:CA:ELX_REFDOC#]]></VALUE>
        <XPATH><![CDATA[/CARD/FIELDS/FIELD[NAME='ELX_REFDOC']/VALUE]]></XPATH>
      </FIELD>
      <FIELD type="AdditionalFields" label="ELX_SITUACAO" source-type="AdditionalFields">
        <TAG><![CDATA[#PRIMEIROREGISTO:CA:ELX_SITUACAO#]]></TAG>
        <VALUE><![CDATA[#PRIMEIROREGISTO:CA:ELX_SITUACAO#]]></VALUE>
        <XPATH><![CDATA[/CARD/FIELDS/FIELD[NAME='ELX_SITUACAO']/VALUE]]></XPATH>
      </FIELD>
      <FIELD type="AdditionalFields" label="ELX_TDOC" source-type="AdditionalFields">
        <TAG><![CDATA[#PRIMEIROREGISTO:CA:ELX_TDOC#]]></TAG>
        <VALUE><![CDATA[#PRIMEIROREGISTO:CA:ELX_TDOC#]]></VALUE>
        <XPATH><![CDATA[/CARD/FIELDS/FIELD[NAME='ELX_TDOC']/VALUE]]></XPATH>
      </FIELD>
      <FIELD type="AdditionalFields" label="Sep_04" source-type="AdditionalFields">
        <TAG><![CDATA[#PRIMEIROREGISTO:CA:Sep_04#]]></TAG>
        <VALUE><![CDATA[#PRIMEIROREGISTO:CA:Sep_04#]]></VALUE>
        <XPATH><![CDATA[/CARD/FIELDS/FIELD[NAME='Sep_04']/VALUE]]></XPATH>
      </FIELD>
      <FIELD type="AdditionalFields" label="Sep_07" source-type="AdditionalFields">
        <TAG><![CDATA[#PRIMEIROREGISTO:CA:Sep_07#]]></TAG>
        <VALUE><![CDATA[#PRIMEIROREGISTO:CA:Sep_07#]]></VALUE>
        <XPATH><![CDATA[/CARD/FIELDS/FIELD[NAME='Sep_07']/VALUE]]></XPATH>
      </FIELD>
      <FIELD type="AdditionalFields" label="sep_09" source-type="AdditionalFields">
        <TAG><![CDATA[#PRIMEIROREGISTO:CA:sep_09#]]></TAG>
        <VALUE><![CDATA[#PRIMEIROREGISTO:CA:sep_09#]]></VALUE>
        <XPATH><![CDATA[/CARD/FIELDS/FIELD[NAME='sep_09']/VALUE]]></XPATH>
      </FIELD>
      <FIELD type="AdditionalFields" label="Sep_12_01" source-type="AdditionalFields">
        <TAG><![CDATA[#PRIMEIROREGISTO:CA:Sep_12_01#]]></TAG>
        <VALUE><![CDATA[#PRIMEIROREGISTO:CA:Sep_12_01#]]></VALUE>
        <XPATH><![CDATA[/CARD/FIELDS/FIELD[NAME='Sep_12_01']/VALUE]]></XPATH>
      </FIELD>
      <FIELD type="AdditionalFields" label="Sep_12_02" source-type="AdditionalFields">
        <TAG><![CDATA[#PRIMEIROREGISTO:CA:Sep_12_02#]]></TAG>
        <VALUE><![CDATA[#PRIMEIROREGISTO:CA:Sep_12_02#]]></VALUE>
        <XPATH><![CDATA[/CARD/FIELDS/FIELD[NAME='Sep_12_02']/VALUE]]></XPATH>
      </FIELD>
      <FIELD type="AdditionalFields" label="Sep_12_03" source-type="AdditionalFields">
        <TAG><![CDATA[#PRIMEIROREGISTO:CA:Sep_12_03#]]></TAG>
        <VALUE><![CDATA[#PRIMEIROREGISTO:CA:Sep_12_03#]]></VALUE>
        <XPATH><![CDATA[/CARD/FIELDS/FIELD[NAME='Sep_12_03']/VALUE]]></XPATH>
      </FIELD>
      <FIELD type="AdditionalFields" label="Sep_13_01" source-type="AdditionalFields">
        <TAG><![CDATA[#PRIMEIROREGISTO:CA:Sep_13_01#]]></TAG>
        <VALUE><![CDATA[#PRIMEIROREGISTO:CA:Sep_13_01#]]></VALUE>
        <XPATH><![CDATA[/CARD/FIELDS/FIELD[NAME='Sep_13_01']/VALUE]]></XPATH>
      </FIELD>
      <FIELD type="AdditionalFields" label="Sep_13_02" source-type="AdditionalFields">
        <TAG><![CDATA[#PRIMEIROREGISTO:CA:Sep_13_02#]]></TAG>
        <VALUE><![CDATA[#PRIMEIROREGISTO:CA:Sep_13_02#]]></VALUE>
        <XPATH><![CDATA[/CARD/FIELDS/FIELD[NAME='Sep_13_02']/VALUE]]></XPATH>
      </FIELD>
      <FIELD type="AdditionalFields" label="Sep_13_03" source-type="AdditionalFields">
        <TAG><![CDATA[#PRIMEIROREGISTO:CA:Sep_13_03#]]></TAG>
        <VALUE><![CDATA[#PRIMEIROREGISTO:CA:Sep_13_03#]]></VALUE>
        <XPATH><![CDATA[/CARD/FIELDS/FIELD[NAME='Sep_13_03']/VALUE]]></XPATH>
      </FIELD>
      <FIELD type="AdditionalFields" label="Sep_14_06" source-type="AdditionalFields">
        <TAG><![CDATA[#PRIMEIROREGISTO:CA:Sep_14_06#]]></TAG>
        <VALUE><![CDATA[#PRIMEIROREGISTO:CA:Sep_14_06#]]></VALUE>
        <XPATH><![CDATA[/CARD/FIELDS/FIELD[NAME='Sep_14_06']/VALUE]]></XPATH>
      </FIELD>
      <FIELD type="AdditionalFields" label="Sep_14_07" source-type="AdditionalFields">
        <TAG><![CDATA[#PRIMEIROREGISTO:CA:Sep_14_07#]]></TAG>
        <VALUE><![CDATA[#PRIMEIROREGISTO:CA:Sep_14_07#]]></VALUE>
        <XPATH><![CDATA[/CARD/FIELDS/FIELD[NAME='Sep_14_07']/VALUE]]></XPATH>
      </FIELD>
      <FIELD type="AdditionalFields" label="Sep_15_01" source-type="AdditionalFields">
        <TAG><![CDATA[#PRIMEIROREGISTO:CA:Sep_15_01#]]></TAG>
        <VALUE><![CDATA[#PRIMEIROREGISTO:CA:Sep_15_01#]]></VALUE>
        <XPATH><![CDATA[/CARD/FIELDS/FIELD[NAME='Sep_15_01']/VALUE]]></XPATH>
      </FIELD>
      <FIELD type="AdditionalFields" label="Sep_15_03" source-type="AdditionalFields">
        <TAG><![CDATA[#PRIMEIROREGISTO:CA:Sep_15_03#]]></TAG>
        <VALUE><![CDATA[#PRIMEIROREGISTO:CA:Sep_15_03#]]></VALUE>
        <XPATH><![CDATA[/CARD/FIELDS/FIELD[NAME='Sep_15_03']/VALUE]]></XPATH>
      </FIELD>
      <FIELD type="AdditionalFields" label="Sep_03_01" source-type="AdditionalFields">
        <TAG><![CDATA[#PRIMEIROREGISTO:CA:Sep_03_01#]]></TAG>
        <VALUE><![CDATA[#PRIMEIROREGISTO:CA:Sep_03_01#]]></VALUE>
        <XPATH><![CDATA[/CARD/FIELDS/FIELD[NAME='Sep_03_01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DCONT" source-type="AdditionalFields">
        <TAG><![CDATA[#PRIMEIROPROCESSO:CA:DCONT#]]></TAG>
        <VALUE><![CDATA[#PRIMEIROPROCESSO:CA:DCONT#]]></VALUE>
        <XPATH><![CDATA[/CARD/FIELDS/FIELD[NAME='DCONT']/VALUE]]></XPATH>
      </FIELD>
      <FIELD type="AdditionalFields" label="DONO" source-type="AdditionalFields">
        <TAG><![CDATA[#PRIMEIROPROCESSO:CA:DONO#]]></TAG>
        <VALUE><![CDATA[#PRIMEIROPROCESSO:CA:DONO#]]></VALUE>
        <XPATH><![CDATA[/CARD/FIELDS/FIELD[NAME='DONO']/VALUE]]></XPATH>
      </FIELD>
      <FIELD type="AdditionalFields" label="DTRESP" source-type="AdditionalFields">
        <TAG><![CDATA[#PRIMEIROPROCESSO:CA:DTRESP#]]></TAG>
        <VALUE><![CDATA[#PRIMEIROPROCESSO:CA:DTRESP#]]></VALUE>
        <XPATH><![CDATA[/CARD/FIELDS/FIELD[NAME='DTRESP']/VALUE]]></XPATH>
      </FIELD>
      <FIELD type="AdditionalFields" label="NUMERO" source-type="AdditionalFields">
        <TAG><![CDATA[#PRIMEIROPROCESSO:CA:NUMERO#]]></TAG>
        <VALUE><![CDATA[#PRIMEIROPROCESSO:CA:NUMERO#]]></VALUE>
        <XPATH><![CDATA[/CARD/FIELDS/FIELD[NAME='NUMERO']/VALUE]]></XPATH>
      </FIELD>
      <FIELD type="AdditionalFields" label="FacturaData" source-type="AdditionalFields">
        <TAG><![CDATA[#PRIMEIROPROCESSO:CA:FacturaData#]]></TAG>
        <VALUE><![CDATA[#PRIMEIROPROCESSO:CA:FacturaData#]]></VALUE>
        <XPATH><![CDATA[/CARD/FIELDS/FIELD[NAME='FacturaData']/VALUE]]></XPATH>
      </FIELD>
      <FIELD type="AdditionalFields" label="FacturaDataVenc" source-type="AdditionalFields">
        <TAG><![CDATA[#PRIMEIROPROCESSO:CA:FacturaDataVenc#]]></TAG>
        <VALUE><![CDATA[#PRIMEIROPROCESSO:CA:FacturaDataVenc#]]></VALUE>
        <XPATH><![CDATA[/CARD/FIELDS/FIELD[NAME='FacturaDataVenc']/VALUE]]></XPATH>
      </FIELD>
      <FIELD type="AdditionalFields" label="FacturaNIF" source-type="AdditionalFields">
        <TAG><![CDATA[#PRIMEIROPROCESSO:CA:FacturaNIF#]]></TAG>
        <VALUE><![CDATA[#PRIMEIROPROCESSO:CA:FacturaNIF#]]></VALUE>
        <XPATH><![CDATA[/CARD/FIELDS/FIELD[NAME='FacturaNIF']/VALUE]]></XPATH>
      </FIELD>
      <FIELD type="AdditionalFields" label="FacturaNumero" source-type="AdditionalFields">
        <TAG><![CDATA[#PRIMEIROPROCESSO:CA:FacturaNumero#]]></TAG>
        <VALUE><![CDATA[#PRIMEIROPROCESSO:CA:FacturaNumero#]]></VALUE>
        <XPATH><![CDATA[/CARD/FIELDS/FIELD[NAME='FacturaNumero']/VALUE]]></XPATH>
      </FIELD>
      <FIELD type="AdditionalFields" label="FacturaNumSeq" source-type="AdditionalFields">
        <TAG><![CDATA[#PRIMEIROPROCESSO:CA:FacturaNumSeq#]]></TAG>
        <VALUE><![CDATA[#PRIMEIROPROCESSO:CA:FacturaNumSeq#]]></VALUE>
        <XPATH><![CDATA[/CARD/FIELDS/FIELD[NAME='FacturaNumSeq']/VALUE]]></XPATH>
      </FIELD>
      <FIELD type="AdditionalFields" label="FacturaServResp" source-type="AdditionalFields">
        <TAG><![CDATA[#PRIMEIROPROCESSO:CA:FacturaServResp#]]></TAG>
        <VALUE><![CDATA[#PRIMEIROPROCESSO:CA:FacturaServResp#]]></VALUE>
        <XPATH><![CDATA[/CARD/FIELDS/FIELD[NAME='FacturaServResp']/VALUE]]></XPATH>
      </FIELD>
      <FIELD type="AdditionalFields" label="FacturaValor" source-type="AdditionalFields">
        <TAG><![CDATA[#PRIMEIROPROCESSO:CA:FacturaValor#]]></TAG>
        <VALUE><![CDATA[#PRIMEIROPROCESSO:CA:FacturaValor#]]></VALUE>
        <XPATH><![CDATA[/CARD/FIELDS/FIELD[NAME='FacturaValor']/VALUE]]></XPATH>
      </FIELD>
      <FIELD type="AdditionalFields" label="Empreendimento" source-type="AdditionalFields">
        <TAG><![CDATA[#PRIMEIROPROCESSO:CA:Empreendimento#]]></TAG>
        <VALUE><![CDATA[#PRIMEIROPROCESSO:CA:Empreendimento#]]></VALUE>
        <XPATH><![CDATA[/CARD/FIELDS/FIELD[NAME='Empreendimento']/VALUE]]></XPATH>
      </FIELD>
      <FIELD type="AdditionalFields" label="Aplicação" source-type="AdditionalFields">
        <TAG><![CDATA[#PRIMEIROPROCESSO:CA:Aplicação#]]></TAG>
        <VALUE><![CDATA[#PRIMEIROPROCESSO:CA:Aplicação#]]></VALUE>
        <XPATH><![CDATA[/CARD/FIELDS/FIELD[NAME='Aplicação']/VALUE]]></XPATH>
      </FIELD>
      <FIELD type="AdditionalFields" label="Documento_Tipo" source-type="AdditionalFields">
        <TAG><![CDATA[#PRIMEIROPROCESSO:CA:Documento_Tipo#]]></TAG>
        <VALUE><![CDATA[#PRIMEIROPROCESSO:CA:Documento_Tipo#]]></VALUE>
        <XPATH><![CDATA[/CARD/FIELDS/FIELD[NAME='Documento_Tipo']/VALUE]]></XPATH>
      </FIELD>
      <FIELD type="AdditionalFields" label="PIActividade" source-type="AdditionalFields">
        <TAG><![CDATA[#PRIMEIROPROCESSO:CA:PIActividade#]]></TAG>
        <VALUE><![CDATA[#PRIMEIROPROCESSO:CA:PIActividade#]]></VALUE>
        <XPATH><![CDATA[/CARD/FIELDS/FIELD[NAME='PIActividade']/VALUE]]></XPATH>
      </FIELD>
      <FIELD type="AdditionalFields" label="AutoData" source-type="AdditionalFields">
        <TAG><![CDATA[#PRIMEIROPROCESSO:CA:AutoData#]]></TAG>
        <VALUE><![CDATA[#PRIMEIROPROCESSO:CA:AutoData#]]></VALUE>
        <XPATH><![CDATA[/CARD/FIELDS/FIELD[NAME='AutoData']/VALUE]]></XPATH>
      </FIELD>
      <FIELD type="AdditionalFields" label="AutoNumero" source-type="AdditionalFields">
        <TAG><![CDATA[#PRIMEIROPROCESSO:CA:AutoNumero#]]></TAG>
        <VALUE><![CDATA[#PRIMEIROPROCESSO:CA:AutoNumero#]]></VALUE>
        <XPATH><![CDATA[/CARD/FIELDS/FIELD[NAME='AutoNumero']/VALUE]]></XPATH>
      </FIELD>
      <FIELD type="AdditionalFields" label="RVPData" source-type="AdditionalFields">
        <TAG><![CDATA[#PRIMEIROPROCESSO:CA:RVPData#]]></TAG>
        <VALUE><![CDATA[#PRIMEIROPROCESSO:CA:RVPData#]]></VALUE>
        <XPATH><![CDATA[/CARD/FIELDS/FIELD[NAME='RVPData']/VALUE]]></XPATH>
      </FIELD>
      <FIELD type="AdditionalFields" label="RVPNumero" source-type="AdditionalFields">
        <TAG><![CDATA[#PRIMEIROPROCESSO:CA:RVPNumero#]]></TAG>
        <VALUE><![CDATA[#PRIMEIROPROCESSO:CA:RVPNumero#]]></VALUE>
        <XPATH><![CDATA[/CARD/FIELDS/FIELD[NAME='RVPNumero']/VALUE]]></XPATH>
      </FIELD>
      <FIELD type="AdditionalFields" label="FacturaTerceiro" source-type="AdditionalFields">
        <TAG><![CDATA[#PRIMEIROPROCESSO:CA:FacturaTerceiro#]]></TAG>
        <VALUE><![CDATA[#PRIMEIROPROCESSO:CA:FacturaTerceiro#]]></VALUE>
        <XPATH><![CDATA[/CARD/FIELDS/FIELD[NAME='FacturaTerceiro']/VALUE]]></XPATH>
      </FIELD>
      <FIELD type="AdditionalFields" label="ELX_AUTOR" source-type="AdditionalFields">
        <TAG><![CDATA[#PRIMEIROPROCESSO:CA:ELX_AUTOR#]]></TAG>
        <VALUE><![CDATA[#PRIMEIROPROCESSO:CA:ELX_AUTOR#]]></VALUE>
        <XPATH><![CDATA[/CARD/FIELDS/FIELD[NAME='ELX_AUTOR']/VALUE]]></XPATH>
      </FIELD>
      <FIELD type="AdditionalFields" label="ELX_CAMPO1" source-type="AdditionalFields">
        <TAG><![CDATA[#PRIMEIROPROCESSO:CA:ELX_CAMPO1#]]></TAG>
        <VALUE><![CDATA[#PRIMEIROPROCESSO:CA:ELX_CAMPO1#]]></VALUE>
        <XPATH><![CDATA[/CARD/FIELDS/FIELD[NAME='ELX_CAMPO1']/VALUE]]></XPATH>
      </FIELD>
      <FIELD type="AdditionalFields" label="ELX_CLASS" source-type="AdditionalFields">
        <TAG><![CDATA[#PRIMEIROPROCESSO:CA:ELX_CLASS#]]></TAG>
        <VALUE><![CDATA[#PRIMEIROPROCESSO:CA:ELX_CLASS#]]></VALUE>
        <XPATH><![CDATA[/CARD/FIELDS/FIELD[NAME='ELX_CLASS']/VALUE]]></XPATH>
      </FIELD>
      <FIELD type="AdditionalFields" label="ELX_DATA" source-type="AdditionalFields">
        <TAG><![CDATA[#PRIMEIROPROCESSO:CA:ELX_DATA#]]></TAG>
        <VALUE><![CDATA[#PRIMEIROPROCESSO:CA:ELX_DATA#]]></VALUE>
        <XPATH><![CDATA[/CARD/FIELDS/FIELD[NAME='ELX_DATA']/VALUE]]></XPATH>
      </FIELD>
      <FIELD type="AdditionalFields" label="ELX_DATADOC" source-type="AdditionalFields">
        <TAG><![CDATA[#PRIMEIROPROCESSO:CA:ELX_DATADOC#]]></TAG>
        <VALUE><![CDATA[#PRIMEIROPROCESSO:CA:ELX_DATADOC#]]></VALUE>
        <XPATH><![CDATA[/CARD/FIELDS/FIELD[NAME='ELX_DATADOC']/VALUE]]></XPATH>
      </FIELD>
      <FIELD type="AdditionalFields" label="ELX_LIVRO" source-type="AdditionalFields">
        <TAG><![CDATA[#PRIMEIROPROCESSO:CA:ELX_LIVRO#]]></TAG>
        <VALUE><![CDATA[#PRIMEIROPROCESSO:CA:ELX_LIVRO#]]></VALUE>
        <XPATH><![CDATA[/CARD/FIELDS/FIELD[NAME='ELX_LIVRO']/VALUE]]></XPATH>
      </FIELD>
      <FIELD type="AdditionalFields" label="ELX_NUMERO" source-type="AdditionalFields">
        <TAG><![CDATA[#PRIMEIROPROCESSO:CA:ELX_NUMERO#]]></TAG>
        <VALUE><![CDATA[#PRIMEIROPROCESSO:CA:ELX_NUMERO#]]></VALUE>
        <XPATH><![CDATA[/CARD/FIELDS/FIELD[NAME='ELX_NUMERO']/VALUE]]></XPATH>
      </FIELD>
      <FIELD type="AdditionalFields" label="ELX_REFDOC" source-type="AdditionalFields">
        <TAG><![CDATA[#PRIMEIROPROCESSO:CA:ELX_REFDOC#]]></TAG>
        <VALUE><![CDATA[#PRIMEIROPROCESSO:CA:ELX_REFDOC#]]></VALUE>
        <XPATH><![CDATA[/CARD/FIELDS/FIELD[NAME='ELX_REFDOC']/VALUE]]></XPATH>
      </FIELD>
      <FIELD type="AdditionalFields" label="ELX_SITUACAO" source-type="AdditionalFields">
        <TAG><![CDATA[#PRIMEIROPROCESSO:CA:ELX_SITUACAO#]]></TAG>
        <VALUE><![CDATA[#PRIMEIROPROCESSO:CA:ELX_SITUACAO#]]></VALUE>
        <XPATH><![CDATA[/CARD/FIELDS/FIELD[NAME='ELX_SITUACAO']/VALUE]]></XPATH>
      </FIELD>
      <FIELD type="AdditionalFields" label="ELX_TDOC" source-type="AdditionalFields">
        <TAG><![CDATA[#PRIMEIROPROCESSO:CA:ELX_TDOC#]]></TAG>
        <VALUE><![CDATA[#PRIMEIROPROCESSO:CA:ELX_TDOC#]]></VALUE>
        <XPATH><![CDATA[/CARD/FIELDS/FIELD[NAME='ELX_TDOC']/VALUE]]></XPATH>
      </FIELD>
      <FIELD type="AdditionalFields" label="Sep_04" source-type="AdditionalFields">
        <TAG><![CDATA[#PRIMEIROPROCESSO:CA:Sep_04#]]></TAG>
        <VALUE><![CDATA[#PRIMEIROPROCESSO:CA:Sep_04#]]></VALUE>
        <XPATH><![CDATA[/CARD/FIELDS/FIELD[NAME='Sep_04']/VALUE]]></XPATH>
      </FIELD>
      <FIELD type="AdditionalFields" label="Sep_07" source-type="AdditionalFields">
        <TAG><![CDATA[#PRIMEIROPROCESSO:CA:Sep_07#]]></TAG>
        <VALUE><![CDATA[#PRIMEIROPROCESSO:CA:Sep_07#]]></VALUE>
        <XPATH><![CDATA[/CARD/FIELDS/FIELD[NAME='Sep_07']/VALUE]]></XPATH>
      </FIELD>
      <FIELD type="AdditionalFields" label="sep_09" source-type="AdditionalFields">
        <TAG><![CDATA[#PRIMEIROPROCESSO:CA:sep_09#]]></TAG>
        <VALUE><![CDATA[#PRIMEIROPROCESSO:CA:sep_09#]]></VALUE>
        <XPATH><![CDATA[/CARD/FIELDS/FIELD[NAME='sep_09']/VALUE]]></XPATH>
      </FIELD>
      <FIELD type="AdditionalFields" label="Sep_12_01" source-type="AdditionalFields">
        <TAG><![CDATA[#PRIMEIROPROCESSO:CA:Sep_12_01#]]></TAG>
        <VALUE><![CDATA[#PRIMEIROPROCESSO:CA:Sep_12_01#]]></VALUE>
        <XPATH><![CDATA[/CARD/FIELDS/FIELD[NAME='Sep_12_01']/VALUE]]></XPATH>
      </FIELD>
      <FIELD type="AdditionalFields" label="Sep_12_02" source-type="AdditionalFields">
        <TAG><![CDATA[#PRIMEIROPROCESSO:CA:Sep_12_02#]]></TAG>
        <VALUE><![CDATA[#PRIMEIROPROCESSO:CA:Sep_12_02#]]></VALUE>
        <XPATH><![CDATA[/CARD/FIELDS/FIELD[NAME='Sep_12_02']/VALUE]]></XPATH>
      </FIELD>
      <FIELD type="AdditionalFields" label="Sep_12_03" source-type="AdditionalFields">
        <TAG><![CDATA[#PRIMEIROPROCESSO:CA:Sep_12_03#]]></TAG>
        <VALUE><![CDATA[#PRIMEIROPROCESSO:CA:Sep_12_03#]]></VALUE>
        <XPATH><![CDATA[/CARD/FIELDS/FIELD[NAME='Sep_12_03']/VALUE]]></XPATH>
      </FIELD>
      <FIELD type="AdditionalFields" label="Sep_13_01" source-type="AdditionalFields">
        <TAG><![CDATA[#PRIMEIROPROCESSO:CA:Sep_13_01#]]></TAG>
        <VALUE><![CDATA[#PRIMEIROPROCESSO:CA:Sep_13_01#]]></VALUE>
        <XPATH><![CDATA[/CARD/FIELDS/FIELD[NAME='Sep_13_01']/VALUE]]></XPATH>
      </FIELD>
      <FIELD type="AdditionalFields" label="Sep_13_02" source-type="AdditionalFields">
        <TAG><![CDATA[#PRIMEIROPROCESSO:CA:Sep_13_02#]]></TAG>
        <VALUE><![CDATA[#PRIMEIROPROCESSO:CA:Sep_13_02#]]></VALUE>
        <XPATH><![CDATA[/CARD/FIELDS/FIELD[NAME='Sep_13_02']/VALUE]]></XPATH>
      </FIELD>
      <FIELD type="AdditionalFields" label="Sep_13_03" source-type="AdditionalFields">
        <TAG><![CDATA[#PRIMEIROPROCESSO:CA:Sep_13_03#]]></TAG>
        <VALUE><![CDATA[#PRIMEIROPROCESSO:CA:Sep_13_03#]]></VALUE>
        <XPATH><![CDATA[/CARD/FIELDS/FIELD[NAME='Sep_13_03']/VALUE]]></XPATH>
      </FIELD>
      <FIELD type="AdditionalFields" label="Sep_14_06" source-type="AdditionalFields">
        <TAG><![CDATA[#PRIMEIROPROCESSO:CA:Sep_14_06#]]></TAG>
        <VALUE><![CDATA[#PRIMEIROPROCESSO:CA:Sep_14_06#]]></VALUE>
        <XPATH><![CDATA[/CARD/FIELDS/FIELD[NAME='Sep_14_06']/VALUE]]></XPATH>
      </FIELD>
      <FIELD type="AdditionalFields" label="Sep_14_07" source-type="AdditionalFields">
        <TAG><![CDATA[#PRIMEIROPROCESSO:CA:Sep_14_07#]]></TAG>
        <VALUE><![CDATA[#PRIMEIROPROCESSO:CA:Sep_14_07#]]></VALUE>
        <XPATH><![CDATA[/CARD/FIELDS/FIELD[NAME='Sep_14_07']/VALUE]]></XPATH>
      </FIELD>
      <FIELD type="AdditionalFields" label="Sep_15_01" source-type="AdditionalFields">
        <TAG><![CDATA[#PRIMEIROPROCESSO:CA:Sep_15_01#]]></TAG>
        <VALUE><![CDATA[#PRIMEIROPROCESSO:CA:Sep_15_01#]]></VALUE>
        <XPATH><![CDATA[/CARD/FIELDS/FIELD[NAME='Sep_15_01']/VALUE]]></XPATH>
      </FIELD>
      <FIELD type="AdditionalFields" label="Sep_15_03" source-type="AdditionalFields">
        <TAG><![CDATA[#PRIMEIROPROCESSO:CA:Sep_15_03#]]></TAG>
        <VALUE><![CDATA[#PRIMEIROPROCESSO:CA:Sep_15_03#]]></VALUE>
        <XPATH><![CDATA[/CARD/FIELDS/FIELD[NAME='Sep_15_03']/VALUE]]></XPATH>
      </FIELD>
      <FIELD type="AdditionalFields" label="Sep_03_01" source-type="AdditionalFields">
        <TAG><![CDATA[#PRIMEIROPROCESSO:CA:Sep_03_01#]]></TAG>
        <VALUE><![CDATA[#PRIMEIROPROCESSO:CA:Sep_03_01#]]></VALUE>
        <XPATH><![CDATA[/CARD/FIELDS/FIELD[NAME='Sep_03_01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NIF" source-type="EntityFields">
        <TAG><![CDATA[#REGISTO:ENTIDADE:NIF#]]></TAG>
        <VALUE><![CDATA[NIF]]></VALUE>
        <XPATH><![CDATA[/CARD/ENTITIES/ENTITY[TYPE='P']/PROPERTIES/PROPERTY[NAME='NIF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DCONT" source-type="AdditionalFields">
        <TAG><![CDATA[#REGISTO:CA:DCONT#]]></TAG>
        <VALUE><![CDATA[#REGISTO:CA:DCONT#]]></VALUE>
        <XPATH><![CDATA[/CARD/FIELDS/FIELD[NAME='DCONT']/VALUE]]></XPATH>
      </FIELD>
      <FIELD type="AdditionalFields" label="DONO" source-type="AdditionalFields">
        <TAG><![CDATA[#REGISTO:CA:DONO#]]></TAG>
        <VALUE><![CDATA[#REGISTO:CA:DONO#]]></VALUE>
        <XPATH><![CDATA[/CARD/FIELDS/FIELD[NAME='DONO']/VALUE]]></XPATH>
      </FIELD>
      <FIELD type="AdditionalFields" label="DTRESP" source-type="AdditionalFields">
        <TAG><![CDATA[#REGISTO:CA:DTRESP#]]></TAG>
        <VALUE><![CDATA[#REGISTO:CA:DTRESP#]]></VALUE>
        <XPATH><![CDATA[/CARD/FIELDS/FIELD[NAME='DTRESP']/VALUE]]></XPATH>
      </FIELD>
      <FIELD type="AdditionalFields" label="NUMERO" source-type="AdditionalFields">
        <TAG><![CDATA[#REGISTO:CA:NUMERO#]]></TAG>
        <VALUE><![CDATA[#REGISTO:CA:NUMERO#]]></VALUE>
        <XPATH><![CDATA[/CARD/FIELDS/FIELD[NAME='NUMERO']/VALUE]]></XPATH>
      </FIELD>
      <FIELD type="AdditionalFields" label="FacturaData" source-type="AdditionalFields">
        <TAG><![CDATA[#REGISTO:CA:FacturaData#]]></TAG>
        <VALUE><![CDATA[#REGISTO:CA:FacturaData#]]></VALUE>
        <XPATH><![CDATA[/CARD/FIELDS/FIELD[NAME='FacturaData']/VALUE]]></XPATH>
      </FIELD>
      <FIELD type="AdditionalFields" label="FacturaDataVenc" source-type="AdditionalFields">
        <TAG><![CDATA[#REGISTO:CA:FacturaDataVenc#]]></TAG>
        <VALUE><![CDATA[#REGISTO:CA:FacturaDataVenc#]]></VALUE>
        <XPATH><![CDATA[/CARD/FIELDS/FIELD[NAME='FacturaDataVenc']/VALUE]]></XPATH>
      </FIELD>
      <FIELD type="AdditionalFields" label="FacturaNIF" source-type="AdditionalFields">
        <TAG><![CDATA[#REGISTO:CA:FacturaNIF#]]></TAG>
        <VALUE><![CDATA[#REGISTO:CA:FacturaNIF#]]></VALUE>
        <XPATH><![CDATA[/CARD/FIELDS/FIELD[NAME='FacturaNIF']/VALUE]]></XPATH>
      </FIELD>
      <FIELD type="AdditionalFields" label="FacturaNumero" source-type="AdditionalFields">
        <TAG><![CDATA[#REGISTO:CA:FacturaNumero#]]></TAG>
        <VALUE><![CDATA[#REGISTO:CA:FacturaNumero#]]></VALUE>
        <XPATH><![CDATA[/CARD/FIELDS/FIELD[NAME='FacturaNumero']/VALUE]]></XPATH>
      </FIELD>
      <FIELD type="AdditionalFields" label="FacturaNumSeq" source-type="AdditionalFields">
        <TAG><![CDATA[#REGISTO:CA:FacturaNumSeq#]]></TAG>
        <VALUE><![CDATA[#REGISTO:CA:FacturaNumSeq#]]></VALUE>
        <XPATH><![CDATA[/CARD/FIELDS/FIELD[NAME='FacturaNumSeq']/VALUE]]></XPATH>
      </FIELD>
      <FIELD type="AdditionalFields" label="FacturaServResp" source-type="AdditionalFields">
        <TAG><![CDATA[#REGISTO:CA:FacturaServResp#]]></TAG>
        <VALUE><![CDATA[#REGISTO:CA:FacturaServResp#]]></VALUE>
        <XPATH><![CDATA[/CARD/FIELDS/FIELD[NAME='FacturaServResp']/VALUE]]></XPATH>
      </FIELD>
      <FIELD type="AdditionalFields" label="FacturaValor" source-type="AdditionalFields">
        <TAG><![CDATA[#REGISTO:CA:FacturaValor#]]></TAG>
        <VALUE><![CDATA[#REGISTO:CA:FacturaValor#]]></VALUE>
        <XPATH><![CDATA[/CARD/FIELDS/FIELD[NAME='FacturaValor']/VALUE]]></XPATH>
      </FIELD>
      <FIELD type="AdditionalFields" label="Empreendimento" source-type="AdditionalFields">
        <TAG><![CDATA[#REGISTO:CA:Empreendimento#]]></TAG>
        <VALUE><![CDATA[#REGISTO:CA:Empreendimento#]]></VALUE>
        <XPATH><![CDATA[/CARD/FIELDS/FIELD[NAME='Empreendimento']/VALUE]]></XPATH>
      </FIELD>
      <FIELD type="AdditionalFields" label="Aplicação" source-type="AdditionalFields">
        <TAG><![CDATA[#REGISTO:CA:Aplicação#]]></TAG>
        <VALUE><![CDATA[#REGISTO:CA:Aplicação#]]></VALUE>
        <XPATH><![CDATA[/CARD/FIELDS/FIELD[NAME='Aplicação']/VALUE]]></XPATH>
      </FIELD>
      <FIELD type="AdditionalFields" label="Documento_Tipo" source-type="AdditionalFields">
        <TAG><![CDATA[#REGISTO:CA:Documento_Tipo#]]></TAG>
        <VALUE><![CDATA[#REGISTO:CA:Documento_Tipo#]]></VALUE>
        <XPATH><![CDATA[/CARD/FIELDS/FIELD[NAME='Documento_Tipo']/VALUE]]></XPATH>
      </FIELD>
      <FIELD type="AdditionalFields" label="PIActividade" source-type="AdditionalFields">
        <TAG><![CDATA[#REGISTO:CA:PIActividade#]]></TAG>
        <VALUE><![CDATA[#REGISTO:CA:PIActividade#]]></VALUE>
        <XPATH><![CDATA[/CARD/FIELDS/FIELD[NAME='PIActividade']/VALUE]]></XPATH>
      </FIELD>
      <FIELD type="AdditionalFields" label="AutoData" source-type="AdditionalFields">
        <TAG><![CDATA[#REGISTO:CA:AutoData#]]></TAG>
        <VALUE><![CDATA[#REGISTO:CA:AutoData#]]></VALUE>
        <XPATH><![CDATA[/CARD/FIELDS/FIELD[NAME='AutoData']/VALUE]]></XPATH>
      </FIELD>
      <FIELD type="AdditionalFields" label="AutoNumero" source-type="AdditionalFields">
        <TAG><![CDATA[#REGISTO:CA:AutoNumero#]]></TAG>
        <VALUE><![CDATA[#REGISTO:CA:AutoNumero#]]></VALUE>
        <XPATH><![CDATA[/CARD/FIELDS/FIELD[NAME='AutoNumero']/VALUE]]></XPATH>
      </FIELD>
      <FIELD type="AdditionalFields" label="RVPData" source-type="AdditionalFields">
        <TAG><![CDATA[#REGISTO:CA:RVPData#]]></TAG>
        <VALUE><![CDATA[#REGISTO:CA:RVPData#]]></VALUE>
        <XPATH><![CDATA[/CARD/FIELDS/FIELD[NAME='RVPData']/VALUE]]></XPATH>
      </FIELD>
      <FIELD type="AdditionalFields" label="RVPNumero" source-type="AdditionalFields">
        <TAG><![CDATA[#REGISTO:CA:RVPNumero#]]></TAG>
        <VALUE><![CDATA[#REGISTO:CA:RVPNumero#]]></VALUE>
        <XPATH><![CDATA[/CARD/FIELDS/FIELD[NAME='RVPNumero']/VALUE]]></XPATH>
      </FIELD>
      <FIELD type="AdditionalFields" label="FacturaTerceiro" source-type="AdditionalFields">
        <TAG><![CDATA[#REGISTO:CA:FacturaTerceiro#]]></TAG>
        <VALUE><![CDATA[#REGISTO:CA:FacturaTerceiro#]]></VALUE>
        <XPATH><![CDATA[/CARD/FIELDS/FIELD[NAME='FacturaTerceiro']/VALUE]]></XPATH>
      </FIELD>
      <FIELD type="AdditionalFields" label="ELX_AUTOR" source-type="AdditionalFields">
        <TAG><![CDATA[#REGISTO:CA:ELX_AUTOR#]]></TAG>
        <VALUE><![CDATA[#REGISTO:CA:ELX_AUTOR#]]></VALUE>
        <XPATH><![CDATA[/CARD/FIELDS/FIELD[NAME='ELX_AUTOR']/VALUE]]></XPATH>
      </FIELD>
      <FIELD type="AdditionalFields" label="ELX_CAMPO1" source-type="AdditionalFields">
        <TAG><![CDATA[#REGISTO:CA:ELX_CAMPO1#]]></TAG>
        <VALUE><![CDATA[#REGISTO:CA:ELX_CAMPO1#]]></VALUE>
        <XPATH><![CDATA[/CARD/FIELDS/FIELD[NAME='ELX_CAMPO1']/VALUE]]></XPATH>
      </FIELD>
      <FIELD type="AdditionalFields" label="ELX_CLASS" source-type="AdditionalFields">
        <TAG><![CDATA[#REGISTO:CA:ELX_CLASS#]]></TAG>
        <VALUE><![CDATA[#REGISTO:CA:ELX_CLASS#]]></VALUE>
        <XPATH><![CDATA[/CARD/FIELDS/FIELD[NAME='ELX_CLASS']/VALUE]]></XPATH>
      </FIELD>
      <FIELD type="AdditionalFields" label="ELX_DATA" source-type="AdditionalFields">
        <TAG><![CDATA[#REGISTO:CA:ELX_DATA#]]></TAG>
        <VALUE><![CDATA[#REGISTO:CA:ELX_DATA#]]></VALUE>
        <XPATH><![CDATA[/CARD/FIELDS/FIELD[NAME='ELX_DATA']/VALUE]]></XPATH>
      </FIELD>
      <FIELD type="AdditionalFields" label="ELX_DATADOC" source-type="AdditionalFields">
        <TAG><![CDATA[#REGISTO:CA:ELX_DATADOC#]]></TAG>
        <VALUE><![CDATA[#REGISTO:CA:ELX_DATADOC#]]></VALUE>
        <XPATH><![CDATA[/CARD/FIELDS/FIELD[NAME='ELX_DATADOC']/VALUE]]></XPATH>
      </FIELD>
      <FIELD type="AdditionalFields" label="ELX_LIVRO" source-type="AdditionalFields">
        <TAG><![CDATA[#REGISTO:CA:ELX_LIVRO#]]></TAG>
        <VALUE><![CDATA[#REGISTO:CA:ELX_LIVRO#]]></VALUE>
        <XPATH><![CDATA[/CARD/FIELDS/FIELD[NAME='ELX_LIVRO']/VALUE]]></XPATH>
      </FIELD>
      <FIELD type="AdditionalFields" label="ELX_NUMERO" source-type="AdditionalFields">
        <TAG><![CDATA[#REGISTO:CA:ELX_NUMERO#]]></TAG>
        <VALUE><![CDATA[#REGISTO:CA:ELX_NUMERO#]]></VALUE>
        <XPATH><![CDATA[/CARD/FIELDS/FIELD[NAME='ELX_NUMERO']/VALUE]]></XPATH>
      </FIELD>
      <FIELD type="AdditionalFields" label="ELX_REFDOC" source-type="AdditionalFields">
        <TAG><![CDATA[#REGISTO:CA:ELX_REFDOC#]]></TAG>
        <VALUE><![CDATA[#REGISTO:CA:ELX_REFDOC#]]></VALUE>
        <XPATH><![CDATA[/CARD/FIELDS/FIELD[NAME='ELX_REFDOC']/VALUE]]></XPATH>
      </FIELD>
      <FIELD type="AdditionalFields" label="ELX_SITUACAO" source-type="AdditionalFields">
        <TAG><![CDATA[#REGISTO:CA:ELX_SITUACAO#]]></TAG>
        <VALUE><![CDATA[#REGISTO:CA:ELX_SITUACAO#]]></VALUE>
        <XPATH><![CDATA[/CARD/FIELDS/FIELD[NAME='ELX_SITUACAO']/VALUE]]></XPATH>
      </FIELD>
      <FIELD type="AdditionalFields" label="ELX_TDOC" source-type="AdditionalFields">
        <TAG><![CDATA[#REGISTO:CA:ELX_TDOC#]]></TAG>
        <VALUE><![CDATA[#REGISTO:CA:ELX_TDOC#]]></VALUE>
        <XPATH><![CDATA[/CARD/FIELDS/FIELD[NAME='ELX_TDOC']/VALUE]]></XPATH>
      </FIELD>
      <FIELD type="AdditionalFields" label="Sep_04" source-type="AdditionalFields">
        <TAG><![CDATA[#REGISTO:CA:Sep_04#]]></TAG>
        <VALUE><![CDATA[#REGISTO:CA:Sep_04#]]></VALUE>
        <XPATH><![CDATA[/CARD/FIELDS/FIELD[NAME='Sep_04']/VALUE]]></XPATH>
      </FIELD>
      <FIELD type="AdditionalFields" label="Sep_07" source-type="AdditionalFields">
        <TAG><![CDATA[#REGISTO:CA:Sep_07#]]></TAG>
        <VALUE><![CDATA[#REGISTO:CA:Sep_07#]]></VALUE>
        <XPATH><![CDATA[/CARD/FIELDS/FIELD[NAME='Sep_07']/VALUE]]></XPATH>
      </FIELD>
      <FIELD type="AdditionalFields" label="sep_09" source-type="AdditionalFields">
        <TAG><![CDATA[#REGISTO:CA:sep_09#]]></TAG>
        <VALUE><![CDATA[#REGISTO:CA:sep_09#]]></VALUE>
        <XPATH><![CDATA[/CARD/FIELDS/FIELD[NAME='sep_09']/VALUE]]></XPATH>
      </FIELD>
      <FIELD type="AdditionalFields" label="Sep_12_01" source-type="AdditionalFields">
        <TAG><![CDATA[#REGISTO:CA:Sep_12_01#]]></TAG>
        <VALUE><![CDATA[#REGISTO:CA:Sep_12_01#]]></VALUE>
        <XPATH><![CDATA[/CARD/FIELDS/FIELD[NAME='Sep_12_01']/VALUE]]></XPATH>
      </FIELD>
      <FIELD type="AdditionalFields" label="Sep_12_02" source-type="AdditionalFields">
        <TAG><![CDATA[#REGISTO:CA:Sep_12_02#]]></TAG>
        <VALUE><![CDATA[#REGISTO:CA:Sep_12_02#]]></VALUE>
        <XPATH><![CDATA[/CARD/FIELDS/FIELD[NAME='Sep_12_02']/VALUE]]></XPATH>
      </FIELD>
      <FIELD type="AdditionalFields" label="Sep_12_03" source-type="AdditionalFields">
        <TAG><![CDATA[#REGISTO:CA:Sep_12_03#]]></TAG>
        <VALUE><![CDATA[#REGISTO:CA:Sep_12_03#]]></VALUE>
        <XPATH><![CDATA[/CARD/FIELDS/FIELD[NAME='Sep_12_03']/VALUE]]></XPATH>
      </FIELD>
      <FIELD type="AdditionalFields" label="Sep_13_01" source-type="AdditionalFields">
        <TAG><![CDATA[#REGISTO:CA:Sep_13_01#]]></TAG>
        <VALUE><![CDATA[#REGISTO:CA:Sep_13_01#]]></VALUE>
        <XPATH><![CDATA[/CARD/FIELDS/FIELD[NAME='Sep_13_01']/VALUE]]></XPATH>
      </FIELD>
      <FIELD type="AdditionalFields" label="Sep_13_02" source-type="AdditionalFields">
        <TAG><![CDATA[#REGISTO:CA:Sep_13_02#]]></TAG>
        <VALUE><![CDATA[#REGISTO:CA:Sep_13_02#]]></VALUE>
        <XPATH><![CDATA[/CARD/FIELDS/FIELD[NAME='Sep_13_02']/VALUE]]></XPATH>
      </FIELD>
      <FIELD type="AdditionalFields" label="Sep_13_03" source-type="AdditionalFields">
        <TAG><![CDATA[#REGISTO:CA:Sep_13_03#]]></TAG>
        <VALUE><![CDATA[#REGISTO:CA:Sep_13_03#]]></VALUE>
        <XPATH><![CDATA[/CARD/FIELDS/FIELD[NAME='Sep_13_03']/VALUE]]></XPATH>
      </FIELD>
      <FIELD type="AdditionalFields" label="Sep_14_06" source-type="AdditionalFields">
        <TAG><![CDATA[#REGISTO:CA:Sep_14_06#]]></TAG>
        <VALUE><![CDATA[#REGISTO:CA:Sep_14_06#]]></VALUE>
        <XPATH><![CDATA[/CARD/FIELDS/FIELD[NAME='Sep_14_06']/VALUE]]></XPATH>
      </FIELD>
      <FIELD type="AdditionalFields" label="Sep_14_07" source-type="AdditionalFields">
        <TAG><![CDATA[#REGISTO:CA:Sep_14_07#]]></TAG>
        <VALUE><![CDATA[#REGISTO:CA:Sep_14_07#]]></VALUE>
        <XPATH><![CDATA[/CARD/FIELDS/FIELD[NAME='Sep_14_07']/VALUE]]></XPATH>
      </FIELD>
      <FIELD type="AdditionalFields" label="Sep_15_01" source-type="AdditionalFields">
        <TAG><![CDATA[#REGISTO:CA:Sep_15_01#]]></TAG>
        <VALUE><![CDATA[#REGISTO:CA:Sep_15_01#]]></VALUE>
        <XPATH><![CDATA[/CARD/FIELDS/FIELD[NAME='Sep_15_01']/VALUE]]></XPATH>
      </FIELD>
      <FIELD type="AdditionalFields" label="Sep_15_03" source-type="AdditionalFields">
        <TAG><![CDATA[#REGISTO:CA:Sep_15_03#]]></TAG>
        <VALUE><![CDATA[#REGISTO:CA:Sep_15_03#]]></VALUE>
        <XPATH><![CDATA[/CARD/FIELDS/FIELD[NAME='Sep_15_03']/VALUE]]></XPATH>
      </FIELD>
      <FIELD type="AdditionalFields" label="Sep_03_01" source-type="AdditionalFields">
        <TAG><![CDATA[#REGISTO:CA:Sep_03_01#]]></TAG>
        <VALUE><![CDATA[#REGISTO:CA:Sep_03_01#]]></VALUE>
        <XPATH><![CDATA[/CARD/FIELDS/FIELD[NAME='Sep_03_01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DCONT" source-type="AdditionalFields">
        <TAG><![CDATA[#CONTEXTPROCESS:CA:DCONT#]]></TAG>
        <VALUE><![CDATA[DCONT]]></VALUE>
        <XPATH><![CDATA[/PROCESS/FIELDS/FIELD[NAME='DCONT']/VALUE]]></XPATH>
      </FIELD>
      <FIELD type="AdditionalFields" label="DONO" source-type="AdditionalFields">
        <TAG><![CDATA[#CONTEXTPROCESS:CA:DONO#]]></TAG>
        <VALUE><![CDATA[DONO]]></VALUE>
        <XPATH><![CDATA[/PROCESS/FIELDS/FIELD[NAME='DONO']/VALUE]]></XPATH>
      </FIELD>
      <FIELD type="AdditionalFields" label="DTRESP" source-type="AdditionalFields">
        <TAG><![CDATA[#CONTEXTPROCESS:CA:DTRESP#]]></TAG>
        <VALUE><![CDATA[DTRESP]]></VALUE>
        <XPATH><![CDATA[/PROCESS/FIELDS/FIELD[NAME='DTRESP']/VALUE]]></XPATH>
      </FIELD>
      <FIELD type="AdditionalFields" label="NUMERO" source-type="AdditionalFields">
        <TAG><![CDATA[#CONTEXTPROCESS:CA:NUMERO#]]></TAG>
        <VALUE><![CDATA[NUMERO]]></VALUE>
        <XPATH><![CDATA[/PROCESS/FIELDS/FIELD[NAME='NUMERO']/VALUE]]></XPATH>
      </FIELD>
      <FIELD type="AdditionalFields" label="FacturaData" source-type="AdditionalFields">
        <TAG><![CDATA[#CONTEXTPROCESS:CA:FacturaData#]]></TAG>
        <VALUE><![CDATA[FacturaData]]></VALUE>
        <XPATH><![CDATA[/PROCESS/FIELDS/FIELD[NAME='FacturaData']/VALUE]]></XPATH>
      </FIELD>
      <FIELD type="AdditionalFields" label="FacturaDataVenc" source-type="AdditionalFields">
        <TAG><![CDATA[#CONTEXTPROCESS:CA:FacturaDataVenc#]]></TAG>
        <VALUE><![CDATA[FacturaDataVenc]]></VALUE>
        <XPATH><![CDATA[/PROCESS/FIELDS/FIELD[NAME='FacturaDataVenc']/VALUE]]></XPATH>
      </FIELD>
      <FIELD type="AdditionalFields" label="FacturaNIF" source-type="AdditionalFields">
        <TAG><![CDATA[#CONTEXTPROCESS:CA:FacturaNIF#]]></TAG>
        <VALUE><![CDATA[FacturaNIF]]></VALUE>
        <XPATH><![CDATA[/PROCESS/FIELDS/FIELD[NAME='FacturaNIF']/VALUE]]></XPATH>
      </FIELD>
      <FIELD type="AdditionalFields" label="FacturaNumero" source-type="AdditionalFields">
        <TAG><![CDATA[#CONTEXTPROCESS:CA:FacturaNumero#]]></TAG>
        <VALUE><![CDATA[FacturaNumero]]></VALUE>
        <XPATH><![CDATA[/PROCESS/FIELDS/FIELD[NAME='FacturaNumero']/VALUE]]></XPATH>
      </FIELD>
      <FIELD type="AdditionalFields" label="FacturaNumSeq" source-type="AdditionalFields">
        <TAG><![CDATA[#CONTEXTPROCESS:CA:FacturaNumSeq#]]></TAG>
        <VALUE><![CDATA[FacturaNumSeq]]></VALUE>
        <XPATH><![CDATA[/PROCESS/FIELDS/FIELD[NAME='FacturaNumSeq']/VALUE]]></XPATH>
      </FIELD>
      <FIELD type="AdditionalFields" label="FacturaServResp" source-type="AdditionalFields">
        <TAG><![CDATA[#CONTEXTPROCESS:CA:FacturaServResp#]]></TAG>
        <VALUE><![CDATA[FacturaServResp]]></VALUE>
        <XPATH><![CDATA[/PROCESS/FIELDS/FIELD[NAME='FacturaServResp']/VALUE]]></XPATH>
      </FIELD>
      <FIELD type="AdditionalFields" label="FacturaValor" source-type="AdditionalFields">
        <TAG><![CDATA[#CONTEXTPROCESS:CA:FacturaValor#]]></TAG>
        <VALUE><![CDATA[FacturaValor]]></VALUE>
        <XPATH><![CDATA[/PROCESS/FIELDS/FIELD[NAME='FacturaValor']/VALUE]]></XPATH>
      </FIELD>
      <FIELD type="AdditionalFields" label="Empreendimento" source-type="AdditionalFields">
        <TAG><![CDATA[#CONTEXTPROCESS:CA:Empreendimento#]]></TAG>
        <VALUE><![CDATA[Empreendimento]]></VALUE>
        <XPATH><![CDATA[/PROCESS/FIELDS/FIELD[NAME='Empreendimento']/VALUE]]></XPATH>
      </FIELD>
      <FIELD type="AdditionalFields" label="Aplicação" source-type="AdditionalFields">
        <TAG><![CDATA[#CONTEXTPROCESS:CA:Aplicação#]]></TAG>
        <VALUE><![CDATA[Aplicação]]></VALUE>
        <XPATH><![CDATA[/PROCESS/FIELDS/FIELD[NAME='Aplicação']/VALUE]]></XPATH>
      </FIELD>
      <FIELD type="AdditionalFields" label="Documento_Tipo" source-type="AdditionalFields">
        <TAG><![CDATA[#CONTEXTPROCESS:CA:Documento_Tipo#]]></TAG>
        <VALUE><![CDATA[Documento_Tipo]]></VALUE>
        <XPATH><![CDATA[/PROCESS/FIELDS/FIELD[NAME='Documento_Tipo']/VALUE]]></XPATH>
      </FIELD>
      <FIELD type="AdditionalFields" label="PIActividade" source-type="AdditionalFields">
        <TAG><![CDATA[#CONTEXTPROCESS:CA:PIActividade#]]></TAG>
        <VALUE><![CDATA[PIActividade]]></VALUE>
        <XPATH><![CDATA[/PROCESS/FIELDS/FIELD[NAME='PIActividade']/VALUE]]></XPATH>
      </FIELD>
      <FIELD type="AdditionalFields" label="AutoData" source-type="AdditionalFields">
        <TAG><![CDATA[#CONTEXTPROCESS:CA:AutoData#]]></TAG>
        <VALUE><![CDATA[AutoData]]></VALUE>
        <XPATH><![CDATA[/PROCESS/FIELDS/FIELD[NAME='AutoData']/VALUE]]></XPATH>
      </FIELD>
      <FIELD type="AdditionalFields" label="AutoNumero" source-type="AdditionalFields">
        <TAG><![CDATA[#CONTEXTPROCESS:CA:AutoNumero#]]></TAG>
        <VALUE><![CDATA[AutoNumero]]></VALUE>
        <XPATH><![CDATA[/PROCESS/FIELDS/FIELD[NAME='AutoNumero']/VALUE]]></XPATH>
      </FIELD>
      <FIELD type="AdditionalFields" label="RVPData" source-type="AdditionalFields">
        <TAG><![CDATA[#CONTEXTPROCESS:CA:RVPData#]]></TAG>
        <VALUE><![CDATA[RVPData]]></VALUE>
        <XPATH><![CDATA[/PROCESS/FIELDS/FIELD[NAME='RVPData']/VALUE]]></XPATH>
      </FIELD>
      <FIELD type="AdditionalFields" label="RVPNumero" source-type="AdditionalFields">
        <TAG><![CDATA[#CONTEXTPROCESS:CA:RVPNumero#]]></TAG>
        <VALUE><![CDATA[RVPNumero]]></VALUE>
        <XPATH><![CDATA[/PROCESS/FIELDS/FIELD[NAME='RVPNumero']/VALUE]]></XPATH>
      </FIELD>
      <FIELD type="AdditionalFields" label="FacturaTerceiro" source-type="AdditionalFields">
        <TAG><![CDATA[#CONTEXTPROCESS:CA:FacturaTerceiro#]]></TAG>
        <VALUE><![CDATA[FacturaTerceiro]]></VALUE>
        <XPATH><![CDATA[/PROCESS/FIELDS/FIELD[NAME='FacturaTerceiro']/VALUE]]></XPATH>
      </FIELD>
      <FIELD type="AdditionalFields" label="ELX_AUTOR" source-type="AdditionalFields">
        <TAG><![CDATA[#CONTEXTPROCESS:CA:ELX_AUTOR#]]></TAG>
        <VALUE><![CDATA[ELX_AUTOR]]></VALUE>
        <XPATH><![CDATA[/PROCESS/FIELDS/FIELD[NAME='ELX_AUTOR']/VALUE]]></XPATH>
      </FIELD>
      <FIELD type="AdditionalFields" label="ELX_CAMPO1" source-type="AdditionalFields">
        <TAG><![CDATA[#CONTEXTPROCESS:CA:ELX_CAMPO1#]]></TAG>
        <VALUE><![CDATA[ELX_CAMPO1]]></VALUE>
        <XPATH><![CDATA[/PROCESS/FIELDS/FIELD[NAME='ELX_CAMPO1']/VALUE]]></XPATH>
      </FIELD>
      <FIELD type="AdditionalFields" label="ELX_CLASS" source-type="AdditionalFields">
        <TAG><![CDATA[#CONTEXTPROCESS:CA:ELX_CLASS#]]></TAG>
        <VALUE><![CDATA[ELX_CLASS]]></VALUE>
        <XPATH><![CDATA[/PROCESS/FIELDS/FIELD[NAME='ELX_CLASS']/VALUE]]></XPATH>
      </FIELD>
      <FIELD type="AdditionalFields" label="ELX_DATA" source-type="AdditionalFields">
        <TAG><![CDATA[#CONTEXTPROCESS:CA:ELX_DATA#]]></TAG>
        <VALUE><![CDATA[ELX_DATA]]></VALUE>
        <XPATH><![CDATA[/PROCESS/FIELDS/FIELD[NAME='ELX_DATA']/VALUE]]></XPATH>
      </FIELD>
      <FIELD type="AdditionalFields" label="ELX_DATADOC" source-type="AdditionalFields">
        <TAG><![CDATA[#CONTEXTPROCESS:CA:ELX_DATADOC#]]></TAG>
        <VALUE><![CDATA[ELX_DATADOC]]></VALUE>
        <XPATH><![CDATA[/PROCESS/FIELDS/FIELD[NAME='ELX_DATADOC']/VALUE]]></XPATH>
      </FIELD>
      <FIELD type="AdditionalFields" label="ELX_LIVRO" source-type="AdditionalFields">
        <TAG><![CDATA[#CONTEXTPROCESS:CA:ELX_LIVRO#]]></TAG>
        <VALUE><![CDATA[ELX_LIVRO]]></VALUE>
        <XPATH><![CDATA[/PROCESS/FIELDS/FIELD[NAME='ELX_LIVRO']/VALUE]]></XPATH>
      </FIELD>
      <FIELD type="AdditionalFields" label="ELX_NUMERO" source-type="AdditionalFields">
        <TAG><![CDATA[#CONTEXTPROCESS:CA:ELX_NUMERO#]]></TAG>
        <VALUE><![CDATA[ELX_NUMERO]]></VALUE>
        <XPATH><![CDATA[/PROCESS/FIELDS/FIELD[NAME='ELX_NUMERO']/VALUE]]></XPATH>
      </FIELD>
      <FIELD type="AdditionalFields" label="ELX_REFDOC" source-type="AdditionalFields">
        <TAG><![CDATA[#CONTEXTPROCESS:CA:ELX_REFDOC#]]></TAG>
        <VALUE><![CDATA[ELX_REFDOC]]></VALUE>
        <XPATH><![CDATA[/PROCESS/FIELDS/FIELD[NAME='ELX_REFDOC']/VALUE]]></XPATH>
      </FIELD>
      <FIELD type="AdditionalFields" label="ELX_SITUACAO" source-type="AdditionalFields">
        <TAG><![CDATA[#CONTEXTPROCESS:CA:ELX_SITUACAO#]]></TAG>
        <VALUE><![CDATA[ELX_SITUACAO]]></VALUE>
        <XPATH><![CDATA[/PROCESS/FIELDS/FIELD[NAME='ELX_SITUACAO']/VALUE]]></XPATH>
      </FIELD>
      <FIELD type="AdditionalFields" label="ELX_TDOC" source-type="AdditionalFields">
        <TAG><![CDATA[#CONTEXTPROCESS:CA:ELX_TDOC#]]></TAG>
        <VALUE><![CDATA[ELX_TDOC]]></VALUE>
        <XPATH><![CDATA[/PROCESS/FIELDS/FIELD[NAME='ELX_TDOC']/VALUE]]></XPATH>
      </FIELD>
      <FIELD type="AdditionalFields" label="Sep_04" source-type="AdditionalFields">
        <TAG><![CDATA[#CONTEXTPROCESS:CA:Sep_04#]]></TAG>
        <VALUE><![CDATA[Sep_04]]></VALUE>
        <XPATH><![CDATA[/PROCESS/FIELDS/FIELD[NAME='Sep_04']/VALUE]]></XPATH>
      </FIELD>
      <FIELD type="AdditionalFields" label="Sep_07" source-type="AdditionalFields">
        <TAG><![CDATA[#CONTEXTPROCESS:CA:Sep_07#]]></TAG>
        <VALUE><![CDATA[Sep_07]]></VALUE>
        <XPATH><![CDATA[/PROCESS/FIELDS/FIELD[NAME='Sep_07']/VALUE]]></XPATH>
      </FIELD>
      <FIELD type="AdditionalFields" label="sep_09" source-type="AdditionalFields">
        <TAG><![CDATA[#CONTEXTPROCESS:CA:sep_09#]]></TAG>
        <VALUE><![CDATA[sep_09]]></VALUE>
        <XPATH><![CDATA[/PROCESS/FIELDS/FIELD[NAME='sep_09']/VALUE]]></XPATH>
      </FIELD>
      <FIELD type="AdditionalFields" label="Sep_12_01" source-type="AdditionalFields">
        <TAG><![CDATA[#CONTEXTPROCESS:CA:Sep_12_01#]]></TAG>
        <VALUE><![CDATA[Sep_12_01]]></VALUE>
        <XPATH><![CDATA[/PROCESS/FIELDS/FIELD[NAME='Sep_12_01']/VALUE]]></XPATH>
      </FIELD>
      <FIELD type="AdditionalFields" label="Sep_12_02" source-type="AdditionalFields">
        <TAG><![CDATA[#CONTEXTPROCESS:CA:Sep_12_02#]]></TAG>
        <VALUE><![CDATA[Sep_12_02]]></VALUE>
        <XPATH><![CDATA[/PROCESS/FIELDS/FIELD[NAME='Sep_12_02']/VALUE]]></XPATH>
      </FIELD>
      <FIELD type="AdditionalFields" label="Sep_12_03" source-type="AdditionalFields">
        <TAG><![CDATA[#CONTEXTPROCESS:CA:Sep_12_03#]]></TAG>
        <VALUE><![CDATA[Sep_12_03]]></VALUE>
        <XPATH><![CDATA[/PROCESS/FIELDS/FIELD[NAME='Sep_12_03']/VALUE]]></XPATH>
      </FIELD>
      <FIELD type="AdditionalFields" label="Sep_13_01" source-type="AdditionalFields">
        <TAG><![CDATA[#CONTEXTPROCESS:CA:Sep_13_01#]]></TAG>
        <VALUE><![CDATA[Sep_13_01]]></VALUE>
        <XPATH><![CDATA[/PROCESS/FIELDS/FIELD[NAME='Sep_13_01']/VALUE]]></XPATH>
      </FIELD>
      <FIELD type="AdditionalFields" label="Sep_13_02" source-type="AdditionalFields">
        <TAG><![CDATA[#CONTEXTPROCESS:CA:Sep_13_02#]]></TAG>
        <VALUE><![CDATA[Sep_13_02]]></VALUE>
        <XPATH><![CDATA[/PROCESS/FIELDS/FIELD[NAME='Sep_13_02']/VALUE]]></XPATH>
      </FIELD>
      <FIELD type="AdditionalFields" label="Sep_13_03" source-type="AdditionalFields">
        <TAG><![CDATA[#CONTEXTPROCESS:CA:Sep_13_03#]]></TAG>
        <VALUE><![CDATA[Sep_13_03]]></VALUE>
        <XPATH><![CDATA[/PROCESS/FIELDS/FIELD[NAME='Sep_13_03']/VALUE]]></XPATH>
      </FIELD>
      <FIELD type="AdditionalFields" label="Sep_14_06" source-type="AdditionalFields">
        <TAG><![CDATA[#CONTEXTPROCESS:CA:Sep_14_06#]]></TAG>
        <VALUE><![CDATA[Sep_14_06]]></VALUE>
        <XPATH><![CDATA[/PROCESS/FIELDS/FIELD[NAME='Sep_14_06']/VALUE]]></XPATH>
      </FIELD>
      <FIELD type="AdditionalFields" label="Sep_14_07" source-type="AdditionalFields">
        <TAG><![CDATA[#CONTEXTPROCESS:CA:Sep_14_07#]]></TAG>
        <VALUE><![CDATA[Sep_14_07]]></VALUE>
        <XPATH><![CDATA[/PROCESS/FIELDS/FIELD[NAME='Sep_14_07']/VALUE]]></XPATH>
      </FIELD>
      <FIELD type="AdditionalFields" label="Sep_15_01" source-type="AdditionalFields">
        <TAG><![CDATA[#CONTEXTPROCESS:CA:Sep_15_01#]]></TAG>
        <VALUE><![CDATA[Sep_15_01]]></VALUE>
        <XPATH><![CDATA[/PROCESS/FIELDS/FIELD[NAME='Sep_15_01']/VALUE]]></XPATH>
      </FIELD>
      <FIELD type="AdditionalFields" label="Sep_15_03" source-type="AdditionalFields">
        <TAG><![CDATA[#CONTEXTPROCESS:CA:Sep_15_03#]]></TAG>
        <VALUE><![CDATA[Sep_15_03]]></VALUE>
        <XPATH><![CDATA[/PROCESS/FIELDS/FIELD[NAME='Sep_15_03']/VALUE]]></XPATH>
      </FIELD>
      <FIELD type="AdditionalFields" label="Sep_03_01" source-type="AdditionalFields">
        <TAG><![CDATA[#CONTEXTPROCESS:CA:Sep_03_01#]]></TAG>
        <VALUE><![CDATA[Sep_03_01]]></VALUE>
        <XPATH><![CDATA[/PROCESS/FIELDS/FIELD[NAME='Sep_03_01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8A439DD4-1E88-4FAE-A0FA-FAA8E96F4D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41B46D-284D-41C4-81D8-6CBA5790E2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FICHA_PR.DOT</Template>
  <TotalTime>1281</TotalTime>
  <Pages>7</Pages>
  <Words>518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Pedido de Travessia a Céu Aberto - Parte I (EE)</vt:lpstr>
    </vt:vector>
  </TitlesOfParts>
  <Company>IP, SA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Pedido de Travessia a Céu Aberto - Parte I (EE)</dc:title>
  <dc:creator>sergio.calado@infraestruturasdeportugal.pt</dc:creator>
  <cp:keywords/>
  <cp:lastModifiedBy>Sérgio Rui Oliveira Calado</cp:lastModifiedBy>
  <cp:revision>49</cp:revision>
  <cp:lastPrinted>2016-03-28T11:11:00Z</cp:lastPrinted>
  <dcterms:created xsi:type="dcterms:W3CDTF">2019-02-22T15:28:00Z</dcterms:created>
  <dcterms:modified xsi:type="dcterms:W3CDTF">2024-01-23T10:51:00Z</dcterms:modified>
</cp:coreProperties>
</file>